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8B0" w:rsidRPr="00D51A66" w:rsidRDefault="003B58B0" w:rsidP="004D2E87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51A6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СОВЕТ ДЕПУТАТОВ МОРОЗОВСКОГО СЕЛЬСОВЕТА</w:t>
      </w:r>
    </w:p>
    <w:p w:rsidR="003B58B0" w:rsidRPr="00D51A66" w:rsidRDefault="003B58B0" w:rsidP="004D2E87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51A6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ИСКИТИМСКОГО РАЙОНА НОВОСИБИРСКОЙ ОБЛАСТИ</w:t>
      </w:r>
    </w:p>
    <w:p w:rsidR="003B58B0" w:rsidRPr="00E72F24" w:rsidRDefault="003B58B0" w:rsidP="004E5E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E72F24">
        <w:rPr>
          <w:rFonts w:ascii="Times New Roman" w:hAnsi="Times New Roman" w:cs="Times New Roman"/>
          <w:sz w:val="24"/>
          <w:szCs w:val="24"/>
          <w:lang w:eastAsia="ru-RU"/>
        </w:rPr>
        <w:t>Четвёртого созыва</w:t>
      </w:r>
    </w:p>
    <w:p w:rsidR="003B58B0" w:rsidRDefault="003B58B0" w:rsidP="004E5E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B58B0" w:rsidRDefault="003B58B0" w:rsidP="004D2E8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РЕ Ш Е Н И Е </w:t>
      </w:r>
    </w:p>
    <w:p w:rsidR="003B58B0" w:rsidRDefault="003B58B0" w:rsidP="004D2E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51A66">
        <w:rPr>
          <w:rFonts w:ascii="Times New Roman" w:hAnsi="Times New Roman" w:cs="Times New Roman"/>
          <w:sz w:val="24"/>
          <w:szCs w:val="24"/>
          <w:lang w:eastAsia="ru-RU"/>
        </w:rPr>
        <w:t>Двадцать восьмой сессии</w:t>
      </w:r>
    </w:p>
    <w:p w:rsidR="003B58B0" w:rsidRPr="00D51A66" w:rsidRDefault="003B58B0" w:rsidP="004D2E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B58B0" w:rsidRPr="004E5E94" w:rsidRDefault="003B58B0" w:rsidP="00EA3A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4E5E94">
        <w:rPr>
          <w:rFonts w:ascii="Times New Roman" w:hAnsi="Times New Roman" w:cs="Times New Roman"/>
          <w:sz w:val="28"/>
          <w:szCs w:val="28"/>
          <w:u w:val="single"/>
          <w:lang w:eastAsia="ru-RU"/>
        </w:rPr>
        <w:t>31.01.2014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№ </w:t>
      </w:r>
      <w:r w:rsidRPr="004E5E94">
        <w:rPr>
          <w:rFonts w:ascii="Times New Roman" w:hAnsi="Times New Roman" w:cs="Times New Roman"/>
          <w:sz w:val="28"/>
          <w:szCs w:val="28"/>
          <w:u w:val="single"/>
          <w:lang w:eastAsia="ru-RU"/>
        </w:rPr>
        <w:t>109</w:t>
      </w:r>
    </w:p>
    <w:p w:rsidR="003B58B0" w:rsidRDefault="003B58B0" w:rsidP="004D2E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с.Морозово</w:t>
      </w:r>
    </w:p>
    <w:p w:rsidR="003B58B0" w:rsidRDefault="003B58B0"/>
    <w:p w:rsidR="003B58B0" w:rsidRDefault="003B58B0" w:rsidP="00486CB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486CB8">
        <w:rPr>
          <w:rFonts w:ascii="Times New Roman" w:hAnsi="Times New Roman" w:cs="Times New Roman"/>
          <w:sz w:val="28"/>
          <w:szCs w:val="28"/>
          <w:lang w:eastAsia="ru-RU"/>
        </w:rPr>
        <w:t>О единовременных пособиях членам</w:t>
      </w:r>
    </w:p>
    <w:p w:rsidR="003B58B0" w:rsidRDefault="003B58B0" w:rsidP="00486CB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486CB8">
        <w:rPr>
          <w:rFonts w:ascii="Times New Roman" w:hAnsi="Times New Roman" w:cs="Times New Roman"/>
          <w:sz w:val="28"/>
          <w:szCs w:val="28"/>
          <w:lang w:eastAsia="ru-RU"/>
        </w:rPr>
        <w:t xml:space="preserve">семей работников добровольной пожарной </w:t>
      </w:r>
    </w:p>
    <w:p w:rsidR="003B58B0" w:rsidRDefault="003B58B0" w:rsidP="00486CB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486CB8">
        <w:rPr>
          <w:rFonts w:ascii="Times New Roman" w:hAnsi="Times New Roman" w:cs="Times New Roman"/>
          <w:sz w:val="28"/>
          <w:szCs w:val="28"/>
          <w:lang w:eastAsia="ru-RU"/>
        </w:rPr>
        <w:t xml:space="preserve">охраны и добровольных пожарных в </w:t>
      </w:r>
    </w:p>
    <w:p w:rsidR="003B58B0" w:rsidRPr="00486CB8" w:rsidRDefault="003B58B0" w:rsidP="00486CB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Морозовском сельсовете</w:t>
      </w:r>
    </w:p>
    <w:p w:rsidR="003B58B0" w:rsidRPr="00486CB8" w:rsidRDefault="003B58B0" w:rsidP="00486C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B58B0" w:rsidRDefault="003B58B0" w:rsidP="00486C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86CB8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Во исполнение федеральных законов от 06.05.2011 № 100-ФЗ «О добровольной пожарной охране», от 06.10.2003 № 131-ФЗ «Об общих принципах организации местного самоуправления в Российской Федерации» </w:t>
      </w:r>
      <w:r>
        <w:rPr>
          <w:rFonts w:ascii="Times New Roman" w:hAnsi="Times New Roman" w:cs="Times New Roman"/>
          <w:sz w:val="28"/>
          <w:szCs w:val="28"/>
          <w:lang w:eastAsia="ru-RU"/>
        </w:rPr>
        <w:t>Совет депутатов Морозовского сельсовета Искитимского района Новосибирской области</w:t>
      </w:r>
      <w:r w:rsidRPr="00486CB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3B58B0" w:rsidRPr="00486CB8" w:rsidRDefault="003B58B0" w:rsidP="00486C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РЕШИЛ</w:t>
      </w:r>
      <w:r w:rsidRPr="00486CB8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3B58B0" w:rsidRPr="00486CB8" w:rsidRDefault="003B58B0" w:rsidP="00486C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B58B0" w:rsidRPr="00486CB8" w:rsidRDefault="003B58B0" w:rsidP="00486CB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86CB8">
        <w:rPr>
          <w:rFonts w:ascii="Times New Roman" w:hAnsi="Times New Roman" w:cs="Times New Roman"/>
          <w:sz w:val="28"/>
          <w:szCs w:val="28"/>
          <w:lang w:eastAsia="ru-RU"/>
        </w:rPr>
        <w:t xml:space="preserve">1. Установить, что в случае гибели добровольных пожарных, работников добровольной пожарной охраны в </w:t>
      </w:r>
      <w:r>
        <w:rPr>
          <w:rFonts w:ascii="Times New Roman" w:hAnsi="Times New Roman" w:cs="Times New Roman"/>
          <w:sz w:val="28"/>
          <w:szCs w:val="28"/>
          <w:lang w:eastAsia="ru-RU"/>
        </w:rPr>
        <w:t>Морозовском сельсовете</w:t>
      </w:r>
      <w:r w:rsidRPr="00486CB8">
        <w:rPr>
          <w:rFonts w:ascii="Times New Roman" w:hAnsi="Times New Roman" w:cs="Times New Roman"/>
          <w:sz w:val="28"/>
          <w:szCs w:val="28"/>
          <w:lang w:eastAsia="ru-RU"/>
        </w:rPr>
        <w:t xml:space="preserve">, привлеченных к тушению пожаров и проведению аварийно-спасательных работ в соответствии с порядком привлечения сил и средств подразделений пожарной охраны, либо в случае их смерти, наступившей до истечения одного года со дня окончания их участия в тушении пожара и (или) проведении аварийно-спасательных работ вследствие увечья (ранения, травмы, контузии) или заболевания, полученных в период и в связи с участием в проведении указанных работ, членам их семей - женам (мужьям), детям, не достигшим возраста 18 лет (учащимся - в возрасте до 23 лет), либо детям старше этого возраста, если они стали инвалидами до достижения ими возраста 18 лет, отцам и матерям - в равных долях выплачивается единовременное пособие за счет средств резервного фонда </w:t>
      </w:r>
      <w:r>
        <w:rPr>
          <w:rFonts w:ascii="Times New Roman" w:hAnsi="Times New Roman" w:cs="Times New Roman"/>
          <w:sz w:val="28"/>
          <w:szCs w:val="28"/>
          <w:lang w:eastAsia="ru-RU"/>
        </w:rPr>
        <w:t>администрации Морозовского сельсовета</w:t>
      </w:r>
      <w:r w:rsidRPr="00486CB8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B58B0" w:rsidRPr="00486CB8" w:rsidRDefault="003B58B0" w:rsidP="00486CB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86CB8">
        <w:rPr>
          <w:rFonts w:ascii="Times New Roman" w:hAnsi="Times New Roman" w:cs="Times New Roman"/>
          <w:sz w:val="28"/>
          <w:szCs w:val="28"/>
          <w:lang w:eastAsia="ru-RU"/>
        </w:rPr>
        <w:t xml:space="preserve">Размер и порядок выплаты указанных единовременных пособий устанавливаются постановлением </w:t>
      </w:r>
      <w:r>
        <w:rPr>
          <w:rFonts w:ascii="Times New Roman" w:hAnsi="Times New Roman" w:cs="Times New Roman"/>
          <w:sz w:val="28"/>
          <w:szCs w:val="28"/>
          <w:lang w:eastAsia="ru-RU"/>
        </w:rPr>
        <w:t>администрации Морозовского сельсовета</w:t>
      </w:r>
      <w:r w:rsidRPr="00486CB8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B58B0" w:rsidRPr="00486CB8" w:rsidRDefault="003B58B0" w:rsidP="00486C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86CB8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2. Опубликовать настоящее решение в </w:t>
      </w:r>
      <w:r>
        <w:rPr>
          <w:rFonts w:ascii="Times New Roman" w:hAnsi="Times New Roman" w:cs="Times New Roman"/>
          <w:sz w:val="28"/>
          <w:szCs w:val="28"/>
          <w:lang w:eastAsia="ru-RU"/>
        </w:rPr>
        <w:t>газете «Искитимская газета»</w:t>
      </w:r>
      <w:r w:rsidRPr="00486CB8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B58B0" w:rsidRDefault="003B58B0"/>
    <w:p w:rsidR="003B58B0" w:rsidRPr="00486CB8" w:rsidRDefault="003B58B0">
      <w:pPr>
        <w:rPr>
          <w:rFonts w:ascii="Times New Roman" w:hAnsi="Times New Roman" w:cs="Times New Roman"/>
          <w:sz w:val="28"/>
          <w:szCs w:val="28"/>
        </w:rPr>
      </w:pPr>
      <w:r w:rsidRPr="00486CB8">
        <w:rPr>
          <w:rFonts w:ascii="Times New Roman" w:hAnsi="Times New Roman" w:cs="Times New Roman"/>
          <w:sz w:val="28"/>
          <w:szCs w:val="28"/>
        </w:rPr>
        <w:t xml:space="preserve">Глава Морозовского сельсовета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П.И.Балашев</w:t>
      </w:r>
    </w:p>
    <w:sectPr w:rsidR="003B58B0" w:rsidRPr="00486CB8" w:rsidSect="002271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21A9"/>
    <w:rsid w:val="00227196"/>
    <w:rsid w:val="003052C1"/>
    <w:rsid w:val="003B58B0"/>
    <w:rsid w:val="00486CB8"/>
    <w:rsid w:val="004D2E87"/>
    <w:rsid w:val="004E5E94"/>
    <w:rsid w:val="005021A9"/>
    <w:rsid w:val="006D6E00"/>
    <w:rsid w:val="007C5C5C"/>
    <w:rsid w:val="0084624E"/>
    <w:rsid w:val="00D51A66"/>
    <w:rsid w:val="00E72F24"/>
    <w:rsid w:val="00EA3A5E"/>
    <w:rsid w:val="00F80E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E87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Знак Знак1 Знак"/>
    <w:basedOn w:val="Normal"/>
    <w:uiPriority w:val="99"/>
    <w:rsid w:val="00486CB8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850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37</TotalTime>
  <Pages>1</Pages>
  <Words>266</Words>
  <Characters>1518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Customer</cp:lastModifiedBy>
  <cp:revision>7</cp:revision>
  <dcterms:created xsi:type="dcterms:W3CDTF">2014-02-25T09:24:00Z</dcterms:created>
  <dcterms:modified xsi:type="dcterms:W3CDTF">2014-05-26T14:15:00Z</dcterms:modified>
</cp:coreProperties>
</file>