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7D" w:rsidRDefault="00B8737D" w:rsidP="00393C4A">
      <w:pPr>
        <w:pStyle w:val="Title"/>
        <w:rPr>
          <w:sz w:val="28"/>
          <w:szCs w:val="28"/>
        </w:rPr>
      </w:pPr>
      <w:r>
        <w:rPr>
          <w:sz w:val="28"/>
          <w:szCs w:val="28"/>
        </w:rPr>
        <w:t>АДМИНИСТРАЦИЯ МОРОЗОВСКОГО СЕЛЬСОВЕТА</w:t>
      </w:r>
    </w:p>
    <w:p w:rsidR="00B8737D" w:rsidRDefault="00B8737D" w:rsidP="00393C4A">
      <w:pPr>
        <w:jc w:val="center"/>
        <w:rPr>
          <w:b/>
          <w:bCs/>
        </w:rPr>
      </w:pPr>
      <w:r>
        <w:rPr>
          <w:b/>
          <w:bCs/>
        </w:rPr>
        <w:t>ИСКИТИМСКОГО РАЙОНА НОВОСИБИРСКОЙ ОБЛАСТИ</w:t>
      </w:r>
    </w:p>
    <w:p w:rsidR="00B8737D" w:rsidRDefault="00B8737D" w:rsidP="00393C4A">
      <w:pPr>
        <w:jc w:val="center"/>
        <w:rPr>
          <w:b/>
          <w:bCs/>
        </w:rPr>
      </w:pPr>
    </w:p>
    <w:p w:rsidR="00B8737D" w:rsidRDefault="00B8737D" w:rsidP="00393C4A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B8737D" w:rsidRDefault="00B8737D" w:rsidP="00393C4A">
      <w:pPr>
        <w:rPr>
          <w:b/>
          <w:bCs/>
        </w:rPr>
      </w:pPr>
    </w:p>
    <w:p w:rsidR="00B8737D" w:rsidRDefault="00B8737D" w:rsidP="00393C4A">
      <w:pPr>
        <w:pStyle w:val="Heading1"/>
        <w:jc w:val="center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>18.03.2015</w:t>
      </w:r>
      <w:r>
        <w:rPr>
          <w:b w:val="0"/>
          <w:bCs w:val="0"/>
          <w:sz w:val="28"/>
          <w:szCs w:val="28"/>
        </w:rPr>
        <w:t xml:space="preserve">   №  </w:t>
      </w:r>
      <w:r w:rsidRPr="00B800CE">
        <w:rPr>
          <w:b w:val="0"/>
          <w:bCs w:val="0"/>
          <w:sz w:val="28"/>
          <w:szCs w:val="28"/>
          <w:u w:val="single"/>
        </w:rPr>
        <w:t>32</w:t>
      </w:r>
    </w:p>
    <w:p w:rsidR="00B8737D" w:rsidRDefault="00B8737D" w:rsidP="00393C4A">
      <w:pPr>
        <w:pStyle w:val="Heading2"/>
      </w:pPr>
      <w:r>
        <w:t>село Морозово</w:t>
      </w:r>
    </w:p>
    <w:p w:rsidR="00B8737D" w:rsidRDefault="00B8737D" w:rsidP="00393C4A"/>
    <w:p w:rsidR="00B8737D" w:rsidRPr="005C3FF7" w:rsidRDefault="00B8737D" w:rsidP="00393C4A">
      <w:pPr>
        <w:rPr>
          <w:sz w:val="24"/>
          <w:szCs w:val="24"/>
        </w:rPr>
      </w:pPr>
      <w:r w:rsidRPr="005C3FF7">
        <w:rPr>
          <w:sz w:val="24"/>
          <w:szCs w:val="24"/>
        </w:rPr>
        <w:t>Административный регламент</w:t>
      </w:r>
    </w:p>
    <w:p w:rsidR="00B8737D" w:rsidRPr="005C3FF7" w:rsidRDefault="00B8737D" w:rsidP="00393C4A">
      <w:pPr>
        <w:rPr>
          <w:sz w:val="24"/>
          <w:szCs w:val="24"/>
        </w:rPr>
      </w:pPr>
      <w:r w:rsidRPr="005C3FF7">
        <w:rPr>
          <w:sz w:val="24"/>
          <w:szCs w:val="24"/>
        </w:rPr>
        <w:t>присвоение, изменение и аннулирование</w:t>
      </w:r>
    </w:p>
    <w:p w:rsidR="00B8737D" w:rsidRPr="005C3FF7" w:rsidRDefault="00B8737D" w:rsidP="00393C4A">
      <w:pPr>
        <w:rPr>
          <w:sz w:val="24"/>
          <w:szCs w:val="24"/>
        </w:rPr>
      </w:pPr>
      <w:r w:rsidRPr="005C3FF7">
        <w:rPr>
          <w:sz w:val="24"/>
          <w:szCs w:val="24"/>
        </w:rPr>
        <w:t>адресов объектов недвижимости</w:t>
      </w:r>
    </w:p>
    <w:p w:rsidR="00B8737D" w:rsidRDefault="00B8737D" w:rsidP="00393C4A"/>
    <w:p w:rsidR="00B8737D" w:rsidRPr="00803A8F" w:rsidRDefault="00B8737D" w:rsidP="00393C4A"/>
    <w:p w:rsidR="00B8737D" w:rsidRPr="00803A8F" w:rsidRDefault="00B8737D" w:rsidP="00393C4A">
      <w:pPr>
        <w:ind w:firstLine="720"/>
        <w:jc w:val="both"/>
        <w:rPr>
          <w:spacing w:val="9"/>
        </w:rPr>
      </w:pPr>
      <w:r w:rsidRPr="00803A8F">
        <w:rPr>
          <w:spacing w:val="9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803A8F">
        <w:t>Федеральным законом от 27.07.2010 № 210-ФЗ «Об организации предоставления государственных и муниципальных услуг»</w:t>
      </w:r>
      <w:r>
        <w:t>,</w:t>
      </w:r>
      <w:r w:rsidRPr="00803A8F">
        <w:rPr>
          <w:spacing w:val="9"/>
        </w:rPr>
        <w:t xml:space="preserve"> </w:t>
      </w:r>
      <w:r w:rsidRPr="003B3363">
        <w:t>п. 4.3. постановления Правительства Новосибирской области от 12.08.2013 № 349-п «Об автоматизированной информационной системе «Центр приема государственных услуг</w:t>
      </w:r>
      <w:r w:rsidRPr="00F464B7">
        <w:rPr>
          <w:b/>
          <w:bCs/>
        </w:rPr>
        <w:t>»</w:t>
      </w:r>
      <w:r>
        <w:rPr>
          <w:b/>
          <w:bCs/>
        </w:rPr>
        <w:t xml:space="preserve">, </w:t>
      </w:r>
      <w:r w:rsidRPr="00803A8F">
        <w:rPr>
          <w:spacing w:val="9"/>
        </w:rPr>
        <w:t xml:space="preserve"> Уставом Морозовского сельсовета</w:t>
      </w:r>
    </w:p>
    <w:p w:rsidR="00B8737D" w:rsidRPr="00803A8F" w:rsidRDefault="00B8737D" w:rsidP="00393C4A">
      <w:pPr>
        <w:shd w:val="clear" w:color="auto" w:fill="FFFFFF"/>
        <w:ind w:left="65"/>
        <w:jc w:val="both"/>
        <w:rPr>
          <w:spacing w:val="9"/>
        </w:rPr>
      </w:pPr>
      <w:r w:rsidRPr="00803A8F">
        <w:rPr>
          <w:spacing w:val="9"/>
        </w:rPr>
        <w:t>ПОСТАНОВЛЯЮ:</w:t>
      </w:r>
    </w:p>
    <w:p w:rsidR="00B8737D" w:rsidRPr="00803A8F" w:rsidRDefault="00B8737D" w:rsidP="00393C4A">
      <w:pPr>
        <w:jc w:val="both"/>
      </w:pPr>
      <w:r w:rsidRPr="00803A8F">
        <w:t>1. Утвердить административный регламент  согласно приложению.</w:t>
      </w:r>
    </w:p>
    <w:p w:rsidR="00B8737D" w:rsidRDefault="00B8737D" w:rsidP="002564BD">
      <w:pPr>
        <w:tabs>
          <w:tab w:val="num" w:pos="720"/>
        </w:tabs>
        <w:spacing w:before="100" w:beforeAutospacing="1" w:after="100" w:afterAutospacing="1"/>
        <w:jc w:val="both"/>
      </w:pPr>
      <w:r w:rsidRPr="00803A8F">
        <w:t xml:space="preserve">2. Опубликовать данное Постановление в </w:t>
      </w:r>
      <w:r>
        <w:t xml:space="preserve">газете </w:t>
      </w:r>
      <w:r w:rsidRPr="00803A8F">
        <w:t>«Искитимск</w:t>
      </w:r>
      <w:r>
        <w:t>ая</w:t>
      </w:r>
      <w:r w:rsidRPr="00803A8F">
        <w:t xml:space="preserve"> газет</w:t>
      </w:r>
      <w:r>
        <w:t>а</w:t>
      </w:r>
      <w:r w:rsidRPr="00803A8F">
        <w:t>» и на официальном сайте администрации Морозовского сельсовета</w:t>
      </w:r>
      <w:r>
        <w:t xml:space="preserve"> </w:t>
      </w:r>
      <w:hyperlink r:id="rId7" w:history="1">
        <w:r w:rsidRPr="00B26016">
          <w:rPr>
            <w:rStyle w:val="Hyperlink"/>
            <w:lang w:val="en-US"/>
          </w:rPr>
          <w:t>www</w:t>
        </w:r>
        <w:r w:rsidRPr="00B26016">
          <w:rPr>
            <w:rStyle w:val="Hyperlink"/>
          </w:rPr>
          <w:t>.</w:t>
        </w:r>
        <w:r w:rsidRPr="00B26016">
          <w:rPr>
            <w:rStyle w:val="Hyperlink"/>
            <w:lang w:val="en-US"/>
          </w:rPr>
          <w:t>morozovo</w:t>
        </w:r>
        <w:r w:rsidRPr="00B26016">
          <w:rPr>
            <w:rStyle w:val="Hyperlink"/>
          </w:rPr>
          <w:t>.</w:t>
        </w:r>
        <w:r w:rsidRPr="00B26016">
          <w:rPr>
            <w:rStyle w:val="Hyperlink"/>
            <w:lang w:val="en-US"/>
          </w:rPr>
          <w:t>iskitim</w:t>
        </w:r>
        <w:r w:rsidRPr="00B26016">
          <w:rPr>
            <w:rStyle w:val="Hyperlink"/>
          </w:rPr>
          <w:t>-</w:t>
        </w:r>
        <w:r w:rsidRPr="00B26016">
          <w:rPr>
            <w:rStyle w:val="Hyperlink"/>
            <w:lang w:val="en-US"/>
          </w:rPr>
          <w:t>r</w:t>
        </w:r>
        <w:r w:rsidRPr="00B26016">
          <w:rPr>
            <w:rStyle w:val="Hyperlink"/>
          </w:rPr>
          <w:t>.</w:t>
        </w:r>
        <w:r w:rsidRPr="00B26016">
          <w:rPr>
            <w:rStyle w:val="Hyperlink"/>
            <w:lang w:val="en-US"/>
          </w:rPr>
          <w:t>ru</w:t>
        </w:r>
      </w:hyperlink>
      <w:r>
        <w:t>.</w:t>
      </w:r>
    </w:p>
    <w:p w:rsidR="00B8737D" w:rsidRPr="00803A8F" w:rsidRDefault="00B8737D" w:rsidP="002564BD">
      <w:pPr>
        <w:tabs>
          <w:tab w:val="num" w:pos="720"/>
        </w:tabs>
        <w:spacing w:before="100" w:beforeAutospacing="1" w:after="100" w:afterAutospacing="1"/>
        <w:jc w:val="both"/>
      </w:pPr>
      <w:r>
        <w:t xml:space="preserve">3. </w:t>
      </w:r>
      <w:r w:rsidRPr="00803A8F">
        <w:t>Контроль за исполнением Постановления оставляю за собой.</w:t>
      </w:r>
    </w:p>
    <w:p w:rsidR="00B8737D" w:rsidRPr="00803A8F" w:rsidRDefault="00B8737D" w:rsidP="00393C4A">
      <w:pPr>
        <w:jc w:val="both"/>
      </w:pPr>
    </w:p>
    <w:p w:rsidR="00B8737D" w:rsidRPr="00803A8F" w:rsidRDefault="00B8737D" w:rsidP="00393C4A">
      <w:pPr>
        <w:jc w:val="both"/>
      </w:pPr>
    </w:p>
    <w:p w:rsidR="00B8737D" w:rsidRPr="00803A8F" w:rsidRDefault="00B8737D" w:rsidP="00393C4A">
      <w:pPr>
        <w:jc w:val="both"/>
      </w:pPr>
    </w:p>
    <w:p w:rsidR="00B8737D" w:rsidRPr="00803A8F" w:rsidRDefault="00B8737D" w:rsidP="00393C4A">
      <w:pPr>
        <w:jc w:val="both"/>
      </w:pPr>
      <w:r w:rsidRPr="00803A8F">
        <w:t>Глава Морозовского сельсовета                                                    П.И. Балашев</w:t>
      </w:r>
      <w:r w:rsidRPr="00803A8F">
        <w:tab/>
      </w:r>
    </w:p>
    <w:p w:rsidR="00B8737D" w:rsidRDefault="00B8737D" w:rsidP="00393C4A"/>
    <w:p w:rsidR="00B8737D" w:rsidRDefault="00B8737D" w:rsidP="00393C4A">
      <w:pPr>
        <w:pStyle w:val="Heading2"/>
      </w:pPr>
    </w:p>
    <w:p w:rsidR="00B8737D" w:rsidRDefault="00B8737D" w:rsidP="00393C4A">
      <w:pPr>
        <w:pStyle w:val="Heading2"/>
        <w:rPr>
          <w:b w:val="0"/>
          <w:bCs w:val="0"/>
        </w:rPr>
      </w:pPr>
    </w:p>
    <w:p w:rsidR="00B8737D" w:rsidRDefault="00B8737D" w:rsidP="00D523CD">
      <w:pPr>
        <w:jc w:val="center"/>
        <w:rPr>
          <w:b/>
          <w:bCs/>
        </w:rPr>
      </w:pPr>
    </w:p>
    <w:p w:rsidR="00B8737D" w:rsidRDefault="00B8737D" w:rsidP="00D523CD">
      <w:pPr>
        <w:jc w:val="center"/>
        <w:rPr>
          <w:b/>
          <w:bCs/>
        </w:rPr>
      </w:pPr>
    </w:p>
    <w:p w:rsidR="00B8737D" w:rsidRDefault="00B8737D" w:rsidP="00D523CD">
      <w:pPr>
        <w:jc w:val="center"/>
        <w:rPr>
          <w:b/>
          <w:bCs/>
        </w:rPr>
      </w:pPr>
    </w:p>
    <w:p w:rsidR="00B8737D" w:rsidRDefault="00B8737D" w:rsidP="00D523CD">
      <w:pPr>
        <w:jc w:val="center"/>
        <w:rPr>
          <w:b/>
          <w:bCs/>
        </w:rPr>
      </w:pPr>
    </w:p>
    <w:p w:rsidR="00B8737D" w:rsidRDefault="00B8737D" w:rsidP="00D523CD">
      <w:pPr>
        <w:jc w:val="center"/>
        <w:rPr>
          <w:b/>
          <w:bCs/>
        </w:rPr>
      </w:pPr>
    </w:p>
    <w:p w:rsidR="00B8737D" w:rsidRDefault="00B8737D" w:rsidP="00D523CD">
      <w:pPr>
        <w:jc w:val="center"/>
        <w:rPr>
          <w:b/>
          <w:bCs/>
        </w:rPr>
      </w:pPr>
    </w:p>
    <w:p w:rsidR="00B8737D" w:rsidRDefault="00B8737D" w:rsidP="00D523CD">
      <w:pPr>
        <w:jc w:val="center"/>
        <w:rPr>
          <w:b/>
          <w:bCs/>
        </w:rPr>
      </w:pPr>
    </w:p>
    <w:p w:rsidR="00B8737D" w:rsidRDefault="00B8737D" w:rsidP="00D523CD">
      <w:pPr>
        <w:jc w:val="center"/>
        <w:rPr>
          <w:b/>
          <w:bCs/>
        </w:rPr>
      </w:pPr>
    </w:p>
    <w:p w:rsidR="00B8737D" w:rsidRDefault="00B8737D" w:rsidP="00D523CD">
      <w:pPr>
        <w:jc w:val="center"/>
        <w:rPr>
          <w:b/>
          <w:bCs/>
        </w:rPr>
      </w:pPr>
    </w:p>
    <w:p w:rsidR="00B8737D" w:rsidRDefault="00B8737D" w:rsidP="00D523CD">
      <w:pPr>
        <w:jc w:val="center"/>
        <w:rPr>
          <w:b/>
          <w:bCs/>
        </w:rPr>
      </w:pPr>
    </w:p>
    <w:p w:rsidR="00B8737D" w:rsidRPr="00F956F1" w:rsidRDefault="00B8737D" w:rsidP="00D523CD">
      <w:pPr>
        <w:jc w:val="right"/>
        <w:rPr>
          <w:sz w:val="24"/>
          <w:szCs w:val="24"/>
        </w:rPr>
      </w:pPr>
      <w:r w:rsidRPr="00F956F1">
        <w:rPr>
          <w:sz w:val="24"/>
          <w:szCs w:val="24"/>
        </w:rPr>
        <w:t xml:space="preserve">Приложение </w:t>
      </w:r>
    </w:p>
    <w:p w:rsidR="00B8737D" w:rsidRPr="00F956F1" w:rsidRDefault="00B8737D" w:rsidP="00D523CD">
      <w:pPr>
        <w:jc w:val="right"/>
        <w:rPr>
          <w:sz w:val="24"/>
          <w:szCs w:val="24"/>
        </w:rPr>
      </w:pPr>
      <w:r w:rsidRPr="00F956F1">
        <w:rPr>
          <w:sz w:val="24"/>
          <w:szCs w:val="24"/>
        </w:rPr>
        <w:t>к постановлению администрации</w:t>
      </w:r>
    </w:p>
    <w:p w:rsidR="00B8737D" w:rsidRDefault="00B8737D" w:rsidP="00D523CD">
      <w:pPr>
        <w:jc w:val="right"/>
        <w:rPr>
          <w:sz w:val="24"/>
          <w:szCs w:val="24"/>
        </w:rPr>
      </w:pPr>
      <w:r w:rsidRPr="00F956F1">
        <w:rPr>
          <w:sz w:val="24"/>
          <w:szCs w:val="24"/>
        </w:rPr>
        <w:t xml:space="preserve"> Морозовского сельсовета</w:t>
      </w:r>
    </w:p>
    <w:p w:rsidR="00B8737D" w:rsidRPr="00F956F1" w:rsidRDefault="00B8737D" w:rsidP="00D523CD">
      <w:pPr>
        <w:jc w:val="right"/>
        <w:rPr>
          <w:sz w:val="24"/>
          <w:szCs w:val="24"/>
        </w:rPr>
      </w:pPr>
      <w:r>
        <w:rPr>
          <w:sz w:val="24"/>
          <w:szCs w:val="24"/>
        </w:rPr>
        <w:t>От 18.03.2015 № 32</w:t>
      </w:r>
      <w:r w:rsidRPr="00F956F1">
        <w:rPr>
          <w:sz w:val="24"/>
          <w:szCs w:val="24"/>
        </w:rPr>
        <w:t xml:space="preserve"> </w:t>
      </w:r>
    </w:p>
    <w:p w:rsidR="00B8737D" w:rsidRDefault="00B8737D" w:rsidP="00D523CD">
      <w:pPr>
        <w:jc w:val="right"/>
      </w:pPr>
    </w:p>
    <w:p w:rsidR="00B8737D" w:rsidRDefault="00B8737D" w:rsidP="00D523CD">
      <w:pPr>
        <w:jc w:val="right"/>
      </w:pPr>
    </w:p>
    <w:p w:rsidR="00B8737D" w:rsidRDefault="00B8737D" w:rsidP="00D523CD">
      <w:pPr>
        <w:jc w:val="center"/>
        <w:rPr>
          <w:b/>
          <w:bCs/>
        </w:rPr>
      </w:pPr>
      <w:r>
        <w:rPr>
          <w:b/>
          <w:bCs/>
        </w:rPr>
        <w:t>АДМИНИСТРАТИВНЫЙРЕГЛАМЕНТ</w:t>
      </w:r>
    </w:p>
    <w:p w:rsidR="00B8737D" w:rsidRDefault="00B8737D" w:rsidP="00D523CD">
      <w:pPr>
        <w:ind w:firstLine="540"/>
        <w:jc w:val="center"/>
      </w:pPr>
      <w:r>
        <w:rPr>
          <w:b/>
          <w:bCs/>
        </w:rPr>
        <w:t>предоставления муниципальной услуги по присвоению, изменению и аннулированию адресов объектов недвижимости</w:t>
      </w:r>
    </w:p>
    <w:p w:rsidR="00B8737D" w:rsidRDefault="00B8737D" w:rsidP="00D523CD">
      <w:pPr>
        <w:jc w:val="center"/>
        <w:rPr>
          <w:b/>
          <w:bCs/>
        </w:rPr>
      </w:pPr>
    </w:p>
    <w:p w:rsidR="00B8737D" w:rsidRDefault="00B8737D" w:rsidP="00D523CD">
      <w:pPr>
        <w:jc w:val="center"/>
        <w:rPr>
          <w:b/>
          <w:bCs/>
        </w:rPr>
      </w:pPr>
    </w:p>
    <w:p w:rsidR="00B8737D" w:rsidRDefault="00B8737D" w:rsidP="00D523CD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Общие положения</w:t>
      </w:r>
    </w:p>
    <w:p w:rsidR="00B8737D" w:rsidRDefault="00B8737D" w:rsidP="00D523CD">
      <w:pPr>
        <w:jc w:val="center"/>
      </w:pP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 xml:space="preserve">Административный регламент предоставления муниципальной услуги по присвоению, изменению и аннулированию адресов объектов недвижимости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Морозовского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B8737D" w:rsidRDefault="00B8737D" w:rsidP="00D523CD">
      <w:pPr>
        <w:ind w:left="720"/>
        <w:jc w:val="both"/>
      </w:pPr>
      <w:r>
        <w:t>Предоставление муниципальной услуги осуществляет администрация Морозовского сельсовета.</w:t>
      </w:r>
    </w:p>
    <w:p w:rsidR="00B8737D" w:rsidRDefault="00B8737D" w:rsidP="00D523CD">
      <w:pPr>
        <w:ind w:left="720"/>
        <w:jc w:val="both"/>
      </w:pPr>
      <w:r>
        <w:t>Заявителями на предоставление муниципальной услуги выступают:</w:t>
      </w:r>
    </w:p>
    <w:p w:rsidR="00B8737D" w:rsidRDefault="00B8737D" w:rsidP="00D523CD">
      <w:pPr>
        <w:jc w:val="both"/>
      </w:pPr>
      <w:r>
        <w:t xml:space="preserve">         физические или юридические лица - собственники объектов недвижимости, </w:t>
      </w:r>
    </w:p>
    <w:p w:rsidR="00B8737D" w:rsidRDefault="00B8737D" w:rsidP="00D523CD">
      <w:pPr>
        <w:ind w:left="360"/>
        <w:jc w:val="both"/>
      </w:pPr>
      <w:r>
        <w:t xml:space="preserve">    застройщики;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Порядок информирования о правилах предоставлении муниципальной услуги: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Местонахождение администрации муниципального образования, предоставляющего муниципальную услугу:</w:t>
      </w:r>
    </w:p>
    <w:p w:rsidR="00B8737D" w:rsidRDefault="00B8737D" w:rsidP="00F956F1">
      <w:pPr>
        <w:ind w:firstLine="720"/>
        <w:jc w:val="both"/>
      </w:pPr>
      <w:r w:rsidRPr="003B3363">
        <w:t xml:space="preserve">633218, Новосибирская область, Искитимский район с. Морозово, </w:t>
      </w:r>
    </w:p>
    <w:p w:rsidR="00B8737D" w:rsidRPr="003B3363" w:rsidRDefault="00B8737D" w:rsidP="00F956F1">
      <w:pPr>
        <w:ind w:firstLine="720"/>
        <w:jc w:val="both"/>
      </w:pPr>
      <w:r>
        <w:t xml:space="preserve">              </w:t>
      </w:r>
      <w:r w:rsidRPr="003B3363">
        <w:t>переулок Медицинский, 1-2</w:t>
      </w:r>
    </w:p>
    <w:p w:rsidR="00B8737D" w:rsidRDefault="00B8737D" w:rsidP="0063175A">
      <w:pPr>
        <w:ind w:firstLine="720"/>
        <w:jc w:val="both"/>
      </w:pPr>
      <w:r>
        <w:t xml:space="preserve">              Часы приёма заявителей в администрации муниципального</w:t>
      </w:r>
    </w:p>
    <w:p w:rsidR="00B8737D" w:rsidRDefault="00B8737D" w:rsidP="0063175A">
      <w:pPr>
        <w:ind w:firstLine="720"/>
        <w:jc w:val="both"/>
      </w:pPr>
      <w:r>
        <w:t xml:space="preserve">              образования:</w:t>
      </w:r>
    </w:p>
    <w:p w:rsidR="00B8737D" w:rsidRDefault="00B8737D" w:rsidP="00D523CD">
      <w:pPr>
        <w:ind w:left="720"/>
        <w:jc w:val="both"/>
      </w:pPr>
    </w:p>
    <w:p w:rsidR="00B8737D" w:rsidRPr="003B3363" w:rsidRDefault="00B8737D" w:rsidP="00F956F1">
      <w:pPr>
        <w:ind w:firstLine="720"/>
        <w:jc w:val="both"/>
      </w:pPr>
      <w:r>
        <w:t xml:space="preserve">                                                      </w:t>
      </w:r>
      <w:r w:rsidRPr="003B3363">
        <w:t>понедельник –четверг  с 8-30 до 16-30</w:t>
      </w:r>
    </w:p>
    <w:p w:rsidR="00B8737D" w:rsidRPr="003B3363" w:rsidRDefault="00B8737D" w:rsidP="00F956F1">
      <w:pPr>
        <w:tabs>
          <w:tab w:val="left" w:pos="4590"/>
        </w:tabs>
        <w:ind w:firstLine="720"/>
        <w:jc w:val="both"/>
      </w:pPr>
      <w:r>
        <w:t xml:space="preserve">                                                        п</w:t>
      </w:r>
      <w:r w:rsidRPr="003B3363">
        <w:t>ятница                        с 8-30 до 15-30</w:t>
      </w:r>
    </w:p>
    <w:p w:rsidR="00B8737D" w:rsidRPr="003B3363" w:rsidRDefault="00B8737D" w:rsidP="00F956F1">
      <w:pPr>
        <w:ind w:firstLine="720"/>
        <w:jc w:val="both"/>
      </w:pPr>
      <w:r w:rsidRPr="003B3363">
        <w:t xml:space="preserve">                                                                                    Обед с 13-00 до 14-00</w:t>
      </w:r>
    </w:p>
    <w:p w:rsidR="00B8737D" w:rsidRDefault="00B8737D" w:rsidP="00D523CD">
      <w:pPr>
        <w:ind w:left="1440"/>
        <w:jc w:val="both"/>
      </w:pPr>
      <w:r w:rsidRPr="003B3363">
        <w:t xml:space="preserve">                             </w:t>
      </w:r>
      <w:r>
        <w:t xml:space="preserve">                    </w:t>
      </w:r>
      <w:r w:rsidRPr="003B3363">
        <w:t xml:space="preserve">     Выходной:  суббота-воскресенье</w:t>
      </w:r>
    </w:p>
    <w:p w:rsidR="00B8737D" w:rsidRDefault="00B8737D" w:rsidP="00D523CD">
      <w:pPr>
        <w:ind w:firstLine="720"/>
      </w:pPr>
    </w:p>
    <w:p w:rsidR="00B8737D" w:rsidRDefault="00B8737D" w:rsidP="00D523CD">
      <w:pPr>
        <w:ind w:firstLine="720"/>
      </w:pPr>
    </w:p>
    <w:p w:rsidR="00B8737D" w:rsidRDefault="00B8737D" w:rsidP="00D523CD">
      <w:pPr>
        <w:numPr>
          <w:ilvl w:val="2"/>
          <w:numId w:val="2"/>
        </w:numPr>
        <w:jc w:val="both"/>
      </w:pPr>
      <w:r>
        <w:t>Адрес официального интернет- сайта администрации Морозовского сельсовета :</w:t>
      </w:r>
      <w:r w:rsidRPr="00D834B3">
        <w:t xml:space="preserve"> </w:t>
      </w:r>
      <w:hyperlink r:id="rId8" w:history="1">
        <w:r w:rsidRPr="00FB6993">
          <w:rPr>
            <w:rStyle w:val="Hyperlink"/>
          </w:rPr>
          <w:t>http://</w:t>
        </w:r>
        <w:r w:rsidRPr="00FB6993">
          <w:rPr>
            <w:rStyle w:val="Hyperlink"/>
            <w:lang w:val="en-US"/>
          </w:rPr>
          <w:t>morozovo</w:t>
        </w:r>
        <w:r w:rsidRPr="00FB6993">
          <w:rPr>
            <w:rStyle w:val="Hyperlink"/>
          </w:rPr>
          <w:t>.</w:t>
        </w:r>
        <w:r w:rsidRPr="00FB6993">
          <w:rPr>
            <w:rStyle w:val="Hyperlink"/>
            <w:lang w:val="en-US"/>
          </w:rPr>
          <w:t>iskitim</w:t>
        </w:r>
        <w:r w:rsidRPr="00FB6993">
          <w:rPr>
            <w:rStyle w:val="Hyperlink"/>
          </w:rPr>
          <w:t>-</w:t>
        </w:r>
        <w:r w:rsidRPr="00FB6993">
          <w:rPr>
            <w:rStyle w:val="Hyperlink"/>
            <w:lang w:val="en-US"/>
          </w:rPr>
          <w:t>r</w:t>
        </w:r>
        <w:r w:rsidRPr="00FB6993">
          <w:rPr>
            <w:rStyle w:val="Hyperlink"/>
          </w:rPr>
          <w:t>.ru</w:t>
        </w:r>
      </w:hyperlink>
      <w:r w:rsidRPr="00FB6993">
        <w:t>,</w:t>
      </w:r>
    </w:p>
    <w:p w:rsidR="00B8737D" w:rsidRPr="00DA18AE" w:rsidRDefault="00B8737D" w:rsidP="00C40349">
      <w:pPr>
        <w:ind w:firstLine="840"/>
        <w:jc w:val="both"/>
      </w:pPr>
      <w:r>
        <w:t xml:space="preserve">             </w:t>
      </w:r>
      <w:r w:rsidRPr="00DA18AE">
        <w:t xml:space="preserve">адрес электронной почты: </w:t>
      </w:r>
      <w:r w:rsidRPr="00DA18AE">
        <w:rPr>
          <w:lang w:val="en-US"/>
        </w:rPr>
        <w:t>mor</w:t>
      </w:r>
      <w:r w:rsidRPr="00DA18AE">
        <w:t>-</w:t>
      </w:r>
      <w:r w:rsidRPr="00DA18AE">
        <w:rPr>
          <w:lang w:val="en-US"/>
        </w:rPr>
        <w:t>selsovet</w:t>
      </w:r>
      <w:r w:rsidRPr="00DA18AE">
        <w:t>@</w:t>
      </w:r>
      <w:r w:rsidRPr="00DA18AE">
        <w:rPr>
          <w:lang w:val="en-US"/>
        </w:rPr>
        <w:t>yandex</w:t>
      </w:r>
      <w:r w:rsidRPr="00DA18AE">
        <w:t>.</w:t>
      </w:r>
      <w:r w:rsidRPr="00DA18AE">
        <w:rPr>
          <w:lang w:val="en-US"/>
        </w:rPr>
        <w:t>ru</w:t>
      </w:r>
    </w:p>
    <w:p w:rsidR="00B8737D" w:rsidRDefault="00B8737D" w:rsidP="00C40349">
      <w:pPr>
        <w:ind w:left="720"/>
        <w:jc w:val="both"/>
      </w:pPr>
    </w:p>
    <w:p w:rsidR="00B8737D" w:rsidRDefault="00B8737D" w:rsidP="00D523CD">
      <w:pPr>
        <w:ind w:left="1758"/>
        <w:jc w:val="both"/>
      </w:pPr>
      <w:r>
        <w:t xml:space="preserve">Информация, размещаемая на официальном интернет-сайте и информационном стенде администрации Морозовского сельсовета, обновляется по мере ее изменения. </w:t>
      </w:r>
    </w:p>
    <w:p w:rsidR="00B8737D" w:rsidRDefault="00B8737D" w:rsidP="00D523CD">
      <w:pPr>
        <w:ind w:left="720"/>
        <w:jc w:val="both"/>
      </w:pPr>
    </w:p>
    <w:p w:rsidR="00B8737D" w:rsidRDefault="00B8737D" w:rsidP="00D523CD">
      <w:pPr>
        <w:ind w:left="1758"/>
        <w:jc w:val="both"/>
      </w:pPr>
      <w: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B8737D" w:rsidRDefault="00B8737D" w:rsidP="00D523CD">
      <w:pPr>
        <w:ind w:left="1632"/>
        <w:jc w:val="both"/>
        <w:rPr>
          <w:rStyle w:val="Hyperlink"/>
          <w:color w:val="auto"/>
        </w:rPr>
      </w:pPr>
      <w:r>
        <w:t xml:space="preserve">- Управление Федеральной налоговой службы по Новосибирской            области </w:t>
      </w:r>
      <w:hyperlink r:id="rId9" w:history="1">
        <w:r w:rsidRPr="00B26016">
          <w:rPr>
            <w:rStyle w:val="Hyperlink"/>
          </w:rPr>
          <w:t>http://www.r54.nalog.ru/</w:t>
        </w:r>
      </w:hyperlink>
      <w:r>
        <w:rPr>
          <w:rStyle w:val="Hyperlink"/>
          <w:color w:val="auto"/>
        </w:rPr>
        <w:t>;</w:t>
      </w:r>
    </w:p>
    <w:p w:rsidR="00B8737D" w:rsidRPr="00B32AA9" w:rsidRDefault="00B8737D" w:rsidP="00D523CD">
      <w:pPr>
        <w:ind w:left="1632"/>
        <w:jc w:val="both"/>
      </w:pPr>
      <w:r w:rsidRPr="00B32AA9">
        <w:rPr>
          <w:rStyle w:val="Hyperlink"/>
          <w:color w:val="auto"/>
          <w:u w:val="none"/>
        </w:rPr>
        <w:t xml:space="preserve">- Управление федеральной службы государственной регистрации кадастра и картографии по Новосибирской области </w:t>
      </w:r>
      <w:hyperlink r:id="rId10" w:history="1">
        <w:r w:rsidRPr="00B32AA9">
          <w:rPr>
            <w:rStyle w:val="Hyperlink"/>
            <w:u w:val="none"/>
          </w:rPr>
          <w:t>http://www.to54.rosreestr.ru/</w:t>
        </w:r>
      </w:hyperlink>
    </w:p>
    <w:p w:rsidR="00B8737D" w:rsidRDefault="00B8737D" w:rsidP="00D523CD">
      <w:pPr>
        <w:ind w:left="1758"/>
        <w:jc w:val="both"/>
      </w:pPr>
    </w:p>
    <w:p w:rsidR="00B8737D" w:rsidRDefault="00B8737D" w:rsidP="00D523CD">
      <w:pPr>
        <w:numPr>
          <w:ilvl w:val="2"/>
          <w:numId w:val="2"/>
        </w:numPr>
        <w:jc w:val="both"/>
      </w:pPr>
      <w:r>
        <w:t>Информация по вопросам предоставления муниципальной услуги предоставляется:</w:t>
      </w:r>
    </w:p>
    <w:p w:rsidR="00B8737D" w:rsidRDefault="00B8737D" w:rsidP="00D523CD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в  администрации Морозовского сельсовета  участвующих в предоставлении муниципальной услуги;</w:t>
      </w:r>
    </w:p>
    <w:p w:rsidR="00B8737D" w:rsidRDefault="00B8737D" w:rsidP="00D523CD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посредством размещения на информационном стенде и официальном сайте администрации Морозовского сельсовета в сети Интернет, электронного информирования;</w:t>
      </w:r>
    </w:p>
    <w:p w:rsidR="00B8737D" w:rsidRDefault="00B8737D" w:rsidP="00D523CD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 xml:space="preserve">с использованием средств телефонной, почтовой связи. </w:t>
      </w:r>
    </w:p>
    <w:p w:rsidR="00B8737D" w:rsidRDefault="00B8737D" w:rsidP="00D523CD">
      <w:pPr>
        <w:ind w:left="1440"/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B8737D" w:rsidRDefault="00B8737D" w:rsidP="00D523CD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в устной форме лично или по телефону:</w:t>
      </w:r>
    </w:p>
    <w:p w:rsidR="00B8737D" w:rsidRDefault="00B8737D" w:rsidP="00D523CD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к специалистам администрации Морозовского сельсовета, участвующим в предоставлении муниципальной услуги;</w:t>
      </w:r>
    </w:p>
    <w:p w:rsidR="00B8737D" w:rsidRDefault="00B8737D" w:rsidP="00D523CD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в письменной форме почтой;</w:t>
      </w:r>
    </w:p>
    <w:p w:rsidR="00B8737D" w:rsidRDefault="00B8737D" w:rsidP="00D523CD">
      <w:pPr>
        <w:numPr>
          <w:ilvl w:val="0"/>
          <w:numId w:val="4"/>
        </w:numPr>
        <w:tabs>
          <w:tab w:val="clear" w:pos="1429"/>
          <w:tab w:val="num" w:pos="2160"/>
        </w:tabs>
        <w:ind w:left="2160"/>
        <w:jc w:val="both"/>
      </w:pPr>
      <w:r>
        <w:t>посредством электронной почты;</w:t>
      </w:r>
    </w:p>
    <w:p w:rsidR="00B8737D" w:rsidRDefault="00B8737D" w:rsidP="00D523CD">
      <w:pPr>
        <w:ind w:left="1440" w:firstLine="360"/>
        <w:jc w:val="both"/>
      </w:pPr>
      <w:r>
        <w:t>Информирование проводится в двух формах: устное и письменное.</w:t>
      </w:r>
    </w:p>
    <w:p w:rsidR="00B8737D" w:rsidRDefault="00B8737D" w:rsidP="00D523CD">
      <w:pPr>
        <w:ind w:left="1440" w:firstLine="36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B8737D" w:rsidRDefault="00B8737D" w:rsidP="00D523CD">
      <w:pPr>
        <w:ind w:left="1440" w:firstLine="36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B8737D" w:rsidRDefault="00B8737D" w:rsidP="00D523CD">
      <w:pPr>
        <w:ind w:left="1440" w:firstLine="360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B8737D" w:rsidRDefault="00B8737D" w:rsidP="00D523CD">
      <w:pPr>
        <w:ind w:left="1440" w:firstLine="36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B8737D" w:rsidRDefault="00B8737D" w:rsidP="00D523CD">
      <w:pPr>
        <w:ind w:left="1440" w:firstLine="360"/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B8737D" w:rsidRDefault="00B8737D" w:rsidP="00D523CD">
      <w:pPr>
        <w:ind w:left="1440" w:firstLine="360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B8737D" w:rsidRDefault="00B8737D" w:rsidP="00D523CD">
      <w:pPr>
        <w:ind w:left="1440" w:firstLine="360"/>
        <w:jc w:val="both"/>
      </w:pPr>
      <w:r>
        <w:t>Письменный ответ на обращение подписывается Главой Морозовского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B8737D" w:rsidRDefault="00B8737D" w:rsidP="00D523CD">
      <w:pPr>
        <w:numPr>
          <w:ilvl w:val="2"/>
          <w:numId w:val="2"/>
        </w:numPr>
        <w:tabs>
          <w:tab w:val="num" w:pos="1440"/>
        </w:tabs>
        <w:ind w:left="1440" w:hanging="72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B8737D" w:rsidRDefault="00B8737D" w:rsidP="00D523CD">
      <w:pPr>
        <w:ind w:left="1440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B8737D" w:rsidRDefault="00B8737D" w:rsidP="00D523CD">
      <w:pPr>
        <w:ind w:left="144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B8737D" w:rsidRDefault="00B8737D" w:rsidP="00D523CD">
      <w:pPr>
        <w:ind w:left="1440"/>
        <w:jc w:val="both"/>
      </w:pPr>
      <w: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Морозовского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>
        <w:rPr>
          <w:lang w:val="en-US"/>
        </w:rPr>
        <w:t>gosuslugi</w:t>
      </w:r>
      <w:r>
        <w:t>.</w:t>
      </w:r>
      <w:r>
        <w:rPr>
          <w:lang w:val="en-US"/>
        </w:rPr>
        <w:t>ru</w:t>
      </w:r>
      <w:r>
        <w:t>) и обновляется по мере ее изменения.</w:t>
      </w:r>
    </w:p>
    <w:p w:rsidR="00B8737D" w:rsidRPr="00B32AA9" w:rsidRDefault="00B8737D" w:rsidP="00D523CD">
      <w:pPr>
        <w:ind w:left="1440"/>
        <w:jc w:val="both"/>
      </w:pPr>
      <w:r w:rsidRPr="00B32AA9">
        <w:t>Для получения информации о правилах предоставления муниципальной услуги заявители вправе обратиться в орган местного самоуправления: лично, по телефону; посредством письменного обращения; на официальном сайте администрации в информационно-телекоммуникационной сети «Интернет»; с использованием Единого портала государственных и муниципальных услуг; через МФЦ (при наличии)</w:t>
      </w:r>
    </w:p>
    <w:p w:rsidR="00B8737D" w:rsidRPr="00B32AA9" w:rsidRDefault="00B8737D" w:rsidP="00D523CD">
      <w:pPr>
        <w:ind w:left="1758"/>
        <w:jc w:val="both"/>
      </w:pPr>
    </w:p>
    <w:p w:rsidR="00B8737D" w:rsidRDefault="00B8737D" w:rsidP="00D523CD">
      <w:pPr>
        <w:ind w:firstLine="720"/>
        <w:jc w:val="both"/>
      </w:pPr>
    </w:p>
    <w:p w:rsidR="00B8737D" w:rsidRDefault="00B8737D" w:rsidP="00D523CD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Стандарт предоставления муниципальной услуги</w:t>
      </w:r>
    </w:p>
    <w:p w:rsidR="00B8737D" w:rsidRDefault="00B8737D" w:rsidP="00D523CD">
      <w:pPr>
        <w:jc w:val="both"/>
      </w:pP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Наименование муниципальной услуги присвоение, изменение и аннулирование адресов объектов недвижимости.</w:t>
      </w:r>
    </w:p>
    <w:p w:rsidR="00B8737D" w:rsidRDefault="00B8737D" w:rsidP="00D523CD">
      <w:pPr>
        <w:ind w:left="720" w:firstLine="360"/>
        <w:jc w:val="both"/>
      </w:pPr>
      <w:r>
        <w:t>и картографии.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 xml:space="preserve">Предоставление муниципальной услуги осуществляет администрация Морозовского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B8737D" w:rsidRDefault="00B8737D" w:rsidP="00D523CD">
      <w:pPr>
        <w:ind w:left="720" w:firstLine="360"/>
        <w:jc w:val="both"/>
      </w:pPr>
      <w:r>
        <w:t>- Управление федеральной налоговой службы по Новосибирской области;</w:t>
      </w:r>
    </w:p>
    <w:p w:rsidR="00B8737D" w:rsidRDefault="00B8737D" w:rsidP="00D523CD">
      <w:pPr>
        <w:ind w:left="720" w:firstLine="360"/>
        <w:jc w:val="both"/>
      </w:pPr>
      <w:r>
        <w:t>- Управление федеральной службы государственной регистрации, кадастра</w:t>
      </w:r>
    </w:p>
    <w:p w:rsidR="00B8737D" w:rsidRDefault="00B8737D" w:rsidP="00D523CD">
      <w:pPr>
        <w:ind w:left="720" w:firstLine="360"/>
        <w:jc w:val="both"/>
      </w:pPr>
      <w: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b/>
            <w:bCs/>
          </w:rPr>
          <w:t>Ошибка! Недопустимый объект гиперссылки.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B8737D" w:rsidRPr="00B32AA9" w:rsidRDefault="00B8737D" w:rsidP="00D523CD">
      <w:pPr>
        <w:ind w:left="720" w:firstLine="360"/>
        <w:jc w:val="both"/>
      </w:pPr>
      <w:r w:rsidRPr="00B32AA9">
        <w:t>Операторы МФЦ 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Результатом предоставления муниципальной услуги является:</w:t>
      </w:r>
    </w:p>
    <w:p w:rsidR="00B8737D" w:rsidRDefault="00B8737D" w:rsidP="00D523CD">
      <w:pPr>
        <w:ind w:left="360" w:right="113"/>
        <w:jc w:val="both"/>
      </w:pPr>
      <w:r>
        <w:t>- решение о присвоении, изменении и аннулировании адресов;</w:t>
      </w:r>
    </w:p>
    <w:p w:rsidR="00B8737D" w:rsidRDefault="00B8737D" w:rsidP="00D523CD">
      <w:pPr>
        <w:ind w:left="360" w:right="113"/>
        <w:jc w:val="both"/>
      </w:pPr>
      <w:r>
        <w:t xml:space="preserve">- отказ в выдаче решения о присвоении, изменении и аннулировании адресов. 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Срок предоставления муниципальной услуги: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Срок приостановления предоставления муниципальной услуги не более 14 дней.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Срок выдачи (направления) заявителю документов, являющихся результатом предоставления муниципальной услуги, составляет 12 календарных дней.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Правовые основания для предоставления муниципальной услуги</w:t>
      </w:r>
    </w:p>
    <w:p w:rsidR="00B8737D" w:rsidRDefault="00B8737D" w:rsidP="00D523CD">
      <w:pPr>
        <w:ind w:left="720"/>
        <w:jc w:val="both"/>
      </w:pPr>
      <w:r>
        <w:t xml:space="preserve">Предоставление муниципальной услуги осуществляется в соответствии с: </w:t>
      </w:r>
    </w:p>
    <w:p w:rsidR="00B8737D" w:rsidRDefault="00B8737D" w:rsidP="00D523CD">
      <w:pPr>
        <w:ind w:firstLine="720"/>
        <w:jc w:val="both"/>
      </w:pPr>
      <w:r>
        <w:t>- Конституцией Российской Федерации («Российская газета» 1993г № 237);</w:t>
      </w:r>
    </w:p>
    <w:p w:rsidR="00B8737D" w:rsidRDefault="00B8737D" w:rsidP="00D523CD">
      <w:pPr>
        <w:ind w:firstLine="720"/>
        <w:jc w:val="both"/>
      </w:pPr>
      <w: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B8737D" w:rsidRDefault="00B8737D" w:rsidP="00D523CD">
      <w:pPr>
        <w:ind w:firstLine="720"/>
        <w:jc w:val="both"/>
      </w:pPr>
      <w: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B8737D" w:rsidRDefault="00B8737D" w:rsidP="00D523CD">
      <w:pPr>
        <w:ind w:firstLine="720"/>
        <w:jc w:val="both"/>
      </w:pPr>
      <w:r>
        <w:t>- Уставом Морозовского сельсовета Искитимского района новосибирской области;</w:t>
      </w:r>
    </w:p>
    <w:p w:rsidR="00B8737D" w:rsidRDefault="00B8737D" w:rsidP="00D523CD">
      <w:pPr>
        <w:ind w:firstLine="720"/>
        <w:jc w:val="both"/>
      </w:pPr>
      <w: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168).</w:t>
      </w:r>
    </w:p>
    <w:p w:rsidR="00B8737D" w:rsidRDefault="00B8737D" w:rsidP="00D523CD">
      <w:pPr>
        <w:ind w:firstLine="709"/>
        <w:jc w:val="both"/>
      </w:pPr>
    </w:p>
    <w:p w:rsidR="00B8737D" w:rsidRDefault="00B8737D" w:rsidP="00D523CD">
      <w:pPr>
        <w:ind w:left="720"/>
        <w:jc w:val="both"/>
      </w:pPr>
    </w:p>
    <w:p w:rsidR="00B8737D" w:rsidRPr="00B32AA9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 xml:space="preserve">Полный перечень документов, необходимых для предоставления муниципальной услуги </w:t>
      </w:r>
      <w:r w:rsidRPr="00B32AA9">
        <w:t>- непосредственно оператору МФЦ в бумажном виде :</w:t>
      </w:r>
    </w:p>
    <w:p w:rsidR="00B8737D" w:rsidRDefault="00B8737D" w:rsidP="00D523CD">
      <w:pPr>
        <w:jc w:val="both"/>
      </w:pPr>
      <w:r>
        <w:t>В случае присвоения постоянного адреса объекту недвижимости:</w:t>
      </w:r>
    </w:p>
    <w:p w:rsidR="00B8737D" w:rsidRDefault="00B8737D" w:rsidP="00D523CD">
      <w:pPr>
        <w:ind w:firstLine="720"/>
        <w:jc w:val="both"/>
      </w:pPr>
      <w:r>
        <w:t>- заявление о присвоении постоянного адреса объекту по форме согласно приложению 1;</w:t>
      </w:r>
    </w:p>
    <w:p w:rsidR="00B8737D" w:rsidRDefault="00B8737D" w:rsidP="00D523CD">
      <w:pPr>
        <w:ind w:left="708"/>
        <w:jc w:val="both"/>
      </w:pPr>
      <w:r>
        <w:t xml:space="preserve">- документ, удостоверяющий личность физического лица; </w:t>
      </w:r>
    </w:p>
    <w:p w:rsidR="00B8737D" w:rsidRDefault="00B8737D" w:rsidP="00D523CD">
      <w:pPr>
        <w:ind w:left="708"/>
        <w:jc w:val="both"/>
      </w:pPr>
      <w:r>
        <w:t>- свидетельство о регистрации юридического лица;</w:t>
      </w:r>
    </w:p>
    <w:p w:rsidR="00B8737D" w:rsidRDefault="00B8737D" w:rsidP="00D523CD">
      <w:pPr>
        <w:ind w:firstLine="720"/>
        <w:jc w:val="both"/>
      </w:pPr>
      <w:r>
        <w:t>- правоустанавливающие (правоудостоверяющие) документы на объект (подлинники или засвидетельствованные в нотариальном порядке копии);</w:t>
      </w:r>
    </w:p>
    <w:p w:rsidR="00B8737D" w:rsidRDefault="00B8737D" w:rsidP="00D523CD">
      <w:pPr>
        <w:ind w:firstLine="720"/>
        <w:jc w:val="both"/>
      </w:pPr>
      <w:r>
        <w:t>- технический паспорт адресуемого объекта или иной документ о технической инвентаризации в соответствии с действующим законодательством;</w:t>
      </w:r>
    </w:p>
    <w:p w:rsidR="00B8737D" w:rsidRDefault="00B8737D" w:rsidP="00D523CD">
      <w:pPr>
        <w:ind w:firstLine="720"/>
        <w:jc w:val="both"/>
      </w:pPr>
      <w:r>
        <w:t>- разрешение на ввод объекта в эксплуатацию или решение суда о признании права собственности;</w:t>
      </w:r>
    </w:p>
    <w:p w:rsidR="00B8737D" w:rsidRDefault="00B8737D" w:rsidP="00D523CD">
      <w:pPr>
        <w:ind w:firstLine="720"/>
        <w:jc w:val="both"/>
      </w:pPr>
      <w:r>
        <w:t>- схема, отображающая расположение законченного строительством объекта в границах земельного участка, выполненная на основе дежурного топографического плана земельного участка в масштабе 1:500.</w:t>
      </w:r>
    </w:p>
    <w:p w:rsidR="00B8737D" w:rsidRDefault="00B8737D" w:rsidP="00D523CD">
      <w:pPr>
        <w:ind w:firstLine="720"/>
        <w:jc w:val="both"/>
      </w:pPr>
    </w:p>
    <w:p w:rsidR="00B8737D" w:rsidRDefault="00B8737D" w:rsidP="00D523CD">
      <w:pPr>
        <w:ind w:firstLine="720"/>
        <w:jc w:val="both"/>
      </w:pPr>
      <w:r>
        <w:t>В случае присвоения предварительного (строительного) адреса:</w:t>
      </w:r>
    </w:p>
    <w:p w:rsidR="00B8737D" w:rsidRDefault="00B8737D" w:rsidP="00D523CD">
      <w:pPr>
        <w:ind w:firstLine="720"/>
        <w:jc w:val="both"/>
      </w:pPr>
      <w:r>
        <w:t>- заявление о присвоении предварительного (строительного) адреса объекту по форме согласно приложению 2;</w:t>
      </w:r>
    </w:p>
    <w:p w:rsidR="00B8737D" w:rsidRDefault="00B8737D" w:rsidP="00D523CD">
      <w:pPr>
        <w:ind w:left="708"/>
        <w:jc w:val="both"/>
      </w:pPr>
      <w:r>
        <w:t xml:space="preserve">- документ, удостоверяющий личность физического лица; </w:t>
      </w:r>
    </w:p>
    <w:p w:rsidR="00B8737D" w:rsidRDefault="00B8737D" w:rsidP="00D523CD">
      <w:pPr>
        <w:ind w:left="708"/>
        <w:jc w:val="both"/>
      </w:pPr>
      <w:r>
        <w:t>- свидетельство о регистрации юридического лица;</w:t>
      </w:r>
    </w:p>
    <w:p w:rsidR="00B8737D" w:rsidRDefault="00B8737D" w:rsidP="00D523CD">
      <w:pPr>
        <w:ind w:firstLine="720"/>
        <w:jc w:val="both"/>
      </w:pPr>
      <w:r>
        <w:t>- правоустанавливающие (правоудостоверяющие) документы на земельный участок (подлинники или засвидетельствованные в нотариальном порядке копии);</w:t>
      </w:r>
    </w:p>
    <w:p w:rsidR="00B8737D" w:rsidRDefault="00B8737D" w:rsidP="00D523CD">
      <w:pPr>
        <w:ind w:firstLine="709"/>
      </w:pPr>
      <w:r>
        <w:t>- разрешение на строительство объекта (при предоставлении строительного адреса);</w:t>
      </w:r>
    </w:p>
    <w:p w:rsidR="00B8737D" w:rsidRDefault="00B8737D" w:rsidP="00D523CD">
      <w:pPr>
        <w:ind w:firstLine="709"/>
        <w:jc w:val="both"/>
      </w:pPr>
      <w:r>
        <w:t xml:space="preserve">- схема планировочной организации земельного участка, выполненная на основе дежурного топографического плана земельного участка в масштабе 1:500. </w:t>
      </w:r>
    </w:p>
    <w:p w:rsidR="00B8737D" w:rsidRDefault="00B8737D" w:rsidP="00D523CD">
      <w:pPr>
        <w:ind w:firstLine="709"/>
        <w:jc w:val="both"/>
      </w:pPr>
    </w:p>
    <w:p w:rsidR="00B8737D" w:rsidRDefault="00B8737D" w:rsidP="00D523CD">
      <w:pPr>
        <w:ind w:firstLine="709"/>
        <w:jc w:val="both"/>
      </w:pPr>
      <w:r>
        <w:t>В случае изменения адреса:</w:t>
      </w:r>
    </w:p>
    <w:p w:rsidR="00B8737D" w:rsidRDefault="00B8737D" w:rsidP="00D523CD">
      <w:pPr>
        <w:ind w:firstLine="720"/>
        <w:jc w:val="both"/>
      </w:pPr>
      <w:r>
        <w:t>- заявление об изменении адреса объекту по форме согласно приложению 3;</w:t>
      </w:r>
    </w:p>
    <w:p w:rsidR="00B8737D" w:rsidRDefault="00B8737D" w:rsidP="00D523CD">
      <w:pPr>
        <w:ind w:left="708"/>
        <w:jc w:val="both"/>
      </w:pPr>
      <w:r>
        <w:t xml:space="preserve">- документ, удостоверяющий личность физического лица; </w:t>
      </w:r>
    </w:p>
    <w:p w:rsidR="00B8737D" w:rsidRDefault="00B8737D" w:rsidP="00D523CD">
      <w:pPr>
        <w:ind w:left="708"/>
        <w:jc w:val="both"/>
      </w:pPr>
      <w:r>
        <w:t>- свидетельство о регистрации юридического лица;</w:t>
      </w:r>
    </w:p>
    <w:p w:rsidR="00B8737D" w:rsidRDefault="00B8737D" w:rsidP="00D523CD">
      <w:pPr>
        <w:ind w:firstLine="720"/>
        <w:jc w:val="both"/>
      </w:pPr>
      <w:r>
        <w:t>- правоустанавливающие (правоудостоверяющие) документы на объекты (подлинники или засвидетельствованные в нотариальном порядке копии);</w:t>
      </w:r>
    </w:p>
    <w:p w:rsidR="00B8737D" w:rsidRDefault="00B8737D" w:rsidP="00D523CD">
      <w:pPr>
        <w:ind w:firstLine="709"/>
        <w:jc w:val="both"/>
      </w:pPr>
      <w:r>
        <w:t>- схема, отображающая расположение объекта в границах земельного участка, выполненная на основе дежурного топографического плана масштаба 1:500.</w:t>
      </w:r>
    </w:p>
    <w:p w:rsidR="00B8737D" w:rsidRDefault="00B8737D" w:rsidP="00D523CD">
      <w:pPr>
        <w:ind w:firstLine="709"/>
        <w:jc w:val="both"/>
      </w:pPr>
      <w:r>
        <w:t>- разрешение на ввод объекта недвижимости в эксплуатацию (в случаях, если требуется в соответствии с федеральным законодательством);</w:t>
      </w:r>
    </w:p>
    <w:p w:rsidR="00B8737D" w:rsidRDefault="00B8737D" w:rsidP="00D523CD">
      <w:pPr>
        <w:ind w:firstLine="709"/>
        <w:jc w:val="both"/>
      </w:pPr>
      <w:r>
        <w:t>- документы о предыдущих адресах объекта и реквизиты документов об их присвоении.</w:t>
      </w:r>
    </w:p>
    <w:p w:rsidR="00B8737D" w:rsidRDefault="00B8737D" w:rsidP="00D523CD">
      <w:pPr>
        <w:ind w:firstLine="709"/>
        <w:jc w:val="both"/>
      </w:pPr>
    </w:p>
    <w:p w:rsidR="00B8737D" w:rsidRDefault="00B8737D" w:rsidP="00D523CD">
      <w:pPr>
        <w:ind w:firstLine="720"/>
        <w:jc w:val="both"/>
      </w:pPr>
      <w:r>
        <w:t>В случае аннулирования адреса:</w:t>
      </w:r>
    </w:p>
    <w:p w:rsidR="00B8737D" w:rsidRDefault="00B8737D" w:rsidP="00D523CD">
      <w:pPr>
        <w:ind w:firstLine="720"/>
        <w:jc w:val="both"/>
      </w:pPr>
      <w:r>
        <w:t>- заявление об аннулировании адреса объекту по форме согласно приложению 4;</w:t>
      </w:r>
    </w:p>
    <w:p w:rsidR="00B8737D" w:rsidRDefault="00B8737D" w:rsidP="00D523CD">
      <w:pPr>
        <w:ind w:left="708"/>
        <w:jc w:val="both"/>
      </w:pPr>
      <w:r>
        <w:t xml:space="preserve">- документ, удостоверяющий личность физического лица; </w:t>
      </w:r>
    </w:p>
    <w:p w:rsidR="00B8737D" w:rsidRDefault="00B8737D" w:rsidP="00D523CD">
      <w:pPr>
        <w:ind w:left="708"/>
        <w:jc w:val="both"/>
      </w:pPr>
      <w:r>
        <w:t>- свидетельство о регистрации юридического лица;</w:t>
      </w:r>
    </w:p>
    <w:p w:rsidR="00B8737D" w:rsidRDefault="00B8737D" w:rsidP="00D523CD">
      <w:pPr>
        <w:ind w:firstLine="709"/>
        <w:jc w:val="both"/>
      </w:pPr>
      <w:r>
        <w:t>- схема территории, на которой располагался снесенный (разрушенный) объект, выполненная на основе дежурного топографического плана земельного участка масштаба 1:500;</w:t>
      </w:r>
    </w:p>
    <w:p w:rsidR="00B8737D" w:rsidRDefault="00B8737D" w:rsidP="00B32AA9">
      <w:pPr>
        <w:ind w:firstLine="709"/>
        <w:jc w:val="both"/>
      </w:pPr>
      <w:r>
        <w:t>- справка о сносе (разрушении) объекта или разделе объекта на части.</w:t>
      </w:r>
    </w:p>
    <w:p w:rsidR="00B8737D" w:rsidRDefault="00B8737D" w:rsidP="00D523CD">
      <w:pPr>
        <w:autoSpaceDE w:val="0"/>
        <w:autoSpaceDN w:val="0"/>
        <w:adjustRightInd w:val="0"/>
        <w:ind w:left="1418"/>
        <w:jc w:val="both"/>
      </w:pPr>
      <w:r>
        <w:t xml:space="preserve">В случае, если документы подает представитель заявителя, дополнительно предоставляются: </w:t>
      </w:r>
    </w:p>
    <w:p w:rsidR="00B8737D" w:rsidRDefault="00B8737D" w:rsidP="00D523CD">
      <w:pPr>
        <w:autoSpaceDE w:val="0"/>
        <w:autoSpaceDN w:val="0"/>
        <w:adjustRightInd w:val="0"/>
        <w:ind w:left="1418"/>
        <w:jc w:val="both"/>
      </w:pPr>
      <w:r>
        <w:t>- документ, удостоверяющий личность представителя заявителя (копия);</w:t>
      </w:r>
    </w:p>
    <w:p w:rsidR="00B8737D" w:rsidRDefault="00B8737D" w:rsidP="00D523CD">
      <w:pPr>
        <w:autoSpaceDE w:val="0"/>
        <w:autoSpaceDN w:val="0"/>
        <w:adjustRightInd w:val="0"/>
        <w:ind w:left="1418"/>
        <w:jc w:val="both"/>
      </w:pPr>
      <w:r>
        <w:t>- надлежащим образом заверенная доверенность (копия).</w:t>
      </w:r>
    </w:p>
    <w:p w:rsidR="00B8737D" w:rsidRPr="00B32AA9" w:rsidRDefault="00B8737D" w:rsidP="00D523CD">
      <w:pPr>
        <w:jc w:val="both"/>
      </w:pPr>
    </w:p>
    <w:p w:rsidR="00B8737D" w:rsidRPr="00B32AA9" w:rsidRDefault="00B8737D" w:rsidP="00D523CD">
      <w:pPr>
        <w:jc w:val="both"/>
        <w:rPr>
          <w:color w:val="auto"/>
        </w:rPr>
      </w:pPr>
      <w:r w:rsidRPr="00B32AA9">
        <w:rPr>
          <w:color w:val="auto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B8737D" w:rsidRPr="00B32AA9" w:rsidRDefault="00B8737D" w:rsidP="00D523CD">
      <w:pPr>
        <w:jc w:val="both"/>
      </w:pPr>
    </w:p>
    <w:p w:rsidR="00B8737D" w:rsidRDefault="00B8737D" w:rsidP="00D523CD">
      <w:pPr>
        <w:numPr>
          <w:ilvl w:val="2"/>
          <w:numId w:val="2"/>
        </w:numPr>
        <w:jc w:val="both"/>
        <w:rPr>
          <w:color w:val="auto"/>
        </w:rPr>
      </w:pPr>
      <w:r>
        <w:rPr>
          <w:color w:val="auto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B8737D" w:rsidRDefault="00B8737D" w:rsidP="00D523CD">
      <w:pPr>
        <w:ind w:left="360"/>
        <w:jc w:val="both"/>
      </w:pPr>
      <w:r>
        <w:t>В случае присвоения постоянного адреса объекту недвижимости:</w:t>
      </w:r>
    </w:p>
    <w:p w:rsidR="00B8737D" w:rsidRDefault="00B8737D" w:rsidP="00D523CD">
      <w:pPr>
        <w:ind w:left="360"/>
        <w:jc w:val="both"/>
      </w:pPr>
      <w:r>
        <w:t>- заявление о присвоении постоянного адреса объекту по форме согласно приложению 1;</w:t>
      </w:r>
    </w:p>
    <w:p w:rsidR="00B8737D" w:rsidRDefault="00B8737D" w:rsidP="00D523CD">
      <w:pPr>
        <w:ind w:left="360"/>
        <w:jc w:val="both"/>
      </w:pPr>
      <w:r>
        <w:t xml:space="preserve">- документ, удостоверяющий личность физического лица; </w:t>
      </w:r>
    </w:p>
    <w:p w:rsidR="00B8737D" w:rsidRDefault="00B8737D" w:rsidP="00D523CD">
      <w:pPr>
        <w:ind w:left="360"/>
        <w:jc w:val="both"/>
      </w:pPr>
      <w:r>
        <w:t>- разрешение на ввод объекта в эксплуатацию или решение суда о признании права собственности;</w:t>
      </w:r>
    </w:p>
    <w:p w:rsidR="00B8737D" w:rsidRDefault="00B8737D" w:rsidP="00D523CD">
      <w:pPr>
        <w:ind w:left="360"/>
        <w:jc w:val="both"/>
      </w:pPr>
      <w:r>
        <w:t>- схема, отображающая расположение законченного строительством объекта в границах земельного участка, выполненная на основе дежурного топографического плана земельного участка в масштабе 1:500.</w:t>
      </w:r>
    </w:p>
    <w:p w:rsidR="00B8737D" w:rsidRDefault="00B8737D" w:rsidP="00D523CD">
      <w:pPr>
        <w:ind w:left="360"/>
        <w:jc w:val="both"/>
      </w:pPr>
    </w:p>
    <w:p w:rsidR="00B8737D" w:rsidRDefault="00B8737D" w:rsidP="00D523CD">
      <w:pPr>
        <w:ind w:left="360"/>
        <w:jc w:val="both"/>
      </w:pPr>
      <w:r>
        <w:t>В случае присвоения предварительного (строительного) адреса:</w:t>
      </w:r>
    </w:p>
    <w:p w:rsidR="00B8737D" w:rsidRDefault="00B8737D" w:rsidP="00D523CD">
      <w:pPr>
        <w:ind w:left="360"/>
        <w:jc w:val="both"/>
      </w:pPr>
      <w:r>
        <w:t>- заявление о присвоении предварительного (строительного) адреса объекту по форме согласно приложению 2;</w:t>
      </w:r>
    </w:p>
    <w:p w:rsidR="00B8737D" w:rsidRDefault="00B8737D" w:rsidP="00D523CD">
      <w:pPr>
        <w:ind w:left="360"/>
        <w:jc w:val="both"/>
      </w:pPr>
      <w:r>
        <w:t xml:space="preserve">- документ, удостоверяющий личность физического лица; </w:t>
      </w:r>
    </w:p>
    <w:p w:rsidR="00B8737D" w:rsidRDefault="00B8737D" w:rsidP="00D523CD">
      <w:pPr>
        <w:ind w:left="360"/>
      </w:pPr>
      <w:r>
        <w:t>- разрешение на строительство объекта (при предоставлении строительного адреса);</w:t>
      </w:r>
    </w:p>
    <w:p w:rsidR="00B8737D" w:rsidRDefault="00B8737D" w:rsidP="00D523CD">
      <w:pPr>
        <w:ind w:left="360"/>
        <w:jc w:val="both"/>
      </w:pPr>
      <w:r>
        <w:t xml:space="preserve">- схема планировочной организации земельного участка, выполненная на основе дежурного топографического плана земельного участка в масштабе 1:500. </w:t>
      </w:r>
    </w:p>
    <w:p w:rsidR="00B8737D" w:rsidRPr="00B32AA9" w:rsidRDefault="00B8737D" w:rsidP="005E4FA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32AA9">
        <w:rPr>
          <w:rFonts w:ascii="Times New Roman" w:hAnsi="Times New Roman" w:cs="Times New Roman"/>
          <w:b w:val="0"/>
          <w:bCs w:val="0"/>
          <w:sz w:val="28"/>
          <w:szCs w:val="28"/>
        </w:rPr>
        <w:t>2.6.2. Предоставление муниципальной услуги возможно на базе МФЦ (при наличии).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(при наличии) в соответствии с регламентом работы МФЦ (при наличии).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заявителю.</w:t>
      </w:r>
    </w:p>
    <w:p w:rsidR="00B8737D" w:rsidRPr="00B32AA9" w:rsidRDefault="00B8737D" w:rsidP="00D523CD">
      <w:pPr>
        <w:ind w:left="360"/>
        <w:jc w:val="both"/>
      </w:pPr>
      <w:r w:rsidRPr="00B32AA9"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B8737D" w:rsidRPr="00B32AA9" w:rsidRDefault="00B8737D" w:rsidP="00D523CD">
      <w:pPr>
        <w:ind w:left="360"/>
        <w:jc w:val="both"/>
      </w:pPr>
      <w:r w:rsidRPr="00B32AA9">
        <w:t>Предоставление муниципальной услуги с использованием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форме.</w:t>
      </w:r>
    </w:p>
    <w:p w:rsidR="00B8737D" w:rsidRDefault="00B8737D" w:rsidP="00D523CD">
      <w:pPr>
        <w:ind w:left="360"/>
        <w:jc w:val="both"/>
      </w:pPr>
      <w:r>
        <w:t>В случае изменения адреса:</w:t>
      </w:r>
    </w:p>
    <w:p w:rsidR="00B8737D" w:rsidRDefault="00B8737D" w:rsidP="00D523CD">
      <w:pPr>
        <w:ind w:left="360"/>
        <w:jc w:val="both"/>
      </w:pPr>
      <w:r>
        <w:t>- заявление об изменении адреса объекту по форме согласно приложению 3;</w:t>
      </w:r>
    </w:p>
    <w:p w:rsidR="00B8737D" w:rsidRDefault="00B8737D" w:rsidP="00D523CD">
      <w:pPr>
        <w:ind w:left="360"/>
        <w:jc w:val="both"/>
      </w:pPr>
      <w:r>
        <w:t xml:space="preserve">- документ, удостоверяющий личность физического лица; </w:t>
      </w:r>
    </w:p>
    <w:p w:rsidR="00B8737D" w:rsidRDefault="00B8737D" w:rsidP="00D523CD">
      <w:pPr>
        <w:ind w:left="360"/>
        <w:jc w:val="both"/>
      </w:pPr>
      <w:r>
        <w:t>- схема, отображающая расположение объекта в границах земельного участка, выполненная на основе дежурного топографического плана масштаба 1:500.</w:t>
      </w:r>
    </w:p>
    <w:p w:rsidR="00B8737D" w:rsidRDefault="00B8737D" w:rsidP="00D523CD">
      <w:pPr>
        <w:ind w:left="360"/>
        <w:jc w:val="both"/>
      </w:pPr>
      <w:r>
        <w:t>- разрешение на ввод объекта недвижимости в эксплуатацию (в случаях, если требуется в соответствии с федеральным законодательством);</w:t>
      </w:r>
    </w:p>
    <w:p w:rsidR="00B8737D" w:rsidRDefault="00B8737D" w:rsidP="00D523CD">
      <w:pPr>
        <w:ind w:left="360"/>
        <w:jc w:val="both"/>
      </w:pPr>
      <w:r>
        <w:t>- документы о предыдущих адресах объекта и реквизиты документов об их присвоении.</w:t>
      </w:r>
    </w:p>
    <w:p w:rsidR="00B8737D" w:rsidRDefault="00B8737D" w:rsidP="00D523CD">
      <w:pPr>
        <w:ind w:left="360"/>
        <w:jc w:val="both"/>
      </w:pPr>
    </w:p>
    <w:p w:rsidR="00B8737D" w:rsidRDefault="00B8737D" w:rsidP="00D523CD">
      <w:pPr>
        <w:ind w:left="360"/>
        <w:jc w:val="both"/>
      </w:pPr>
      <w:r>
        <w:t>В случае аннулирования адреса:</w:t>
      </w:r>
    </w:p>
    <w:p w:rsidR="00B8737D" w:rsidRDefault="00B8737D" w:rsidP="00D523CD">
      <w:pPr>
        <w:ind w:left="360"/>
        <w:jc w:val="both"/>
      </w:pPr>
      <w:r>
        <w:t>- заявление об аннулировании адреса объекту по форме согласно приложению 4;</w:t>
      </w:r>
    </w:p>
    <w:p w:rsidR="00B8737D" w:rsidRDefault="00B8737D" w:rsidP="00D523CD">
      <w:pPr>
        <w:ind w:left="360"/>
        <w:jc w:val="both"/>
      </w:pPr>
      <w:r>
        <w:t xml:space="preserve">- документ, удостоверяющий личность физического лица; </w:t>
      </w:r>
    </w:p>
    <w:p w:rsidR="00B8737D" w:rsidRPr="00B32AA9" w:rsidRDefault="00B8737D" w:rsidP="00B32AA9">
      <w:pPr>
        <w:ind w:left="360"/>
        <w:jc w:val="both"/>
      </w:pPr>
      <w:r>
        <w:t>- схема территории, на которой располагался снесенный (разрушенный) объект, выполненная на основе дежурного топографического плана земельного участка масштаба 1:500;</w:t>
      </w:r>
    </w:p>
    <w:p w:rsidR="00B8737D" w:rsidRDefault="00B8737D" w:rsidP="00D523CD">
      <w:pPr>
        <w:autoSpaceDE w:val="0"/>
        <w:autoSpaceDN w:val="0"/>
        <w:adjustRightInd w:val="0"/>
        <w:ind w:left="1418"/>
        <w:jc w:val="both"/>
      </w:pPr>
      <w:r>
        <w:t xml:space="preserve">В случае, если документы подает представитель заявителя, дополнительно предоставляются: </w:t>
      </w:r>
    </w:p>
    <w:p w:rsidR="00B8737D" w:rsidRDefault="00B8737D" w:rsidP="00D523CD">
      <w:pPr>
        <w:autoSpaceDE w:val="0"/>
        <w:autoSpaceDN w:val="0"/>
        <w:adjustRightInd w:val="0"/>
        <w:ind w:left="1418"/>
        <w:jc w:val="both"/>
      </w:pPr>
      <w:r>
        <w:t>- документ, удостоверяющий личность представителя заявителя (копия);</w:t>
      </w:r>
    </w:p>
    <w:p w:rsidR="00B8737D" w:rsidRDefault="00B8737D" w:rsidP="00B32AA9">
      <w:pPr>
        <w:autoSpaceDE w:val="0"/>
        <w:autoSpaceDN w:val="0"/>
        <w:adjustRightInd w:val="0"/>
        <w:ind w:left="1418"/>
        <w:jc w:val="both"/>
      </w:pPr>
      <w:r>
        <w:t>- надлежащим образом заверенная доверенность (копия).</w:t>
      </w:r>
    </w:p>
    <w:p w:rsidR="00B8737D" w:rsidRDefault="00B8737D" w:rsidP="00D523CD">
      <w:pPr>
        <w:numPr>
          <w:ilvl w:val="1"/>
          <w:numId w:val="2"/>
        </w:numPr>
        <w:jc w:val="both"/>
        <w:rPr>
          <w:color w:val="auto"/>
        </w:rPr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>, истребуемых сотрудниками администрации Морозовского сельсовета самостоятельно, или предоставляемых заявителем по желанию (с 01.07.2012 г.):</w:t>
      </w:r>
    </w:p>
    <w:p w:rsidR="00B8737D" w:rsidRDefault="00B8737D" w:rsidP="00D523CD">
      <w:pPr>
        <w:ind w:left="720"/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юридических лиц;</w:t>
      </w:r>
    </w:p>
    <w:p w:rsidR="00B8737D" w:rsidRDefault="00B8737D" w:rsidP="00D523CD">
      <w:pPr>
        <w:ind w:left="720"/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индивидуальных предпринимателей;</w:t>
      </w:r>
    </w:p>
    <w:p w:rsidR="00B8737D" w:rsidRDefault="00B8737D" w:rsidP="00D523CD">
      <w:pPr>
        <w:ind w:left="720"/>
        <w:jc w:val="both"/>
        <w:rPr>
          <w:color w:val="auto"/>
        </w:rPr>
      </w:pPr>
      <w:r>
        <w:rPr>
          <w:color w:val="auto"/>
        </w:rPr>
        <w:t>- правоустанавливающие документы на объект недвижимости;</w:t>
      </w:r>
    </w:p>
    <w:p w:rsidR="00B8737D" w:rsidRPr="00B32AA9" w:rsidRDefault="00B8737D" w:rsidP="00B32AA9">
      <w:pPr>
        <w:ind w:left="720"/>
        <w:jc w:val="both"/>
        <w:rPr>
          <w:color w:val="auto"/>
        </w:rPr>
      </w:pPr>
      <w:r>
        <w:rPr>
          <w:color w:val="auto"/>
        </w:rPr>
        <w:t>- технический паспорт объекта.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Запрещается требовать от заявителя:</w:t>
      </w:r>
    </w:p>
    <w:p w:rsidR="00B8737D" w:rsidRDefault="00B8737D" w:rsidP="00D523CD">
      <w:pPr>
        <w:numPr>
          <w:ilvl w:val="5"/>
          <w:numId w:val="6"/>
        </w:numPr>
        <w:tabs>
          <w:tab w:val="num" w:pos="5231"/>
        </w:tabs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впункте 2.6.1 настоящего административного регламента.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B8737D" w:rsidRDefault="00B8737D" w:rsidP="00D523CD">
      <w:pPr>
        <w:ind w:firstLine="700"/>
      </w:pPr>
      <w:r>
        <w:t>Основаниями для отказа в приеме документов являются:</w:t>
      </w:r>
    </w:p>
    <w:p w:rsidR="00B8737D" w:rsidRDefault="00B8737D" w:rsidP="00D523CD">
      <w:pPr>
        <w:numPr>
          <w:ilvl w:val="0"/>
          <w:numId w:val="10"/>
        </w:numPr>
        <w:jc w:val="both"/>
      </w:pPr>
      <w: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B8737D" w:rsidRDefault="00B8737D" w:rsidP="00D523CD">
      <w:pPr>
        <w:numPr>
          <w:ilvl w:val="0"/>
          <w:numId w:val="10"/>
        </w:numPr>
        <w:jc w:val="both"/>
      </w:pPr>
      <w:r>
        <w:t>невозможность установления содержания представленных документов;</w:t>
      </w:r>
    </w:p>
    <w:p w:rsidR="00B8737D" w:rsidRDefault="00B8737D" w:rsidP="00D523CD">
      <w:pPr>
        <w:numPr>
          <w:ilvl w:val="0"/>
          <w:numId w:val="10"/>
        </w:numPr>
        <w:jc w:val="both"/>
      </w:pPr>
      <w:r>
        <w:t>представленные документы исполнены карандашом.</w:t>
      </w:r>
    </w:p>
    <w:p w:rsidR="00B8737D" w:rsidRDefault="00B8737D" w:rsidP="00D523CD">
      <w:pPr>
        <w:numPr>
          <w:ilvl w:val="1"/>
          <w:numId w:val="2"/>
        </w:numPr>
        <w:ind w:left="720" w:hanging="720"/>
        <w:jc w:val="both"/>
      </w:pPr>
      <w:r>
        <w:t>Основаниями для отказа в предоставлении муниципальной услуги</w:t>
      </w:r>
    </w:p>
    <w:p w:rsidR="00B8737D" w:rsidRDefault="00B8737D" w:rsidP="00D523CD">
      <w:pPr>
        <w:ind w:left="720"/>
        <w:jc w:val="both"/>
      </w:pPr>
      <w:r>
        <w:t>являются:</w:t>
      </w:r>
    </w:p>
    <w:p w:rsidR="00B8737D" w:rsidRDefault="00B8737D" w:rsidP="00D523CD">
      <w:pPr>
        <w:numPr>
          <w:ilvl w:val="0"/>
          <w:numId w:val="8"/>
        </w:numPr>
        <w:tabs>
          <w:tab w:val="num" w:pos="1080"/>
        </w:tabs>
        <w:ind w:left="1080"/>
        <w:jc w:val="both"/>
      </w:pPr>
      <w: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B8737D" w:rsidRDefault="00B8737D" w:rsidP="00D523CD">
      <w:pPr>
        <w:numPr>
          <w:ilvl w:val="0"/>
          <w:numId w:val="8"/>
        </w:numPr>
        <w:tabs>
          <w:tab w:val="num" w:pos="1080"/>
        </w:tabs>
        <w:ind w:left="1080"/>
        <w:jc w:val="both"/>
      </w:pPr>
      <w:r>
        <w:t>письменное заявление заявителя об отказе в предоставлении муниципальной  услуги;</w:t>
      </w:r>
    </w:p>
    <w:p w:rsidR="00B8737D" w:rsidRDefault="00B8737D" w:rsidP="00D523CD">
      <w:pPr>
        <w:numPr>
          <w:ilvl w:val="0"/>
          <w:numId w:val="8"/>
        </w:numPr>
        <w:tabs>
          <w:tab w:val="num" w:pos="1080"/>
        </w:tabs>
        <w:ind w:left="1080"/>
        <w:jc w:val="both"/>
      </w:pPr>
      <w:r>
        <w:t>отсутствие оснований, предусмотренных законодательством, для получения муниципальной услуги.</w:t>
      </w:r>
    </w:p>
    <w:p w:rsidR="00B8737D" w:rsidRDefault="00B8737D" w:rsidP="00D523CD">
      <w:pPr>
        <w:ind w:left="720"/>
        <w:jc w:val="both"/>
      </w:pPr>
    </w:p>
    <w:p w:rsidR="00B8737D" w:rsidRDefault="00B8737D" w:rsidP="00D523CD">
      <w:pPr>
        <w:ind w:left="720"/>
        <w:jc w:val="both"/>
      </w:pPr>
      <w: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B8737D" w:rsidRDefault="00B8737D" w:rsidP="00D523CD">
      <w:pPr>
        <w:numPr>
          <w:ilvl w:val="1"/>
          <w:numId w:val="2"/>
        </w:numPr>
        <w:jc w:val="both"/>
      </w:pPr>
      <w:r>
        <w:t>Услуги, являющиеся необходимыми и обязательными для предоставления муниципальной услуги: -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B8737D" w:rsidRDefault="00B8737D" w:rsidP="00D523CD">
      <w:pPr>
        <w:tabs>
          <w:tab w:val="left" w:pos="540"/>
        </w:tabs>
        <w:ind w:left="720"/>
        <w:jc w:val="both"/>
      </w:pPr>
      <w:r>
        <w:t>Муниципальная услуга предоставляется бесплатно.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B8737D" w:rsidRDefault="00B8737D" w:rsidP="00D523CD">
      <w:pPr>
        <w:ind w:left="720"/>
        <w:jc w:val="both"/>
      </w:pPr>
      <w: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 xml:space="preserve">Максимальное время ожидания в очереди при подаче заявления о предоставлении муниципальной услуги не может превышать </w:t>
      </w:r>
      <w:r w:rsidRPr="005E4FAB">
        <w:rPr>
          <w:i/>
          <w:iCs/>
        </w:rPr>
        <w:t>15 минут</w:t>
      </w:r>
      <w:r>
        <w:t>.</w:t>
      </w:r>
    </w:p>
    <w:p w:rsidR="00B8737D" w:rsidRDefault="00B8737D" w:rsidP="00D523CD">
      <w:pPr>
        <w:ind w:left="720"/>
        <w:jc w:val="both"/>
      </w:pPr>
      <w: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 xml:space="preserve">Срок и порядок регистрации запроса заявителя о предоставлении муниципальной услуги и услуги: </w:t>
      </w:r>
    </w:p>
    <w:p w:rsidR="00B8737D" w:rsidRDefault="00B8737D" w:rsidP="00D523CD">
      <w:pPr>
        <w:ind w:left="720" w:hanging="2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B8737D" w:rsidRDefault="00B8737D" w:rsidP="00D523CD">
      <w:pPr>
        <w:ind w:left="720" w:hanging="20"/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Требования к помещениям, в которых предоставляется муниципальная услуга: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В Администрации Морозовского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соблюдение санитарно-эпидемиологических правил и нормативов, правил противопожарной безопасности;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Требования к местам для ожидания: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в местах для ожидания предусматриваются места для получения информации о муниципальной услуге.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Требования к местам для получения информации о муниципальной услуге: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Требования к местам приема заявителей: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Показатели качества и доступности предоставления муниципальной услуги: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Показатели качества муниципальной услуги: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выполнение должностными лицами, сотрудниками администрации Морозовского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отсутствие обоснованных жалоб на действия (бездействие) должностных лиц, сотрудников администрации Морозовского сельсовета при предоставлении муниципальной услуги.</w:t>
      </w:r>
    </w:p>
    <w:p w:rsidR="00B8737D" w:rsidRDefault="00B8737D" w:rsidP="00D523CD">
      <w:pPr>
        <w:numPr>
          <w:ilvl w:val="2"/>
          <w:numId w:val="2"/>
        </w:numPr>
        <w:jc w:val="both"/>
      </w:pPr>
      <w:r>
        <w:t>Показатели доступности предоставления муниципальной услуги: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доля заявителей, получивших присвоение, изменение или аннулирование адресов объектов недвижимости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Морозовского сельсовета, «Едином портале государственных и муниципальных услуг (функций)»;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пешеходная доступность от остановок общественного транспорта до, здания администрации сельсовета;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B8737D" w:rsidRDefault="00B8737D" w:rsidP="00D523CD">
      <w:pPr>
        <w:numPr>
          <w:ilvl w:val="0"/>
          <w:numId w:val="8"/>
        </w:numPr>
        <w:tabs>
          <w:tab w:val="num" w:pos="2160"/>
        </w:tabs>
        <w:ind w:left="2160"/>
        <w:jc w:val="both"/>
      </w:pPr>
      <w: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B8737D" w:rsidRDefault="00B8737D" w:rsidP="00D523CD">
      <w:pPr>
        <w:numPr>
          <w:ilvl w:val="1"/>
          <w:numId w:val="2"/>
        </w:numPr>
        <w:jc w:val="both"/>
      </w:pPr>
      <w: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B8737D" w:rsidRDefault="00B8737D" w:rsidP="00D523CD">
      <w:pPr>
        <w:ind w:left="360"/>
        <w:jc w:val="both"/>
      </w:pPr>
    </w:p>
    <w:p w:rsidR="00B8737D" w:rsidRDefault="00B8737D" w:rsidP="00D523CD">
      <w:pPr>
        <w:ind w:left="1069"/>
        <w:jc w:val="both"/>
      </w:pPr>
    </w:p>
    <w:p w:rsidR="00B8737D" w:rsidRDefault="00B8737D" w:rsidP="00D523CD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B8737D" w:rsidRDefault="00B8737D" w:rsidP="00D523CD">
      <w:pPr>
        <w:jc w:val="center"/>
      </w:pP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B8737D" w:rsidRDefault="00B8737D" w:rsidP="00D523CD">
      <w:pPr>
        <w:jc w:val="both"/>
      </w:pPr>
    </w:p>
    <w:p w:rsidR="00B8737D" w:rsidRDefault="00B8737D" w:rsidP="00D523CD">
      <w:pPr>
        <w:jc w:val="both"/>
      </w:pPr>
      <w:r>
        <w:t>- Прием и регистрация документов;</w:t>
      </w:r>
    </w:p>
    <w:p w:rsidR="00B8737D" w:rsidRDefault="00B8737D" w:rsidP="00D523CD">
      <w:pPr>
        <w:jc w:val="both"/>
      </w:pPr>
      <w:r>
        <w:t>- установление наличия права на получение муниципальной услуги и оформление итогового документа.</w:t>
      </w:r>
    </w:p>
    <w:p w:rsidR="00B8737D" w:rsidRPr="00B32AA9" w:rsidRDefault="00B8737D" w:rsidP="00D523CD">
      <w:pPr>
        <w:jc w:val="both"/>
      </w:pPr>
      <w:r w:rsidRPr="00B32AA9">
        <w:t>В случае представления заявления и документов, необходимых для предоставления муниципальной услуги через МФЦ (при наличии),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B32AA9">
        <w:rPr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B32AA9"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B8737D" w:rsidRPr="00B32AA9" w:rsidRDefault="00B8737D" w:rsidP="00D523CD">
      <w:pPr>
        <w:jc w:val="both"/>
      </w:pPr>
      <w:r w:rsidRPr="00B32AA9"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представленные заявителем в традиционной форме.</w:t>
      </w:r>
    </w:p>
    <w:p w:rsidR="00B8737D" w:rsidRPr="00B32AA9" w:rsidRDefault="00B8737D" w:rsidP="00D523CD">
      <w:pPr>
        <w:jc w:val="both"/>
      </w:pPr>
      <w:r w:rsidRPr="00B32AA9">
        <w:t xml:space="preserve">При подаче заявления на оказание муниципальной услуги через МФЦ (при наличии), заявитель может получить сведения о ходе ее исполнения посредством </w:t>
      </w:r>
      <w:r w:rsidRPr="00B32AA9">
        <w:rPr>
          <w:lang w:val="en-US"/>
        </w:rPr>
        <w:t>call</w:t>
      </w:r>
      <w:r w:rsidRPr="00B32AA9">
        <w:t xml:space="preserve">-центра МФЦ и </w:t>
      </w:r>
      <w:r w:rsidRPr="00B32AA9">
        <w:rPr>
          <w:lang w:val="en-US"/>
        </w:rPr>
        <w:t>sms</w:t>
      </w:r>
      <w:r w:rsidRPr="00B32AA9">
        <w:t>-информирования.</w:t>
      </w:r>
    </w:p>
    <w:p w:rsidR="00B8737D" w:rsidRDefault="00B8737D" w:rsidP="00D523CD">
      <w:pPr>
        <w:jc w:val="both"/>
        <w:rPr>
          <w:color w:val="auto"/>
        </w:rPr>
      </w:pPr>
      <w:r>
        <w:rPr>
          <w:color w:val="auto"/>
        </w:rPr>
        <w:t>Блок-схема последовательности административных действий при предоставлении муниципальной услуги приведена в приложении №5 к настоящему административному регламенту</w:t>
      </w:r>
    </w:p>
    <w:p w:rsidR="00B8737D" w:rsidRPr="00B32AA9" w:rsidRDefault="00B8737D" w:rsidP="00D523CD">
      <w:pPr>
        <w:jc w:val="both"/>
        <w:rPr>
          <w:color w:val="auto"/>
        </w:rPr>
      </w:pPr>
      <w:r w:rsidRPr="00B32AA9">
        <w:rPr>
          <w:color w:val="auto"/>
        </w:rPr>
        <w:t>3.1.2.</w:t>
      </w:r>
      <w:r w:rsidRPr="00B32AA9">
        <w:t>При подаче заявления на оказание муниципальной услуги через МФЦ (при наличии),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  <w:rPr>
          <w:color w:val="auto"/>
        </w:rPr>
      </w:pPr>
      <w:r>
        <w:t>Сотрудником администрации сельсовета самостоятельно истребуются</w:t>
      </w:r>
      <w:r>
        <w:rPr>
          <w:color w:val="auto"/>
        </w:rPr>
        <w:t>по каналам межведомственного взаимодействия:</w:t>
      </w:r>
    </w:p>
    <w:p w:rsidR="00B8737D" w:rsidRDefault="00B8737D" w:rsidP="00D523CD">
      <w:pPr>
        <w:ind w:left="360"/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юридических лиц;</w:t>
      </w:r>
    </w:p>
    <w:p w:rsidR="00B8737D" w:rsidRDefault="00B8737D" w:rsidP="00D523CD">
      <w:pPr>
        <w:ind w:left="360"/>
        <w:jc w:val="both"/>
        <w:rPr>
          <w:color w:val="auto"/>
        </w:rPr>
      </w:pPr>
      <w:r>
        <w:rPr>
          <w:color w:val="auto"/>
        </w:rPr>
        <w:t>- сведения из единого государственного реестра индивидуальных предпринимателей;</w:t>
      </w:r>
    </w:p>
    <w:p w:rsidR="00B8737D" w:rsidRDefault="00B8737D" w:rsidP="00D523CD">
      <w:pPr>
        <w:ind w:left="360"/>
        <w:jc w:val="both"/>
        <w:rPr>
          <w:color w:val="auto"/>
        </w:rPr>
      </w:pPr>
      <w:r>
        <w:rPr>
          <w:color w:val="auto"/>
        </w:rPr>
        <w:t>- правоустанавливающие документы на объект недвижимости;</w:t>
      </w:r>
    </w:p>
    <w:p w:rsidR="00B8737D" w:rsidRDefault="00B8737D" w:rsidP="00D523CD">
      <w:pPr>
        <w:ind w:left="360"/>
        <w:jc w:val="both"/>
        <w:rPr>
          <w:color w:val="auto"/>
        </w:rPr>
      </w:pPr>
      <w:r>
        <w:rPr>
          <w:color w:val="auto"/>
        </w:rPr>
        <w:t>- технический паспорт объекта.</w:t>
      </w:r>
    </w:p>
    <w:p w:rsidR="00B8737D" w:rsidRDefault="00B8737D" w:rsidP="00D523CD">
      <w:pPr>
        <w:jc w:val="both"/>
        <w:rPr>
          <w:color w:val="auto"/>
        </w:rPr>
      </w:pPr>
    </w:p>
    <w:p w:rsidR="00B8737D" w:rsidRDefault="00B8737D" w:rsidP="00D523CD">
      <w:pPr>
        <w:numPr>
          <w:ilvl w:val="1"/>
          <w:numId w:val="2"/>
        </w:numPr>
        <w:jc w:val="both"/>
        <w:rPr>
          <w:color w:val="auto"/>
        </w:rPr>
      </w:pPr>
      <w:r>
        <w:rPr>
          <w:color w:val="auto"/>
        </w:rPr>
        <w:t xml:space="preserve"> Прием и регистрация документов.</w:t>
      </w:r>
    </w:p>
    <w:p w:rsidR="00B8737D" w:rsidRDefault="00B8737D" w:rsidP="00D523CD">
      <w:pPr>
        <w:ind w:left="360"/>
        <w:jc w:val="both"/>
      </w:pPr>
      <w:r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B8737D" w:rsidRDefault="00B8737D" w:rsidP="00D523CD">
      <w:pPr>
        <w:ind w:left="360"/>
        <w:jc w:val="both"/>
      </w:pPr>
      <w:r>
        <w:t>3.3.2. Специалист отдела, ответственный за прием документов (далее по тексту - специалист, ответственный за прием документов):</w:t>
      </w:r>
    </w:p>
    <w:p w:rsidR="00B8737D" w:rsidRDefault="00B8737D" w:rsidP="00D523CD">
      <w:pPr>
        <w:ind w:left="360"/>
        <w:jc w:val="both"/>
      </w:pPr>
      <w:r>
        <w:t>устанавливает предмет обращения, личность заявителя, полномочия представителя заявителя;</w:t>
      </w:r>
    </w:p>
    <w:p w:rsidR="00B8737D" w:rsidRDefault="00B8737D" w:rsidP="00D523CD">
      <w:pPr>
        <w:ind w:left="360"/>
        <w:jc w:val="both"/>
      </w:pPr>
      <w: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B8737D" w:rsidRDefault="00B8737D" w:rsidP="00D523CD">
      <w:pPr>
        <w:ind w:left="360"/>
        <w:jc w:val="both"/>
      </w:pPr>
      <w: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B8737D" w:rsidRDefault="00B8737D" w:rsidP="00D523CD">
      <w:pPr>
        <w:ind w:left="360"/>
        <w:jc w:val="both"/>
      </w:pPr>
      <w:r>
        <w:t>фамилии, имена и отчества заявителей, адреса регистрации написаны полностью;</w:t>
      </w:r>
    </w:p>
    <w:p w:rsidR="00B8737D" w:rsidRDefault="00B8737D" w:rsidP="00D523CD">
      <w:pPr>
        <w:ind w:left="360"/>
        <w:jc w:val="both"/>
      </w:pPr>
      <w:r>
        <w:t>в документах нет подчисток, приписок, зачеркнутых слов и иных неоговоренных исправлений;</w:t>
      </w:r>
    </w:p>
    <w:p w:rsidR="00B8737D" w:rsidRDefault="00B8737D" w:rsidP="00D523CD">
      <w:pPr>
        <w:ind w:left="360"/>
        <w:jc w:val="both"/>
      </w:pPr>
      <w:r>
        <w:t>документы не имеют серьезных повреждений, наличие которых не позволяет однозначно истолковать их содержание;</w:t>
      </w:r>
    </w:p>
    <w:p w:rsidR="00B8737D" w:rsidRDefault="00B8737D" w:rsidP="00D523CD">
      <w:pPr>
        <w:ind w:left="360"/>
        <w:jc w:val="both"/>
      </w:pPr>
      <w:r>
        <w:t>пакет представленных документов полностью укомплектован.</w:t>
      </w:r>
    </w:p>
    <w:p w:rsidR="00B8737D" w:rsidRDefault="00B8737D" w:rsidP="00D523CD">
      <w:pPr>
        <w:ind w:left="360"/>
        <w:jc w:val="both"/>
      </w:pPr>
      <w:r>
        <w:t>3.3.3.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B8737D" w:rsidRDefault="00B8737D" w:rsidP="00D523CD">
      <w:pPr>
        <w:ind w:left="360"/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B8737D" w:rsidRDefault="00B8737D" w:rsidP="00D523CD">
      <w:pPr>
        <w:ind w:left="360"/>
        <w:jc w:val="both"/>
      </w:pPr>
      <w:r>
        <w:t>3.3.4. Специалист, ответственный за прием документов, сверяет подлинники и копии документов, предоставленных заявителем.</w:t>
      </w:r>
    </w:p>
    <w:p w:rsidR="00B8737D" w:rsidRDefault="00B8737D" w:rsidP="00D523CD">
      <w:pPr>
        <w:ind w:left="360"/>
        <w:jc w:val="both"/>
      </w:pPr>
      <w:r>
        <w:t xml:space="preserve">3.3.5. Специалист, ответственный за прием документов, вносит записи в журналы личного приема и регистрации заявлений о предоставлении муниципальной услуги по форме согласно приложениям 7, 8. </w:t>
      </w:r>
    </w:p>
    <w:p w:rsidR="00B8737D" w:rsidRDefault="00B8737D" w:rsidP="00D523CD">
      <w:pPr>
        <w:ind w:left="360"/>
        <w:jc w:val="both"/>
      </w:pPr>
      <w: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B8737D" w:rsidRDefault="00B8737D" w:rsidP="00D523CD">
      <w:pPr>
        <w:ind w:left="360"/>
        <w:jc w:val="both"/>
      </w:pPr>
      <w:r>
        <w:t>3.3.6.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«Присвоение почтового, предварительного (строительного) адреса. Изменение или аннулирование адреса». В расписке указывается:</w:t>
      </w:r>
    </w:p>
    <w:p w:rsidR="00B8737D" w:rsidRDefault="00B8737D" w:rsidP="00D523CD">
      <w:pPr>
        <w:ind w:left="360"/>
        <w:jc w:val="both"/>
      </w:pPr>
      <w:r>
        <w:t>порядковый номер записи в журнале регистрации заявлений о предоставлении муниципальной услуги (регистрационный номер);</w:t>
      </w:r>
    </w:p>
    <w:p w:rsidR="00B8737D" w:rsidRDefault="00B8737D" w:rsidP="00D523CD">
      <w:pPr>
        <w:ind w:left="360"/>
        <w:jc w:val="both"/>
      </w:pPr>
      <w:r>
        <w:t>дата представления документов;</w:t>
      </w:r>
    </w:p>
    <w:p w:rsidR="00B8737D" w:rsidRDefault="00B8737D" w:rsidP="00D523CD">
      <w:pPr>
        <w:ind w:left="360"/>
        <w:jc w:val="both"/>
      </w:pPr>
      <w:r>
        <w:t xml:space="preserve">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B8737D" w:rsidRDefault="00B8737D" w:rsidP="00D523CD">
      <w:pPr>
        <w:ind w:left="360"/>
        <w:jc w:val="both"/>
      </w:pPr>
      <w:r>
        <w:t>подпись специалиста.</w:t>
      </w:r>
    </w:p>
    <w:p w:rsidR="00B8737D" w:rsidRDefault="00B8737D" w:rsidP="00D523CD">
      <w:pPr>
        <w:ind w:left="360"/>
        <w:jc w:val="both"/>
      </w:pPr>
      <w:r>
        <w:t>3.3.7. Специалист, ответственный за прием документов, передает их в установленном порядке для рассмотрения.</w:t>
      </w:r>
    </w:p>
    <w:p w:rsidR="00B8737D" w:rsidRDefault="00B8737D" w:rsidP="00D523CD">
      <w:pPr>
        <w:ind w:left="360"/>
        <w:jc w:val="both"/>
      </w:pPr>
      <w:r>
        <w:t>3.3.8.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B8737D" w:rsidRDefault="00B8737D" w:rsidP="00D523CD">
      <w:pPr>
        <w:ind w:left="360"/>
        <w:jc w:val="both"/>
      </w:pPr>
      <w:r>
        <w:t>Суммарная длительность административной процедуры - 30 минут.</w:t>
      </w:r>
    </w:p>
    <w:p w:rsidR="00B8737D" w:rsidRDefault="00B8737D" w:rsidP="00D523CD">
      <w:pPr>
        <w:ind w:left="720"/>
        <w:jc w:val="both"/>
        <w:rPr>
          <w:color w:val="auto"/>
        </w:rPr>
      </w:pPr>
    </w:p>
    <w:p w:rsidR="00B8737D" w:rsidRDefault="00B8737D" w:rsidP="00D523CD">
      <w:pPr>
        <w:numPr>
          <w:ilvl w:val="1"/>
          <w:numId w:val="2"/>
        </w:numPr>
        <w:jc w:val="both"/>
        <w:rPr>
          <w:color w:val="auto"/>
        </w:rPr>
      </w:pPr>
      <w:r>
        <w:rPr>
          <w:color w:val="auto"/>
        </w:rPr>
        <w:t xml:space="preserve"> Установление наличия права на получение муниципальной услуги и оформление итогового документа.</w:t>
      </w:r>
    </w:p>
    <w:p w:rsidR="00B8737D" w:rsidRDefault="00B8737D" w:rsidP="00D523CD">
      <w:pPr>
        <w:ind w:left="360"/>
        <w:jc w:val="both"/>
      </w:pPr>
      <w:r>
        <w:t>3.4.1. Основанием для начала рассмотрения документов, представленных для получения решения о присвоении, изменении и аннулировании адреса  (далее по тексту – представленные документы), является их поступление главе администрации.</w:t>
      </w:r>
    </w:p>
    <w:p w:rsidR="00B8737D" w:rsidRDefault="00B8737D" w:rsidP="00D523CD">
      <w:pPr>
        <w:ind w:left="360"/>
        <w:jc w:val="both"/>
      </w:pPr>
      <w:r>
        <w:t>3.4.2. Глава администрации направляет представленные документы специалисту администрации, ответственному за проверку представленных документов и подготовку проекта решения о присвоении, изменении и аннулировании адреса (далее – специалист, ответственный за проверку представленных документов и подготовку проекта разрешения).</w:t>
      </w:r>
    </w:p>
    <w:p w:rsidR="00B8737D" w:rsidRDefault="00B8737D" w:rsidP="00D523CD">
      <w:pPr>
        <w:ind w:left="360"/>
        <w:jc w:val="both"/>
      </w:pPr>
      <w:r>
        <w:t>Максимальный срок выполнения административного действия – 2 рабочих дня.</w:t>
      </w:r>
    </w:p>
    <w:p w:rsidR="00B8737D" w:rsidRDefault="00B8737D" w:rsidP="00D523CD">
      <w:pPr>
        <w:ind w:left="360"/>
        <w:jc w:val="both"/>
      </w:pPr>
      <w:r>
        <w:t>3.4.3. После получения документов специалист, ответственный за проверку представленных документов и подготовку проекта разрешения:</w:t>
      </w:r>
    </w:p>
    <w:p w:rsidR="00B8737D" w:rsidRDefault="00B8737D" w:rsidP="00D523CD">
      <w:pPr>
        <w:ind w:left="360"/>
        <w:jc w:val="both"/>
      </w:pPr>
      <w:r>
        <w:t>- регистрирует дело «Присвоение почтового, предварительного (строительного) адреса. Изменение или аннулирование адреса» по форме согласно приложению 9;</w:t>
      </w:r>
    </w:p>
    <w:p w:rsidR="00B8737D" w:rsidRDefault="00B8737D" w:rsidP="00D523CD">
      <w:pPr>
        <w:ind w:left="360"/>
        <w:jc w:val="both"/>
      </w:pPr>
      <w:r>
        <w:t>- вводит сведения в базу данных о заявителях;</w:t>
      </w:r>
    </w:p>
    <w:p w:rsidR="00B8737D" w:rsidRDefault="00B8737D" w:rsidP="00D523CD">
      <w:pPr>
        <w:ind w:left="360"/>
        <w:jc w:val="both"/>
      </w:pPr>
      <w:r>
        <w:t>- изучает представленные документы в целях выявления отсутствия противоречивой и недостоверной информации;</w:t>
      </w:r>
    </w:p>
    <w:p w:rsidR="00B8737D" w:rsidRDefault="00B8737D" w:rsidP="00D523CD">
      <w:pPr>
        <w:ind w:left="360"/>
        <w:jc w:val="both"/>
      </w:pPr>
      <w:r>
        <w:t>-  готовит в письменной форме проект решения о присвоении, изменении или аннулировании адреса, либо об отказе в выдаче такого решения с указанием причин.</w:t>
      </w:r>
    </w:p>
    <w:p w:rsidR="00B8737D" w:rsidRDefault="00B8737D" w:rsidP="00D523CD">
      <w:pPr>
        <w:ind w:left="360"/>
        <w:jc w:val="both"/>
      </w:pPr>
      <w:r>
        <w:t>Максимальный срок выполнения административного действия – 10 рабочих дней.</w:t>
      </w:r>
    </w:p>
    <w:p w:rsidR="00B8737D" w:rsidRDefault="00B8737D" w:rsidP="00D523CD">
      <w:pPr>
        <w:ind w:left="360"/>
        <w:jc w:val="both"/>
      </w:pPr>
      <w:r>
        <w:t>3.4.4. Результатом выполнения административной процедуры является подготовка проекта решения о присвоении, изменении или аннулировании адреса либо об отказе в выдаче такого решения с указанием причин и передача его на рассмотрение главе администрации.</w:t>
      </w:r>
    </w:p>
    <w:p w:rsidR="00B8737D" w:rsidRDefault="00B8737D" w:rsidP="00D523CD">
      <w:pPr>
        <w:ind w:left="360"/>
        <w:jc w:val="both"/>
      </w:pPr>
      <w:r>
        <w:t>Суммарная длительность административной процедуры составляет не более 12 рабочих дней.</w:t>
      </w:r>
    </w:p>
    <w:p w:rsidR="00B8737D" w:rsidRDefault="00B8737D" w:rsidP="00B32AA9">
      <w:pPr>
        <w:jc w:val="both"/>
      </w:pPr>
    </w:p>
    <w:p w:rsidR="00B8737D" w:rsidRDefault="00B8737D" w:rsidP="00D523CD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Формы контроля за исполнением регламента</w:t>
      </w:r>
    </w:p>
    <w:p w:rsidR="00B8737D" w:rsidRDefault="00B8737D" w:rsidP="00D523CD">
      <w:pPr>
        <w:jc w:val="both"/>
      </w:pP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Морозовского сельсовета.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 Морозовского сельсовета.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Ответственность за предоставление муниципальной услуги возлагается на Главу Морозовского сельсовета, который непосредственно принимает решение по вопросам предоставления муниципальной услуги.</w:t>
      </w:r>
    </w:p>
    <w:p w:rsidR="00B8737D" w:rsidRDefault="00B8737D" w:rsidP="00D523CD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Морозовского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B8737D" w:rsidRDefault="00B8737D" w:rsidP="00D523CD">
      <w:pPr>
        <w:ind w:firstLine="709"/>
        <w:jc w:val="both"/>
      </w:pPr>
    </w:p>
    <w:p w:rsidR="00B8737D" w:rsidRDefault="00B8737D" w:rsidP="00D523CD">
      <w:pPr>
        <w:ind w:firstLine="709"/>
        <w:jc w:val="both"/>
      </w:pPr>
    </w:p>
    <w:p w:rsidR="00B8737D" w:rsidRDefault="00B8737D" w:rsidP="00D523CD">
      <w:pPr>
        <w:jc w:val="center"/>
        <w:rPr>
          <w:b/>
          <w:bCs/>
        </w:rPr>
      </w:pPr>
      <w:r>
        <w:rPr>
          <w:b/>
          <w:bCs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  лиц, муниципальных служащих.</w:t>
      </w:r>
    </w:p>
    <w:p w:rsidR="00B8737D" w:rsidRDefault="00B8737D" w:rsidP="00D523CD">
      <w:pPr>
        <w:jc w:val="center"/>
      </w:pPr>
    </w:p>
    <w:p w:rsidR="00B8737D" w:rsidRDefault="00B8737D" w:rsidP="00B32AA9">
      <w:pPr>
        <w:jc w:val="both"/>
      </w:pPr>
      <w: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B8737D" w:rsidRDefault="00B8737D" w:rsidP="00B32AA9">
      <w:pPr>
        <w:jc w:val="both"/>
      </w:pPr>
      <w:r>
        <w:t>1) нарушение срока регистрации запроса заявителя о предоставлении муниципальной услуги;</w:t>
      </w:r>
    </w:p>
    <w:p w:rsidR="00B8737D" w:rsidRDefault="00B8737D" w:rsidP="00B32AA9">
      <w:pPr>
        <w:jc w:val="both"/>
      </w:pPr>
      <w:r>
        <w:t>2) нарушение срока предоставления муниципальной услуги;</w:t>
      </w:r>
    </w:p>
    <w:p w:rsidR="00B8737D" w:rsidRDefault="00B8737D" w:rsidP="00B32AA9">
      <w:pPr>
        <w:jc w:val="both"/>
      </w:pPr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B8737D" w:rsidRDefault="00B8737D" w:rsidP="00B32AA9">
      <w:pPr>
        <w:jc w:val="both"/>
      </w:pPr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B8737D" w:rsidRDefault="00B8737D" w:rsidP="00B32AA9">
      <w:pPr>
        <w:jc w:val="both"/>
      </w:pPr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B8737D" w:rsidRDefault="00B8737D" w:rsidP="00B32AA9">
      <w:pPr>
        <w:jc w:val="both"/>
      </w:pPr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B8737D" w:rsidRDefault="00B8737D" w:rsidP="00B32AA9">
      <w:pPr>
        <w:jc w:val="both"/>
      </w:pPr>
      <w: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8737D" w:rsidRDefault="00B8737D" w:rsidP="00B32AA9">
      <w:pPr>
        <w:jc w:val="both"/>
      </w:pPr>
      <w:r>
        <w:t>5.2. 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(</w:t>
      </w:r>
      <w:hyperlink r:id="rId11" w:history="1">
        <w:r>
          <w:rPr>
            <w:rStyle w:val="Hyperlink"/>
          </w:rPr>
          <w:t>www.gosuslugi.ru</w:t>
        </w:r>
      </w:hyperlink>
      <w:r>
        <w:t>) либо регионального портала государственных и муниципальных услуг (54.</w:t>
      </w:r>
      <w:r>
        <w:rPr>
          <w:lang w:val="en-US"/>
        </w:rPr>
        <w:t>gosuslugi</w:t>
      </w:r>
      <w:r>
        <w:t>.</w:t>
      </w:r>
      <w:r>
        <w:rPr>
          <w:lang w:val="en-US"/>
        </w:rPr>
        <w:t>ru</w:t>
      </w:r>
      <w:r>
        <w:t>), а также может быть принята при личном приеме заявителя.</w:t>
      </w:r>
    </w:p>
    <w:p w:rsidR="00B8737D" w:rsidRDefault="00B8737D" w:rsidP="00B32AA9">
      <w:pPr>
        <w:jc w:val="both"/>
      </w:pPr>
      <w: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администрации Морозовского главе Морозовского сельсовета</w:t>
      </w:r>
    </w:p>
    <w:p w:rsidR="00B8737D" w:rsidRDefault="00B8737D" w:rsidP="00B32AA9">
      <w:pPr>
        <w:jc w:val="both"/>
      </w:pPr>
      <w:r>
        <w:t>5.3. Жалоба должна содержать:</w:t>
      </w:r>
    </w:p>
    <w:p w:rsidR="00B8737D" w:rsidRDefault="00B8737D" w:rsidP="00B32AA9">
      <w:pPr>
        <w:jc w:val="both"/>
      </w:pPr>
      <w: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</w:t>
      </w:r>
      <w:bookmarkStart w:id="0" w:name="_msoanchor_1"/>
      <w:r>
        <w:rPr>
          <w:color w:val="0000FF"/>
          <w:sz w:val="16"/>
          <w:szCs w:val="16"/>
          <w:u w:val="single"/>
        </w:rPr>
        <w:t>]</w:t>
      </w:r>
      <w:bookmarkEnd w:id="0"/>
      <w:r>
        <w:t>муниципального служащего, решения и действия (бездействие) которых обжалуются;</w:t>
      </w:r>
    </w:p>
    <w:p w:rsidR="00B8737D" w:rsidRDefault="00B8737D" w:rsidP="00B32AA9">
      <w:pPr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8737D" w:rsidRDefault="00B8737D" w:rsidP="00B32AA9">
      <w:pPr>
        <w:jc w:val="both"/>
      </w:pPr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B8737D" w:rsidRDefault="00B8737D" w:rsidP="00B32AA9">
      <w:pPr>
        <w:jc w:val="both"/>
      </w:pPr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B8737D" w:rsidRDefault="00B8737D" w:rsidP="00B32AA9">
      <w:pPr>
        <w:jc w:val="both"/>
      </w:pPr>
      <w:r>
        <w:t>5) личную подпись заявителя и дату.</w:t>
      </w:r>
    </w:p>
    <w:p w:rsidR="00B8737D" w:rsidRDefault="00B8737D" w:rsidP="00B32AA9">
      <w:pPr>
        <w:jc w:val="both"/>
      </w:pPr>
      <w: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B8737D" w:rsidRDefault="00B8737D" w:rsidP="00B32AA9">
      <w:pPr>
        <w:jc w:val="both"/>
      </w:pPr>
      <w:r>
        <w:t>о местонахождении  структурного подразделения администрации, ответственного за предоставление муниципальной услуги;</w:t>
      </w:r>
    </w:p>
    <w:p w:rsidR="00B8737D" w:rsidRDefault="00B8737D" w:rsidP="00B32AA9">
      <w:pPr>
        <w:jc w:val="both"/>
      </w:pPr>
      <w:r>
        <w:t>сведения о режиме работы администрации, ответственного за предоставление муниципальной услуги;</w:t>
      </w:r>
    </w:p>
    <w:p w:rsidR="00B8737D" w:rsidRDefault="00B8737D" w:rsidP="00B32AA9">
      <w:pPr>
        <w:jc w:val="both"/>
      </w:pPr>
      <w:r>
        <w:t>о графике приема заявителей главой Морозовского сельсовета;</w:t>
      </w:r>
    </w:p>
    <w:p w:rsidR="00B8737D" w:rsidRDefault="00B8737D" w:rsidP="00B32AA9">
      <w:pPr>
        <w:jc w:val="both"/>
      </w:pPr>
      <w:r>
        <w:t>о перечне номеров телефонов для получения сведений о прохождении процедур рассмотрения жалобы;</w:t>
      </w:r>
    </w:p>
    <w:p w:rsidR="00B8737D" w:rsidRDefault="00B8737D" w:rsidP="00B32AA9">
      <w:pPr>
        <w:jc w:val="both"/>
      </w:pPr>
      <w:r>
        <w:t>о входящем номере, под которым зарегистрирована жалоба в администрации;</w:t>
      </w:r>
    </w:p>
    <w:p w:rsidR="00B8737D" w:rsidRDefault="00B8737D" w:rsidP="00B32AA9">
      <w:pPr>
        <w:jc w:val="both"/>
      </w:pPr>
      <w:r>
        <w:t>о сроке рассмотрения жалобы;</w:t>
      </w:r>
    </w:p>
    <w:p w:rsidR="00B8737D" w:rsidRDefault="00B8737D" w:rsidP="00B32AA9">
      <w:pPr>
        <w:jc w:val="both"/>
      </w:pPr>
      <w:r>
        <w:t>о принятых промежуточных решениях (принятие к рассмотрению, истребование документов).</w:t>
      </w:r>
    </w:p>
    <w:p w:rsidR="00B8737D" w:rsidRDefault="00B8737D" w:rsidP="00B32AA9">
      <w:pPr>
        <w:jc w:val="both"/>
      </w:pPr>
      <w:r>
        <w:t>При подаче жалобы заявитель вправе получить в структурном подразделении администрации, ответственного за предоставление муниципальной услуги, копии документов, подтверждающих обжалуемое действие (бездействие) должностного лица структурного подразделения.</w:t>
      </w:r>
    </w:p>
    <w:p w:rsidR="00B8737D" w:rsidRDefault="00B8737D" w:rsidP="00B32AA9">
      <w:pPr>
        <w:jc w:val="both"/>
      </w:pPr>
      <w:r>
        <w:t xml:space="preserve">5.5.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B8737D" w:rsidRDefault="00B8737D" w:rsidP="00B32AA9">
      <w:pPr>
        <w:jc w:val="both"/>
      </w:pPr>
      <w:r>
        <w:t>5.6. По результатам рассмотрения жалобы администрация принимает одно из следующих решений:</w:t>
      </w:r>
    </w:p>
    <w:p w:rsidR="00B8737D" w:rsidRDefault="00B8737D" w:rsidP="00B32AA9">
      <w:pPr>
        <w:jc w:val="both"/>
      </w:pPr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B8737D" w:rsidRDefault="00B8737D" w:rsidP="00B32AA9">
      <w:pPr>
        <w:jc w:val="both"/>
      </w:pPr>
      <w:r>
        <w:t>2) отказывает в удовлетворении жалобы.</w:t>
      </w:r>
    </w:p>
    <w:p w:rsidR="00B8737D" w:rsidRDefault="00B8737D" w:rsidP="00B32AA9">
      <w:pPr>
        <w:jc w:val="both"/>
      </w:pPr>
      <w: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8737D" w:rsidRDefault="00B8737D" w:rsidP="00B32AA9">
      <w:pPr>
        <w:jc w:val="both"/>
      </w:pPr>
      <w: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8737D" w:rsidRDefault="00B8737D" w:rsidP="00B32AA9">
      <w:pPr>
        <w:jc w:val="both"/>
      </w:pPr>
      <w:r>
        <w:t>5.9. Запись заявителей на личный прием к главе Морозовского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информационных стендах администрации, предоставляющего муниципальную услугу.</w:t>
      </w:r>
    </w:p>
    <w:p w:rsidR="00B8737D" w:rsidRDefault="00B8737D" w:rsidP="00B32AA9">
      <w:pPr>
        <w:jc w:val="both"/>
      </w:pPr>
      <w:r>
        <w:t>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B8737D" w:rsidRDefault="00B8737D" w:rsidP="00B32AA9">
      <w:pPr>
        <w:jc w:val="both"/>
      </w:pPr>
      <w:r>
        <w:t>5.11. 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B8737D" w:rsidRDefault="00B8737D" w:rsidP="00B32AA9">
      <w:pPr>
        <w:ind w:firstLine="540"/>
        <w:jc w:val="both"/>
      </w:pPr>
      <w:r>
        <w:t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B8737D" w:rsidRDefault="00B8737D" w:rsidP="00B32AA9">
      <w:pPr>
        <w:ind w:firstLine="540"/>
        <w:jc w:val="both"/>
      </w:pPr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B8737D" w:rsidRDefault="00B8737D" w:rsidP="00B32AA9">
      <w:pPr>
        <w:jc w:val="both"/>
      </w:pPr>
      <w:r>
        <w:t>5.13. Порядок рассмотрения жалобы заявителя, основания для отказа в рассмотрении жалобы:</w:t>
      </w:r>
    </w:p>
    <w:p w:rsidR="00B8737D" w:rsidRDefault="00B8737D" w:rsidP="00B32AA9">
      <w:pPr>
        <w:jc w:val="both"/>
      </w:pPr>
      <w: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B8737D" w:rsidRDefault="00B8737D" w:rsidP="00B32AA9">
      <w:pPr>
        <w:jc w:val="both"/>
      </w:pPr>
      <w: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B8737D" w:rsidRDefault="00B8737D" w:rsidP="00B32AA9">
      <w:pPr>
        <w:jc w:val="both"/>
      </w:pPr>
      <w: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B8737D" w:rsidRDefault="00B8737D" w:rsidP="00B32AA9">
      <w:pPr>
        <w:jc w:val="both"/>
      </w:pPr>
      <w: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B8737D" w:rsidRDefault="00B8737D" w:rsidP="00B32AA9">
      <w:pPr>
        <w:jc w:val="both"/>
      </w:pPr>
      <w: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B8737D" w:rsidRDefault="00B8737D" w:rsidP="00B32AA9">
      <w:pPr>
        <w:jc w:val="both"/>
      </w:pPr>
      <w: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B8737D" w:rsidRDefault="00B8737D" w:rsidP="00B32AA9">
      <w:pPr>
        <w:jc w:val="both"/>
      </w:pPr>
      <w: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B8737D" w:rsidRDefault="00B8737D" w:rsidP="00B32AA9">
      <w:pPr>
        <w:jc w:val="both"/>
      </w:pPr>
      <w: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B8737D" w:rsidRDefault="00B8737D" w:rsidP="00B32AA9">
      <w:pPr>
        <w:ind w:firstLine="540"/>
        <w:jc w:val="both"/>
      </w:pPr>
      <w:r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B8737D" w:rsidRDefault="00B8737D" w:rsidP="00B32AA9">
      <w:pPr>
        <w:ind w:firstLine="540"/>
        <w:jc w:val="both"/>
      </w:pPr>
      <w: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B8737D" w:rsidRDefault="00B8737D" w:rsidP="00B32AA9">
      <w:pPr>
        <w:jc w:val="both"/>
      </w:pPr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B8737D" w:rsidRDefault="00B8737D" w:rsidP="00B32AA9">
      <w:pPr>
        <w:jc w:val="both"/>
      </w:pPr>
    </w:p>
    <w:p w:rsidR="00B8737D" w:rsidRDefault="00B8737D" w:rsidP="00B32AA9">
      <w:pPr>
        <w:jc w:val="both"/>
      </w:pPr>
    </w:p>
    <w:p w:rsidR="00B8737D" w:rsidRDefault="00B8737D" w:rsidP="00B32AA9">
      <w:pPr>
        <w:jc w:val="both"/>
      </w:pPr>
    </w:p>
    <w:p w:rsidR="00B8737D" w:rsidRDefault="00B8737D" w:rsidP="00B32AA9">
      <w:pPr>
        <w:ind w:left="720"/>
        <w:jc w:val="both"/>
      </w:pPr>
    </w:p>
    <w:p w:rsidR="00B8737D" w:rsidRDefault="00B8737D" w:rsidP="00B32AA9">
      <w:pPr>
        <w:ind w:left="720"/>
        <w:jc w:val="both"/>
      </w:pPr>
    </w:p>
    <w:p w:rsidR="00B8737D" w:rsidRDefault="00B8737D" w:rsidP="00B32AA9">
      <w:pPr>
        <w:ind w:left="720"/>
        <w:jc w:val="both"/>
      </w:pPr>
    </w:p>
    <w:p w:rsidR="00B8737D" w:rsidRDefault="00B8737D" w:rsidP="00B32AA9">
      <w:pPr>
        <w:ind w:left="720"/>
        <w:jc w:val="both"/>
      </w:pPr>
    </w:p>
    <w:p w:rsidR="00B8737D" w:rsidRDefault="00B8737D" w:rsidP="00B32AA9">
      <w:pPr>
        <w:ind w:left="720"/>
        <w:jc w:val="both"/>
      </w:pPr>
    </w:p>
    <w:p w:rsidR="00B8737D" w:rsidRDefault="00B8737D" w:rsidP="00B32AA9">
      <w:pPr>
        <w:ind w:left="720"/>
        <w:jc w:val="both"/>
      </w:pPr>
    </w:p>
    <w:p w:rsidR="00B8737D" w:rsidRDefault="00B8737D" w:rsidP="00B32AA9">
      <w:pPr>
        <w:ind w:left="720"/>
        <w:jc w:val="both"/>
      </w:pPr>
    </w:p>
    <w:p w:rsidR="00B8737D" w:rsidRDefault="00B8737D" w:rsidP="00B32AA9">
      <w:pPr>
        <w:ind w:left="720"/>
        <w:jc w:val="both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</w:p>
    <w:p w:rsidR="00B8737D" w:rsidRDefault="00B8737D" w:rsidP="00B32AA9"/>
    <w:p w:rsidR="00B8737D" w:rsidRDefault="00B8737D" w:rsidP="00D523CD">
      <w:pPr>
        <w:ind w:left="720"/>
        <w:jc w:val="right"/>
      </w:pPr>
    </w:p>
    <w:p w:rsidR="00B8737D" w:rsidRDefault="00B8737D" w:rsidP="00D523CD">
      <w:pPr>
        <w:ind w:left="720"/>
        <w:jc w:val="right"/>
      </w:pPr>
      <w:r>
        <w:t>Приложение № 1</w:t>
      </w:r>
    </w:p>
    <w:p w:rsidR="00B8737D" w:rsidRDefault="00B8737D" w:rsidP="00D523CD">
      <w:pPr>
        <w:jc w:val="right"/>
      </w:pPr>
      <w:r>
        <w:t>к административному регламенту</w:t>
      </w:r>
    </w:p>
    <w:p w:rsidR="00B8737D" w:rsidRDefault="00B8737D" w:rsidP="00D523CD">
      <w:pPr>
        <w:jc w:val="right"/>
      </w:pPr>
      <w:r>
        <w:t>предоставления муниципальной услуги</w:t>
      </w:r>
    </w:p>
    <w:p w:rsidR="00B8737D" w:rsidRDefault="00B8737D" w:rsidP="00D523CD">
      <w:pPr>
        <w:jc w:val="center"/>
      </w:pPr>
    </w:p>
    <w:p w:rsidR="00B8737D" w:rsidRDefault="00B8737D" w:rsidP="00D523CD">
      <w:pPr>
        <w:tabs>
          <w:tab w:val="left" w:pos="9720"/>
        </w:tabs>
        <w:ind w:right="201"/>
      </w:pPr>
    </w:p>
    <w:tbl>
      <w:tblPr>
        <w:tblW w:w="0" w:type="auto"/>
        <w:tblInd w:w="2" w:type="dxa"/>
        <w:tblLook w:val="00A0"/>
      </w:tblPr>
      <w:tblGrid>
        <w:gridCol w:w="4669"/>
        <w:gridCol w:w="4794"/>
      </w:tblGrid>
      <w:tr w:rsidR="00B8737D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t>Главе  Морозовского сельсовета</w:t>
            </w:r>
          </w:p>
          <w:p w:rsidR="00B8737D" w:rsidRDefault="00B8737D">
            <w:pPr>
              <w:jc w:val="center"/>
            </w:pPr>
          </w:p>
        </w:tc>
      </w:tr>
    </w:tbl>
    <w:p w:rsidR="00B8737D" w:rsidRDefault="00B8737D" w:rsidP="00D523CD">
      <w:pPr>
        <w:tabs>
          <w:tab w:val="left" w:pos="225"/>
        </w:tabs>
        <w:jc w:val="center"/>
      </w:pPr>
      <w:r>
        <w:t>ЗАЯВЛЕНИЕ</w:t>
      </w:r>
    </w:p>
    <w:p w:rsidR="00B8737D" w:rsidRDefault="00B8737D" w:rsidP="00D523CD">
      <w:pPr>
        <w:tabs>
          <w:tab w:val="left" w:pos="225"/>
        </w:tabs>
        <w:jc w:val="center"/>
      </w:pPr>
      <w:r>
        <w:t>о выдаче решения о присвоении постоянного адреса</w:t>
      </w:r>
    </w:p>
    <w:tbl>
      <w:tblPr>
        <w:tblW w:w="0" w:type="auto"/>
        <w:tblInd w:w="2" w:type="dxa"/>
        <w:tblLook w:val="00A0"/>
      </w:tblPr>
      <w:tblGrid>
        <w:gridCol w:w="9463"/>
      </w:tblGrid>
      <w:tr w:rsidR="00B8737D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tabs>
                <w:tab w:val="left" w:pos="225"/>
              </w:tabs>
              <w:ind w:firstLine="541"/>
              <w:jc w:val="both"/>
            </w:pPr>
            <w:r>
              <w:t>Я,____________________________________________________________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(полностью фамилия, имя и отчество (при наличии) заявителя)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паспорт серии _________ № __________________код подразделения___________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выдан «___» __         __ г._________________________________________________</w:t>
            </w:r>
          </w:p>
          <w:p w:rsidR="00B8737D" w:rsidRDefault="00B8737D">
            <w:pPr>
              <w:tabs>
                <w:tab w:val="left" w:pos="-4680"/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проживающий (ая) по адресу_____________________________________________</w:t>
            </w:r>
          </w:p>
          <w:p w:rsidR="00B8737D" w:rsidRDefault="00B8737D">
            <w:pPr>
              <w:tabs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адрес постоянного или преимущественного проживания)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__________________________________контактный телефон__________________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действующий (ая) по доверенности, удостоверенной________________________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ind w:firstLine="630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(Ф.И.О. нотариуса, округ)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__________________________ «___» ______________г. № в реестре___________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по иным основаниям___________________________________________________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(наименование и реквизиты документа)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от имени____________________________________________________________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фамилия, имя и отчество (при наличии)  доверителя)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проживающего (ей) по адресу____________________________________________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адрес постоянного или преимущественного проживания)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_______________паспорт серии ____________ №____________ код подразделения__________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выдан «___» ______________ г.___________________________________________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</w:tc>
      </w:tr>
    </w:tbl>
    <w:p w:rsidR="00B8737D" w:rsidRDefault="00B8737D" w:rsidP="00D523CD">
      <w:pPr>
        <w:tabs>
          <w:tab w:val="left" w:pos="225"/>
        </w:tabs>
        <w:ind w:firstLine="546"/>
        <w:jc w:val="both"/>
      </w:pPr>
      <w:r>
        <w:t>Прошу Вас выдать решение о присвоении постоянного адреса _____________,</w:t>
      </w:r>
    </w:p>
    <w:p w:rsidR="00B8737D" w:rsidRDefault="00B8737D" w:rsidP="00D523CD">
      <w:pPr>
        <w:tabs>
          <w:tab w:val="left" w:pos="225"/>
        </w:tabs>
        <w:ind w:firstLine="546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  <w:sz w:val="20"/>
          <w:szCs w:val="20"/>
        </w:rPr>
        <w:t>(наименование объекта)</w:t>
      </w:r>
    </w:p>
    <w:p w:rsidR="00B8737D" w:rsidRDefault="00B8737D" w:rsidP="00D523CD">
      <w:pPr>
        <w:tabs>
          <w:tab w:val="left" w:pos="225"/>
        </w:tabs>
        <w:jc w:val="both"/>
      </w:pPr>
      <w:r>
        <w:t>расположенного по адресу: Новосибирская область, _________</w:t>
      </w:r>
    </w:p>
    <w:p w:rsidR="00B8737D" w:rsidRDefault="00B8737D" w:rsidP="00D523CD">
      <w:pPr>
        <w:tabs>
          <w:tab w:val="left" w:pos="225"/>
        </w:tabs>
        <w:ind w:firstLine="432"/>
        <w:jc w:val="both"/>
      </w:pPr>
      <w:r>
        <w:t>Информацию прошу предоставить (</w:t>
      </w:r>
      <w:r>
        <w:rPr>
          <w:i/>
          <w:iCs/>
          <w:sz w:val="20"/>
          <w:szCs w:val="20"/>
        </w:rPr>
        <w:t>напротив необходимого пункта поставить значок √</w:t>
      </w:r>
      <w:r>
        <w:rPr>
          <w:sz w:val="20"/>
          <w:szCs w:val="20"/>
        </w:rPr>
        <w:t xml:space="preserve">): </w:t>
      </w:r>
    </w:p>
    <w:p w:rsidR="00B8737D" w:rsidRDefault="00B8737D" w:rsidP="00D523CD">
      <w:pPr>
        <w:numPr>
          <w:ilvl w:val="0"/>
          <w:numId w:val="12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</w:pPr>
      <w:r>
        <w:t>почтой;</w:t>
      </w:r>
    </w:p>
    <w:p w:rsidR="00B8737D" w:rsidRDefault="00B8737D" w:rsidP="00D523CD">
      <w:pPr>
        <w:numPr>
          <w:ilvl w:val="0"/>
          <w:numId w:val="12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</w:pPr>
      <w:r>
        <w:t>на руки по месту сдачи заявки.</w:t>
      </w:r>
    </w:p>
    <w:p w:rsidR="00B8737D" w:rsidRDefault="00B8737D" w:rsidP="00D523CD">
      <w:pPr>
        <w:tabs>
          <w:tab w:val="left" w:pos="225"/>
        </w:tabs>
        <w:jc w:val="both"/>
      </w:pPr>
      <w:r>
        <w:tab/>
        <w:t xml:space="preserve">  Документы, представленные для оказания услуги, и сведения, указанные в заявлении достоверны.</w:t>
      </w:r>
    </w:p>
    <w:p w:rsidR="00B8737D" w:rsidRDefault="00B8737D" w:rsidP="00D523CD">
      <w:pPr>
        <w:tabs>
          <w:tab w:val="left" w:pos="225"/>
        </w:tabs>
        <w:spacing w:before="120"/>
        <w:jc w:val="both"/>
      </w:pPr>
      <w:r>
        <w:t>«_____» _______________ 20 ____ г. «_____» ч. «______» мин.</w:t>
      </w:r>
    </w:p>
    <w:p w:rsidR="00B8737D" w:rsidRDefault="00B8737D" w:rsidP="00D523CD">
      <w:pPr>
        <w:tabs>
          <w:tab w:val="left" w:pos="225"/>
        </w:tabs>
        <w:ind w:firstLine="167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(дата и время подачи заявления)</w:t>
      </w:r>
    </w:p>
    <w:p w:rsidR="00B8737D" w:rsidRDefault="00B8737D" w:rsidP="00D523CD">
      <w:pPr>
        <w:tabs>
          <w:tab w:val="left" w:pos="225"/>
        </w:tabs>
        <w:jc w:val="both"/>
      </w:pPr>
      <w:r>
        <w:t>_______________ / ______________________________________________________/</w:t>
      </w:r>
    </w:p>
    <w:p w:rsidR="00B8737D" w:rsidRDefault="00B8737D" w:rsidP="00D523CD">
      <w:pPr>
        <w:tabs>
          <w:tab w:val="left" w:pos="225"/>
          <w:tab w:val="left" w:pos="3780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(подпись заявителя)</w:t>
      </w:r>
      <w:r>
        <w:rPr>
          <w:i/>
          <w:iCs/>
          <w:sz w:val="20"/>
          <w:szCs w:val="20"/>
        </w:rPr>
        <w:tab/>
        <w:t>(полностью фамилия, имя и отчество (при наличии) заявителя)</w:t>
      </w:r>
    </w:p>
    <w:p w:rsidR="00B8737D" w:rsidRDefault="00B8737D" w:rsidP="00D523CD">
      <w:pPr>
        <w:tabs>
          <w:tab w:val="left" w:pos="225"/>
        </w:tabs>
        <w:jc w:val="both"/>
      </w:pPr>
      <w:r>
        <w:t>№ записи в электронной базе входящих документов __________________________</w:t>
      </w:r>
    </w:p>
    <w:p w:rsidR="00B8737D" w:rsidRDefault="00B8737D" w:rsidP="00D523CD">
      <w:pPr>
        <w:tabs>
          <w:tab w:val="left" w:pos="225"/>
        </w:tabs>
        <w:jc w:val="both"/>
      </w:pPr>
      <w:r>
        <w:t>Примечания_____________________________________________________________</w:t>
      </w:r>
    </w:p>
    <w:tbl>
      <w:tblPr>
        <w:tblW w:w="0" w:type="auto"/>
        <w:tblInd w:w="2" w:type="dxa"/>
        <w:tblLook w:val="00A0"/>
      </w:tblPr>
      <w:tblGrid>
        <w:gridCol w:w="9463"/>
      </w:tblGrid>
      <w:tr w:rsidR="00B8737D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</w:tbl>
    <w:p w:rsidR="00B8737D" w:rsidRDefault="00B8737D" w:rsidP="00D523CD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2" w:type="dxa"/>
        <w:tblLook w:val="00A0"/>
      </w:tblPr>
      <w:tblGrid>
        <w:gridCol w:w="4640"/>
        <w:gridCol w:w="236"/>
        <w:gridCol w:w="4587"/>
      </w:tblGrid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"__" ________________ 200_ г.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Выдана расписка в получении</w:t>
            </w:r>
          </w:p>
          <w:p w:rsidR="00B8737D" w:rsidRDefault="00B8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  <w:p w:rsidR="00B8737D" w:rsidRDefault="00B8737D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"__" ________________ 200_ г. N __________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  <w:p w:rsidR="00B8737D" w:rsidRDefault="00B8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B8737D" w:rsidRDefault="00B8737D" w:rsidP="00D523CD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B8737D" w:rsidRDefault="00B8737D" w:rsidP="00D523CD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 принял:</w:t>
      </w:r>
    </w:p>
    <w:p w:rsidR="00B8737D" w:rsidRDefault="00B8737D" w:rsidP="00D523CD">
      <w:pPr>
        <w:rPr>
          <w:sz w:val="24"/>
          <w:szCs w:val="24"/>
        </w:rPr>
      </w:pPr>
    </w:p>
    <w:tbl>
      <w:tblPr>
        <w:tblW w:w="0" w:type="auto"/>
        <w:tblInd w:w="2" w:type="dxa"/>
        <w:tblLook w:val="00A0"/>
      </w:tblPr>
      <w:tblGrid>
        <w:gridCol w:w="2907"/>
        <w:gridCol w:w="2662"/>
        <w:gridCol w:w="3856"/>
      </w:tblGrid>
      <w:tr w:rsidR="00B8737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B8737D" w:rsidRDefault="00B87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B8737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</w:tr>
    </w:tbl>
    <w:p w:rsidR="00B8737D" w:rsidRDefault="00B8737D" w:rsidP="00D523CD">
      <w:pPr>
        <w:tabs>
          <w:tab w:val="left" w:pos="225"/>
        </w:tabs>
        <w:jc w:val="both"/>
      </w:pPr>
    </w:p>
    <w:p w:rsidR="00B8737D" w:rsidRDefault="00B8737D" w:rsidP="00D523CD">
      <w:pPr>
        <w:jc w:val="center"/>
      </w:pPr>
    </w:p>
    <w:p w:rsidR="00B8737D" w:rsidRDefault="00B8737D" w:rsidP="00D523CD">
      <w:pPr>
        <w:jc w:val="center"/>
      </w:pPr>
    </w:p>
    <w:p w:rsidR="00B8737D" w:rsidRDefault="00B8737D" w:rsidP="00D523CD">
      <w:pPr>
        <w:ind w:firstLine="540"/>
        <w:jc w:val="both"/>
      </w:pPr>
    </w:p>
    <w:p w:rsidR="00B8737D" w:rsidRDefault="00B8737D" w:rsidP="00D523CD">
      <w:pPr>
        <w:ind w:left="5040"/>
        <w:jc w:val="center"/>
      </w:pPr>
    </w:p>
    <w:p w:rsidR="00B8737D" w:rsidRDefault="00B8737D" w:rsidP="00D523CD"/>
    <w:p w:rsidR="00B8737D" w:rsidRDefault="00B8737D" w:rsidP="00D523CD"/>
    <w:p w:rsidR="00B8737D" w:rsidRDefault="00B8737D" w:rsidP="00D523CD"/>
    <w:p w:rsidR="00B8737D" w:rsidRDefault="00B8737D" w:rsidP="00D523CD">
      <w:pPr>
        <w:ind w:left="720"/>
        <w:jc w:val="right"/>
      </w:pPr>
      <w:r>
        <w:t>Приложение № 2</w:t>
      </w:r>
    </w:p>
    <w:p w:rsidR="00B8737D" w:rsidRDefault="00B8737D" w:rsidP="00D523CD">
      <w:pPr>
        <w:jc w:val="right"/>
      </w:pPr>
      <w:r>
        <w:t>к административному регламенту</w:t>
      </w:r>
    </w:p>
    <w:p w:rsidR="00B8737D" w:rsidRDefault="00B8737D" w:rsidP="00D523CD">
      <w:pPr>
        <w:jc w:val="right"/>
      </w:pPr>
      <w:r>
        <w:t>предоставления муниципальной услуги</w:t>
      </w:r>
    </w:p>
    <w:p w:rsidR="00B8737D" w:rsidRDefault="00B8737D" w:rsidP="00D523CD"/>
    <w:p w:rsidR="00B8737D" w:rsidRDefault="00B8737D" w:rsidP="00D523CD">
      <w:pPr>
        <w:tabs>
          <w:tab w:val="left" w:pos="9720"/>
        </w:tabs>
        <w:ind w:right="201"/>
      </w:pPr>
    </w:p>
    <w:tbl>
      <w:tblPr>
        <w:tblW w:w="0" w:type="auto"/>
        <w:tblInd w:w="2" w:type="dxa"/>
        <w:tblLook w:val="00A0"/>
      </w:tblPr>
      <w:tblGrid>
        <w:gridCol w:w="4669"/>
        <w:gridCol w:w="4794"/>
      </w:tblGrid>
      <w:tr w:rsidR="00B8737D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t>Главе Морозовского сельсовета</w:t>
            </w:r>
          </w:p>
          <w:p w:rsidR="00B8737D" w:rsidRDefault="00B8737D">
            <w:pPr>
              <w:jc w:val="center"/>
            </w:pPr>
          </w:p>
        </w:tc>
      </w:tr>
    </w:tbl>
    <w:p w:rsidR="00B8737D" w:rsidRDefault="00B8737D" w:rsidP="00D523CD">
      <w:pPr>
        <w:tabs>
          <w:tab w:val="left" w:pos="225"/>
        </w:tabs>
        <w:jc w:val="center"/>
      </w:pPr>
      <w:r>
        <w:t>ЗАЯВЛЕНИЕ</w:t>
      </w:r>
    </w:p>
    <w:p w:rsidR="00B8737D" w:rsidRDefault="00B8737D" w:rsidP="00D523CD">
      <w:pPr>
        <w:tabs>
          <w:tab w:val="left" w:pos="225"/>
        </w:tabs>
        <w:jc w:val="center"/>
      </w:pPr>
      <w:r>
        <w:t>о выдаче решения о присвоении предварительного (строительного) адреса</w:t>
      </w:r>
    </w:p>
    <w:tbl>
      <w:tblPr>
        <w:tblW w:w="0" w:type="auto"/>
        <w:tblInd w:w="2" w:type="dxa"/>
        <w:tblLook w:val="00A0"/>
      </w:tblPr>
      <w:tblGrid>
        <w:gridCol w:w="9463"/>
      </w:tblGrid>
      <w:tr w:rsidR="00B8737D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tabs>
                <w:tab w:val="left" w:pos="225"/>
              </w:tabs>
              <w:ind w:firstLine="541"/>
              <w:jc w:val="both"/>
            </w:pPr>
            <w:r>
              <w:t>Я,____________________________________________________________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                           (полностью фамилия, имя и отчество (при наличии) заявителя)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паспорт серии _______ № _______________код подразделения_________________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выдан «___» ______________ г.___________________________________________</w:t>
            </w:r>
          </w:p>
          <w:p w:rsidR="00B8737D" w:rsidRDefault="00B8737D">
            <w:pPr>
              <w:tabs>
                <w:tab w:val="left" w:pos="-4680"/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проживающий (ая) по адресу_____________________________________________</w:t>
            </w:r>
          </w:p>
          <w:p w:rsidR="00B8737D" w:rsidRDefault="00B8737D">
            <w:pPr>
              <w:tabs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адрес постоянного или преимущественного проживания)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_____________________________________контактный телефон________________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действующий (ая) по доверенности, удостоверенной_________________________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ind w:firstLine="630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(Ф.И.О. нотариуса, округ)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___________________________ «___» ______________г. № в реестре 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по иным основаниям____________________________________________________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(наименование и реквизиты документа)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от имени______________________________________________________________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фамилия, имя и отчество (при наличии)  доверителя)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проживающего (ей) по адресу____________________________________________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ind w:firstLine="2484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(полностью адрес постоянного или преимущественного проживания)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_______________паспорт серии _____ №____________ код подразделения_______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выдан «___» ______________ г.___________________________________________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</w:tc>
      </w:tr>
    </w:tbl>
    <w:p w:rsidR="00B8737D" w:rsidRDefault="00B8737D" w:rsidP="00D523CD">
      <w:pPr>
        <w:tabs>
          <w:tab w:val="left" w:pos="225"/>
        </w:tabs>
        <w:ind w:firstLine="546"/>
        <w:jc w:val="both"/>
      </w:pPr>
    </w:p>
    <w:p w:rsidR="00B8737D" w:rsidRDefault="00B8737D" w:rsidP="00D523CD">
      <w:pPr>
        <w:tabs>
          <w:tab w:val="left" w:pos="225"/>
        </w:tabs>
        <w:ind w:firstLine="546"/>
        <w:jc w:val="both"/>
      </w:pPr>
      <w:r>
        <w:t>Прошу Вас выдать решение о присвоении предварительного (строительного) адреса ________________, расположенного по адресу:</w:t>
      </w:r>
      <w:r>
        <w:rPr>
          <w:u w:val="single"/>
        </w:rPr>
        <w:t xml:space="preserve"> Новосибирская область,____</w:t>
      </w:r>
    </w:p>
    <w:p w:rsidR="00B8737D" w:rsidRDefault="00B8737D" w:rsidP="00D523CD">
      <w:pPr>
        <w:tabs>
          <w:tab w:val="left" w:pos="225"/>
        </w:tabs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>(наименование объекта)</w:t>
      </w:r>
    </w:p>
    <w:p w:rsidR="00B8737D" w:rsidRDefault="00B8737D" w:rsidP="00D523CD">
      <w:pPr>
        <w:tabs>
          <w:tab w:val="left" w:pos="225"/>
        </w:tabs>
        <w:jc w:val="both"/>
        <w:rPr>
          <w:u w:val="single"/>
        </w:rPr>
      </w:pPr>
      <w:r>
        <w:rPr>
          <w:u w:val="single"/>
        </w:rPr>
        <w:t>,</w:t>
      </w:r>
      <w:r>
        <w:t>______________</w:t>
      </w:r>
      <w:r>
        <w:rPr>
          <w:u w:val="single"/>
        </w:rPr>
        <w:t xml:space="preserve">район, </w:t>
      </w:r>
      <w:r>
        <w:t>_________________________________</w:t>
      </w:r>
    </w:p>
    <w:p w:rsidR="00B8737D" w:rsidRDefault="00B8737D" w:rsidP="00D523CD">
      <w:pPr>
        <w:tabs>
          <w:tab w:val="left" w:pos="225"/>
        </w:tabs>
        <w:ind w:firstLine="432"/>
        <w:jc w:val="both"/>
      </w:pPr>
      <w:r>
        <w:t xml:space="preserve">Информацию прошу предоставить </w:t>
      </w: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напротив необходимого пункта поставить значок √</w:t>
      </w:r>
      <w:r>
        <w:rPr>
          <w:sz w:val="20"/>
          <w:szCs w:val="20"/>
        </w:rPr>
        <w:t xml:space="preserve">): </w:t>
      </w:r>
    </w:p>
    <w:p w:rsidR="00B8737D" w:rsidRDefault="00B8737D" w:rsidP="00D523CD">
      <w:pPr>
        <w:numPr>
          <w:ilvl w:val="0"/>
          <w:numId w:val="14"/>
        </w:numPr>
        <w:tabs>
          <w:tab w:val="left" w:pos="225"/>
          <w:tab w:val="num" w:pos="1440"/>
        </w:tabs>
        <w:jc w:val="both"/>
      </w:pPr>
      <w:r>
        <w:t>почтой;</w:t>
      </w:r>
    </w:p>
    <w:p w:rsidR="00B8737D" w:rsidRDefault="00B8737D" w:rsidP="00D523CD">
      <w:pPr>
        <w:numPr>
          <w:ilvl w:val="0"/>
          <w:numId w:val="14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</w:pPr>
      <w:r>
        <w:t>на руки по месту сдачи заявки.</w:t>
      </w:r>
    </w:p>
    <w:p w:rsidR="00B8737D" w:rsidRDefault="00B8737D" w:rsidP="00D523CD">
      <w:pPr>
        <w:tabs>
          <w:tab w:val="left" w:pos="225"/>
        </w:tabs>
        <w:jc w:val="both"/>
      </w:pPr>
      <w:r>
        <w:tab/>
        <w:t xml:space="preserve">  Документы, представленные для оказания услуги, и сведения, указанные в заявлении достоверны.</w:t>
      </w:r>
    </w:p>
    <w:p w:rsidR="00B8737D" w:rsidRDefault="00B8737D" w:rsidP="00D523CD">
      <w:pPr>
        <w:tabs>
          <w:tab w:val="left" w:pos="225"/>
        </w:tabs>
        <w:spacing w:before="120"/>
        <w:jc w:val="both"/>
      </w:pPr>
      <w:r>
        <w:t>«_____» _______________ 20 ____ г. «_____» ч. «______» мин.</w:t>
      </w:r>
    </w:p>
    <w:p w:rsidR="00B8737D" w:rsidRDefault="00B8737D" w:rsidP="00D523CD">
      <w:pPr>
        <w:tabs>
          <w:tab w:val="left" w:pos="225"/>
        </w:tabs>
        <w:ind w:firstLine="167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(дата и время подачи заявления)</w:t>
      </w:r>
    </w:p>
    <w:p w:rsidR="00B8737D" w:rsidRDefault="00B8737D" w:rsidP="00D523CD">
      <w:pPr>
        <w:tabs>
          <w:tab w:val="left" w:pos="225"/>
        </w:tabs>
        <w:jc w:val="both"/>
      </w:pPr>
      <w:r>
        <w:t>______________ / ______________________________________________________/</w:t>
      </w:r>
    </w:p>
    <w:p w:rsidR="00B8737D" w:rsidRDefault="00B8737D" w:rsidP="00D523CD">
      <w:pPr>
        <w:tabs>
          <w:tab w:val="left" w:pos="225"/>
          <w:tab w:val="left" w:pos="3780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(подпись заявителя)</w:t>
      </w:r>
      <w:r>
        <w:rPr>
          <w:i/>
          <w:iCs/>
          <w:sz w:val="20"/>
          <w:szCs w:val="20"/>
        </w:rPr>
        <w:tab/>
        <w:t>(полностью фамилия, имя и отчество (при наличии) заявителя)</w:t>
      </w:r>
    </w:p>
    <w:p w:rsidR="00B8737D" w:rsidRDefault="00B8737D" w:rsidP="00D523CD">
      <w:pPr>
        <w:tabs>
          <w:tab w:val="left" w:pos="225"/>
        </w:tabs>
        <w:jc w:val="both"/>
      </w:pPr>
      <w:r>
        <w:t>№ записи в электронной базе входящих документов _________________________</w:t>
      </w:r>
    </w:p>
    <w:p w:rsidR="00B8737D" w:rsidRDefault="00B8737D" w:rsidP="00D523CD">
      <w:pPr>
        <w:tabs>
          <w:tab w:val="left" w:pos="225"/>
        </w:tabs>
        <w:jc w:val="both"/>
      </w:pPr>
      <w:r>
        <w:t>Примечания_____________________________________________________________</w:t>
      </w:r>
    </w:p>
    <w:tbl>
      <w:tblPr>
        <w:tblW w:w="0" w:type="auto"/>
        <w:tblInd w:w="2" w:type="dxa"/>
        <w:tblLook w:val="00A0"/>
      </w:tblPr>
      <w:tblGrid>
        <w:gridCol w:w="9463"/>
      </w:tblGrid>
      <w:tr w:rsidR="00B8737D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</w:tbl>
    <w:p w:rsidR="00B8737D" w:rsidRDefault="00B8737D" w:rsidP="00D523CD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2" w:type="dxa"/>
        <w:tblLook w:val="00A0"/>
      </w:tblPr>
      <w:tblGrid>
        <w:gridCol w:w="4640"/>
        <w:gridCol w:w="236"/>
        <w:gridCol w:w="4587"/>
      </w:tblGrid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"__" ________________ 200_ г.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Выдана расписка в получении</w:t>
            </w:r>
          </w:p>
          <w:p w:rsidR="00B8737D" w:rsidRDefault="00B8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  <w:p w:rsidR="00B8737D" w:rsidRDefault="00B8737D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"__" ________________ 200_ г. N __________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  <w:p w:rsidR="00B8737D" w:rsidRDefault="00B8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B8737D" w:rsidRDefault="00B8737D" w:rsidP="00D523CD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B8737D" w:rsidRDefault="00B8737D" w:rsidP="00D523CD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 принял:</w:t>
      </w:r>
    </w:p>
    <w:p w:rsidR="00B8737D" w:rsidRDefault="00B8737D" w:rsidP="00D523CD">
      <w:pPr>
        <w:rPr>
          <w:sz w:val="24"/>
          <w:szCs w:val="24"/>
        </w:rPr>
      </w:pPr>
    </w:p>
    <w:tbl>
      <w:tblPr>
        <w:tblW w:w="0" w:type="auto"/>
        <w:tblInd w:w="2" w:type="dxa"/>
        <w:tblLook w:val="00A0"/>
      </w:tblPr>
      <w:tblGrid>
        <w:gridCol w:w="2907"/>
        <w:gridCol w:w="2662"/>
        <w:gridCol w:w="3856"/>
      </w:tblGrid>
      <w:tr w:rsidR="00B8737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B8737D" w:rsidRDefault="00B87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B8737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</w:tr>
    </w:tbl>
    <w:p w:rsidR="00B8737D" w:rsidRDefault="00B8737D" w:rsidP="00D523CD">
      <w:pPr>
        <w:tabs>
          <w:tab w:val="left" w:pos="225"/>
        </w:tabs>
        <w:jc w:val="both"/>
      </w:pPr>
    </w:p>
    <w:p w:rsidR="00B8737D" w:rsidRDefault="00B8737D" w:rsidP="00D523CD">
      <w:pPr>
        <w:jc w:val="center"/>
        <w:rPr>
          <w:sz w:val="24"/>
          <w:szCs w:val="24"/>
        </w:rPr>
      </w:pPr>
    </w:p>
    <w:p w:rsidR="00B8737D" w:rsidRDefault="00B8737D" w:rsidP="00D523CD">
      <w:pPr>
        <w:jc w:val="center"/>
        <w:rPr>
          <w:sz w:val="24"/>
          <w:szCs w:val="24"/>
        </w:rPr>
      </w:pPr>
    </w:p>
    <w:p w:rsidR="00B8737D" w:rsidRDefault="00B8737D" w:rsidP="00D523CD">
      <w:pPr>
        <w:jc w:val="center"/>
        <w:rPr>
          <w:sz w:val="24"/>
          <w:szCs w:val="24"/>
        </w:rPr>
      </w:pPr>
    </w:p>
    <w:p w:rsidR="00B8737D" w:rsidRDefault="00B8737D" w:rsidP="00D523CD"/>
    <w:p w:rsidR="00B8737D" w:rsidRDefault="00B8737D" w:rsidP="00D523CD"/>
    <w:p w:rsidR="00B8737D" w:rsidRDefault="00B8737D" w:rsidP="00D523CD"/>
    <w:p w:rsidR="00B8737D" w:rsidRDefault="00B8737D" w:rsidP="00D523CD"/>
    <w:p w:rsidR="00B8737D" w:rsidRDefault="00B8737D" w:rsidP="00D523CD">
      <w:pPr>
        <w:ind w:left="720"/>
        <w:jc w:val="right"/>
      </w:pPr>
      <w:r>
        <w:t>Приложение № 3</w:t>
      </w:r>
    </w:p>
    <w:p w:rsidR="00B8737D" w:rsidRDefault="00B8737D" w:rsidP="00D523CD">
      <w:pPr>
        <w:jc w:val="right"/>
      </w:pPr>
      <w:r>
        <w:t>к административному регламенту</w:t>
      </w:r>
    </w:p>
    <w:p w:rsidR="00B8737D" w:rsidRDefault="00B8737D" w:rsidP="00D523CD">
      <w:pPr>
        <w:jc w:val="right"/>
      </w:pPr>
      <w:r>
        <w:t>предоставления муниципальной услуги</w:t>
      </w:r>
    </w:p>
    <w:p w:rsidR="00B8737D" w:rsidRDefault="00B8737D" w:rsidP="00D523CD">
      <w:pPr>
        <w:tabs>
          <w:tab w:val="left" w:pos="9720"/>
        </w:tabs>
        <w:ind w:right="201"/>
      </w:pPr>
    </w:p>
    <w:tbl>
      <w:tblPr>
        <w:tblW w:w="0" w:type="auto"/>
        <w:tblInd w:w="2" w:type="dxa"/>
        <w:tblLook w:val="00A0"/>
      </w:tblPr>
      <w:tblGrid>
        <w:gridCol w:w="4669"/>
        <w:gridCol w:w="4794"/>
      </w:tblGrid>
      <w:tr w:rsidR="00B8737D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t>Главе Морозовского сельсовета</w:t>
            </w:r>
          </w:p>
          <w:p w:rsidR="00B8737D" w:rsidRDefault="00B8737D">
            <w:pPr>
              <w:jc w:val="center"/>
            </w:pPr>
          </w:p>
        </w:tc>
      </w:tr>
    </w:tbl>
    <w:p w:rsidR="00B8737D" w:rsidRDefault="00B8737D" w:rsidP="00D523CD">
      <w:pPr>
        <w:tabs>
          <w:tab w:val="left" w:pos="225"/>
        </w:tabs>
        <w:jc w:val="center"/>
      </w:pPr>
      <w:r>
        <w:t>ЗАЯВЛЕНИЕ</w:t>
      </w:r>
    </w:p>
    <w:p w:rsidR="00B8737D" w:rsidRDefault="00B8737D" w:rsidP="00D523CD">
      <w:pPr>
        <w:tabs>
          <w:tab w:val="left" w:pos="225"/>
        </w:tabs>
        <w:jc w:val="center"/>
      </w:pPr>
      <w:r>
        <w:t>о выдаче решения об изменении адреса</w:t>
      </w:r>
    </w:p>
    <w:tbl>
      <w:tblPr>
        <w:tblW w:w="0" w:type="auto"/>
        <w:tblInd w:w="2" w:type="dxa"/>
        <w:tblLook w:val="00A0"/>
      </w:tblPr>
      <w:tblGrid>
        <w:gridCol w:w="9463"/>
      </w:tblGrid>
      <w:tr w:rsidR="00B8737D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tabs>
                <w:tab w:val="left" w:pos="225"/>
              </w:tabs>
              <w:ind w:firstLine="541"/>
              <w:jc w:val="both"/>
            </w:pPr>
            <w:r>
              <w:t>Я,____________________________________________________________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(полностью фамилия, имя и отчество (при наличии) заявителя)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паспорт серии ________ № __________________код подразделения_____________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выдан «___» ______________ г.___________________________________________</w:t>
            </w:r>
          </w:p>
          <w:p w:rsidR="00B8737D" w:rsidRDefault="00B8737D">
            <w:pPr>
              <w:tabs>
                <w:tab w:val="left" w:pos="-4680"/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проживающий (ая) по адресу_____________________________________________</w:t>
            </w:r>
          </w:p>
          <w:p w:rsidR="00B8737D" w:rsidRDefault="00B8737D">
            <w:pPr>
              <w:tabs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адрес постоянного или преимущественного проживания)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___________________________________контактный телефон__________________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действующий (ая) по доверенности, удостоверенной_________________________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ind w:firstLine="630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(Ф.И.О. нотариуса, округ)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___________________________ «___» ______________г. № в реестре___________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по иным основаниям____________________________________________________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(наименование и реквизиты документа)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от имени______________________________________________________________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фамилия, имя и отчество (при наличии)  доверителя)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проживающего (ей) по адресу_____________________________________________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ind w:firstLine="2484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(полностью адрес постоянного или преимущественного проживания)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____________паспорт серии ________ №____________ код подразделения_______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выдан «___» ______________ г.___________________________________________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</w:tc>
      </w:tr>
    </w:tbl>
    <w:p w:rsidR="00B8737D" w:rsidRDefault="00B8737D" w:rsidP="00D523CD">
      <w:pPr>
        <w:tabs>
          <w:tab w:val="left" w:pos="225"/>
        </w:tabs>
        <w:ind w:firstLine="546"/>
        <w:jc w:val="both"/>
      </w:pPr>
      <w:r>
        <w:t>Прошу Вас выдать решение об изменении адреса ________________________,</w:t>
      </w:r>
    </w:p>
    <w:p w:rsidR="00B8737D" w:rsidRDefault="00B8737D" w:rsidP="00D523CD">
      <w:pPr>
        <w:tabs>
          <w:tab w:val="left" w:pos="225"/>
        </w:tabs>
        <w:ind w:firstLine="546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  <w:sz w:val="20"/>
          <w:szCs w:val="20"/>
        </w:rPr>
        <w:t>(наименование объекта)</w:t>
      </w:r>
    </w:p>
    <w:p w:rsidR="00B8737D" w:rsidRDefault="00B8737D" w:rsidP="00D523CD">
      <w:pPr>
        <w:tabs>
          <w:tab w:val="left" w:pos="225"/>
        </w:tabs>
        <w:jc w:val="both"/>
      </w:pPr>
      <w:r>
        <w:t>расположенного по адресу: Новосибирская область, _________________________________________</w:t>
      </w:r>
    </w:p>
    <w:p w:rsidR="00B8737D" w:rsidRDefault="00B8737D" w:rsidP="00D523CD">
      <w:pPr>
        <w:tabs>
          <w:tab w:val="left" w:pos="225"/>
        </w:tabs>
        <w:ind w:firstLine="432"/>
        <w:jc w:val="both"/>
      </w:pPr>
      <w:r>
        <w:t xml:space="preserve">Информацию прошу предоставить </w:t>
      </w: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напротив необходимого пункта поставить значок √</w:t>
      </w:r>
      <w:r>
        <w:rPr>
          <w:sz w:val="20"/>
          <w:szCs w:val="20"/>
        </w:rPr>
        <w:t xml:space="preserve">): </w:t>
      </w:r>
    </w:p>
    <w:p w:rsidR="00B8737D" w:rsidRDefault="00B8737D" w:rsidP="00D523CD">
      <w:pPr>
        <w:numPr>
          <w:ilvl w:val="0"/>
          <w:numId w:val="16"/>
        </w:numPr>
        <w:tabs>
          <w:tab w:val="left" w:pos="225"/>
          <w:tab w:val="num" w:pos="1440"/>
        </w:tabs>
        <w:jc w:val="both"/>
      </w:pPr>
      <w:r>
        <w:t>почтой;</w:t>
      </w:r>
    </w:p>
    <w:p w:rsidR="00B8737D" w:rsidRDefault="00B8737D" w:rsidP="00D523CD">
      <w:pPr>
        <w:numPr>
          <w:ilvl w:val="0"/>
          <w:numId w:val="16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</w:pPr>
      <w:r>
        <w:t>на руки по месту сдачи заявки.</w:t>
      </w:r>
    </w:p>
    <w:p w:rsidR="00B8737D" w:rsidRDefault="00B8737D" w:rsidP="00D523CD">
      <w:pPr>
        <w:tabs>
          <w:tab w:val="left" w:pos="225"/>
        </w:tabs>
        <w:jc w:val="both"/>
      </w:pPr>
      <w:r>
        <w:tab/>
        <w:t xml:space="preserve">  Документы, представленные для оказания услуги, и сведения, указанные в заявлении достоверны.</w:t>
      </w:r>
    </w:p>
    <w:p w:rsidR="00B8737D" w:rsidRDefault="00B8737D" w:rsidP="00D523CD">
      <w:pPr>
        <w:tabs>
          <w:tab w:val="left" w:pos="225"/>
        </w:tabs>
        <w:spacing w:before="120"/>
        <w:jc w:val="both"/>
      </w:pPr>
      <w:r>
        <w:t>«_____» _______________ 20 ____ г. «_____» ч. «______» мин.</w:t>
      </w:r>
    </w:p>
    <w:p w:rsidR="00B8737D" w:rsidRDefault="00B8737D" w:rsidP="00D523CD">
      <w:pPr>
        <w:tabs>
          <w:tab w:val="left" w:pos="225"/>
        </w:tabs>
        <w:ind w:firstLine="167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(дата и время подачи заявления)</w:t>
      </w:r>
    </w:p>
    <w:p w:rsidR="00B8737D" w:rsidRDefault="00B8737D" w:rsidP="00D523CD">
      <w:pPr>
        <w:tabs>
          <w:tab w:val="left" w:pos="225"/>
        </w:tabs>
        <w:jc w:val="both"/>
      </w:pPr>
      <w:r>
        <w:t>_______________ / ______________________________________________________/</w:t>
      </w:r>
    </w:p>
    <w:p w:rsidR="00B8737D" w:rsidRDefault="00B8737D" w:rsidP="00D523CD">
      <w:pPr>
        <w:tabs>
          <w:tab w:val="left" w:pos="225"/>
          <w:tab w:val="left" w:pos="3780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(подпись заявителя)</w:t>
      </w:r>
      <w:r>
        <w:rPr>
          <w:i/>
          <w:iCs/>
          <w:sz w:val="20"/>
          <w:szCs w:val="20"/>
        </w:rPr>
        <w:tab/>
        <w:t>(полностью фамилия, имя и отчество (при наличии) заявителя)</w:t>
      </w:r>
    </w:p>
    <w:p w:rsidR="00B8737D" w:rsidRDefault="00B8737D" w:rsidP="00D523CD">
      <w:pPr>
        <w:tabs>
          <w:tab w:val="left" w:pos="225"/>
        </w:tabs>
        <w:jc w:val="both"/>
      </w:pPr>
      <w:r>
        <w:t>№ записи в электронной базе входящих документов __________________________</w:t>
      </w:r>
    </w:p>
    <w:p w:rsidR="00B8737D" w:rsidRDefault="00B8737D" w:rsidP="00D523CD">
      <w:pPr>
        <w:tabs>
          <w:tab w:val="left" w:pos="225"/>
        </w:tabs>
        <w:jc w:val="both"/>
      </w:pPr>
      <w:r>
        <w:t>Примечания_____________________________________________________________</w:t>
      </w:r>
    </w:p>
    <w:tbl>
      <w:tblPr>
        <w:tblW w:w="0" w:type="auto"/>
        <w:tblInd w:w="2" w:type="dxa"/>
        <w:tblLook w:val="00A0"/>
      </w:tblPr>
      <w:tblGrid>
        <w:gridCol w:w="9463"/>
      </w:tblGrid>
      <w:tr w:rsidR="00B8737D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</w:tbl>
    <w:p w:rsidR="00B8737D" w:rsidRDefault="00B8737D" w:rsidP="00D523CD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2" w:type="dxa"/>
        <w:tblLook w:val="00A0"/>
      </w:tblPr>
      <w:tblGrid>
        <w:gridCol w:w="4640"/>
        <w:gridCol w:w="236"/>
        <w:gridCol w:w="4587"/>
      </w:tblGrid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"__" ________________ 200_ г.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Выдана расписка в получении</w:t>
            </w:r>
          </w:p>
          <w:p w:rsidR="00B8737D" w:rsidRDefault="00B8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  <w:p w:rsidR="00B8737D" w:rsidRDefault="00B8737D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"__" ________________ 200_ г. N __________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  <w:p w:rsidR="00B8737D" w:rsidRDefault="00B8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B8737D" w:rsidRDefault="00B8737D" w:rsidP="00D523CD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B8737D" w:rsidRDefault="00B8737D" w:rsidP="00D523CD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 принял:</w:t>
      </w:r>
    </w:p>
    <w:p w:rsidR="00B8737D" w:rsidRDefault="00B8737D" w:rsidP="00D523CD">
      <w:pPr>
        <w:rPr>
          <w:sz w:val="24"/>
          <w:szCs w:val="24"/>
        </w:rPr>
      </w:pPr>
    </w:p>
    <w:tbl>
      <w:tblPr>
        <w:tblW w:w="0" w:type="auto"/>
        <w:tblInd w:w="2" w:type="dxa"/>
        <w:tblLook w:val="00A0"/>
      </w:tblPr>
      <w:tblGrid>
        <w:gridCol w:w="2907"/>
        <w:gridCol w:w="2662"/>
        <w:gridCol w:w="3856"/>
      </w:tblGrid>
      <w:tr w:rsidR="00B8737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B8737D" w:rsidRDefault="00B87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B8737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</w:tr>
    </w:tbl>
    <w:p w:rsidR="00B8737D" w:rsidRDefault="00B8737D" w:rsidP="00D523CD">
      <w:pPr>
        <w:tabs>
          <w:tab w:val="left" w:pos="225"/>
        </w:tabs>
        <w:jc w:val="both"/>
      </w:pPr>
    </w:p>
    <w:p w:rsidR="00B8737D" w:rsidRDefault="00B8737D" w:rsidP="00D523CD">
      <w:pPr>
        <w:jc w:val="center"/>
        <w:rPr>
          <w:sz w:val="24"/>
          <w:szCs w:val="24"/>
        </w:rPr>
      </w:pPr>
    </w:p>
    <w:p w:rsidR="00B8737D" w:rsidRDefault="00B8737D" w:rsidP="00D523CD">
      <w:pPr>
        <w:jc w:val="center"/>
        <w:rPr>
          <w:sz w:val="24"/>
          <w:szCs w:val="24"/>
        </w:rPr>
      </w:pPr>
    </w:p>
    <w:p w:rsidR="00B8737D" w:rsidRDefault="00B8737D" w:rsidP="00D523CD">
      <w:pPr>
        <w:jc w:val="center"/>
        <w:rPr>
          <w:sz w:val="24"/>
          <w:szCs w:val="24"/>
        </w:rPr>
      </w:pPr>
    </w:p>
    <w:p w:rsidR="00B8737D" w:rsidRDefault="00B8737D" w:rsidP="00D523CD">
      <w:pPr>
        <w:ind w:firstLine="720"/>
      </w:pPr>
    </w:p>
    <w:p w:rsidR="00B8737D" w:rsidRDefault="00B8737D" w:rsidP="00D523CD">
      <w:pPr>
        <w:ind w:firstLine="720"/>
      </w:pPr>
    </w:p>
    <w:p w:rsidR="00B8737D" w:rsidRDefault="00B8737D" w:rsidP="00D523CD"/>
    <w:p w:rsidR="00B8737D" w:rsidRDefault="00B8737D" w:rsidP="00D523CD"/>
    <w:p w:rsidR="00B8737D" w:rsidRDefault="00B8737D" w:rsidP="00D523CD">
      <w:pPr>
        <w:ind w:left="720"/>
        <w:jc w:val="right"/>
      </w:pPr>
      <w:r>
        <w:t>Приложение № 4</w:t>
      </w:r>
    </w:p>
    <w:p w:rsidR="00B8737D" w:rsidRDefault="00B8737D" w:rsidP="00D523CD">
      <w:pPr>
        <w:jc w:val="right"/>
      </w:pPr>
      <w:r>
        <w:t>к административному регламенту</w:t>
      </w:r>
    </w:p>
    <w:p w:rsidR="00B8737D" w:rsidRDefault="00B8737D" w:rsidP="00D523CD">
      <w:pPr>
        <w:jc w:val="right"/>
      </w:pPr>
      <w:r>
        <w:t>предоставления муниципальной услуги</w:t>
      </w:r>
    </w:p>
    <w:p w:rsidR="00B8737D" w:rsidRDefault="00B8737D" w:rsidP="00D523CD">
      <w:pPr>
        <w:tabs>
          <w:tab w:val="left" w:pos="9720"/>
        </w:tabs>
        <w:ind w:right="201"/>
      </w:pPr>
    </w:p>
    <w:tbl>
      <w:tblPr>
        <w:tblW w:w="0" w:type="auto"/>
        <w:tblInd w:w="2" w:type="dxa"/>
        <w:tblLook w:val="00A0"/>
      </w:tblPr>
      <w:tblGrid>
        <w:gridCol w:w="4669"/>
        <w:gridCol w:w="4794"/>
      </w:tblGrid>
      <w:tr w:rsidR="00B8737D">
        <w:tc>
          <w:tcPr>
            <w:tcW w:w="4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t>Главе Морозовского сельсовета</w:t>
            </w:r>
          </w:p>
          <w:p w:rsidR="00B8737D" w:rsidRDefault="00B8737D">
            <w:pPr>
              <w:jc w:val="center"/>
            </w:pPr>
          </w:p>
        </w:tc>
      </w:tr>
    </w:tbl>
    <w:p w:rsidR="00B8737D" w:rsidRDefault="00B8737D" w:rsidP="00D523CD">
      <w:pPr>
        <w:tabs>
          <w:tab w:val="left" w:pos="225"/>
        </w:tabs>
        <w:jc w:val="center"/>
      </w:pPr>
      <w:r>
        <w:t>ЗАЯВЛЕНИЕ</w:t>
      </w:r>
    </w:p>
    <w:p w:rsidR="00B8737D" w:rsidRDefault="00B8737D" w:rsidP="00D523CD">
      <w:pPr>
        <w:tabs>
          <w:tab w:val="left" w:pos="225"/>
        </w:tabs>
        <w:jc w:val="center"/>
      </w:pPr>
      <w:r>
        <w:t>о выдаче решения об аннулировании адреса</w:t>
      </w:r>
    </w:p>
    <w:tbl>
      <w:tblPr>
        <w:tblW w:w="0" w:type="auto"/>
        <w:tblInd w:w="2" w:type="dxa"/>
        <w:tblLook w:val="00A0"/>
      </w:tblPr>
      <w:tblGrid>
        <w:gridCol w:w="9463"/>
      </w:tblGrid>
      <w:tr w:rsidR="00B8737D">
        <w:tc>
          <w:tcPr>
            <w:tcW w:w="10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tabs>
                <w:tab w:val="left" w:pos="225"/>
              </w:tabs>
              <w:ind w:firstLine="541"/>
              <w:jc w:val="both"/>
            </w:pPr>
            <w:r>
              <w:t>Я,____________________________________________________________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(полностью фамилия, имя и отчество (при наличии) заявителя)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паспорт серии ________ № ___________________код подразделения____________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выдан «___» ______________ г.___________________________________________</w:t>
            </w:r>
          </w:p>
          <w:p w:rsidR="00B8737D" w:rsidRDefault="00B8737D">
            <w:pPr>
              <w:tabs>
                <w:tab w:val="left" w:pos="-4680"/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проживающий (ая) по адресу_____________________________________________</w:t>
            </w:r>
          </w:p>
          <w:p w:rsidR="00B8737D" w:rsidRDefault="00B8737D">
            <w:pPr>
              <w:tabs>
                <w:tab w:val="left" w:pos="225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адрес постоянного или преимущественного проживания)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___________________________________контактный телефон__________________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действующий (ая) по доверенности, удостоверенной_________________________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ind w:firstLine="630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(Ф.И.О. нотариуса, округ)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___________________________ «___» ______________г. № в реестре___________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по иным основаниям____________________________________________________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(наименование и реквизиты документа)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от имени______________________________________________________________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(полностью фамилия, имя и отчество (при наличии)  доверителя)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проживающего (ей) по адресу_____________________________________________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ind w:firstLine="2484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 (полностью адрес постоянного или преимущественного проживания)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____________паспорт серии ________ №_________ код подразделения__________</w:t>
            </w:r>
          </w:p>
          <w:p w:rsidR="00B8737D" w:rsidRDefault="00B8737D">
            <w:pPr>
              <w:tabs>
                <w:tab w:val="left" w:pos="225"/>
              </w:tabs>
              <w:jc w:val="both"/>
            </w:pPr>
            <w:r>
              <w:t>______________________________________________________________________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378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(иной документ, удостоверяющий личность)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</w:pPr>
            <w:r>
              <w:t>выдан «___» ______________ г.___________________________________________</w:t>
            </w:r>
          </w:p>
          <w:p w:rsidR="00B8737D" w:rsidRDefault="00B8737D">
            <w:pPr>
              <w:tabs>
                <w:tab w:val="left" w:pos="225"/>
                <w:tab w:val="left" w:pos="6120"/>
              </w:tabs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(когда и кем выдан)</w:t>
            </w:r>
          </w:p>
        </w:tc>
      </w:tr>
    </w:tbl>
    <w:p w:rsidR="00B8737D" w:rsidRDefault="00B8737D" w:rsidP="00D523CD">
      <w:pPr>
        <w:tabs>
          <w:tab w:val="left" w:pos="225"/>
        </w:tabs>
        <w:ind w:firstLine="546"/>
        <w:jc w:val="both"/>
      </w:pPr>
      <w:r>
        <w:t>Прошу Вас выдать решение об аннулировании адреса ____________________,</w:t>
      </w:r>
    </w:p>
    <w:p w:rsidR="00B8737D" w:rsidRDefault="00B8737D" w:rsidP="00D523CD">
      <w:pPr>
        <w:tabs>
          <w:tab w:val="left" w:pos="225"/>
        </w:tabs>
        <w:ind w:firstLine="546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  <w:sz w:val="20"/>
          <w:szCs w:val="20"/>
        </w:rPr>
        <w:t>(наименование объекта)</w:t>
      </w:r>
    </w:p>
    <w:p w:rsidR="00B8737D" w:rsidRDefault="00B8737D" w:rsidP="00D523CD">
      <w:pPr>
        <w:tabs>
          <w:tab w:val="left" w:pos="225"/>
        </w:tabs>
        <w:jc w:val="both"/>
      </w:pPr>
      <w:r>
        <w:t>расположенного по адресу: Новосибирская область,______________________________________</w:t>
      </w:r>
    </w:p>
    <w:p w:rsidR="00B8737D" w:rsidRDefault="00B8737D" w:rsidP="00D523CD">
      <w:pPr>
        <w:tabs>
          <w:tab w:val="left" w:pos="225"/>
        </w:tabs>
        <w:ind w:firstLine="432"/>
        <w:jc w:val="both"/>
      </w:pPr>
      <w:r>
        <w:t xml:space="preserve">Информацию прошу предоставить </w:t>
      </w:r>
      <w:r>
        <w:rPr>
          <w:sz w:val="20"/>
          <w:szCs w:val="20"/>
        </w:rPr>
        <w:t>(</w:t>
      </w:r>
      <w:r>
        <w:rPr>
          <w:i/>
          <w:iCs/>
          <w:sz w:val="20"/>
          <w:szCs w:val="20"/>
        </w:rPr>
        <w:t>напротив необходимого пункта поставить значок √</w:t>
      </w:r>
      <w:r>
        <w:rPr>
          <w:sz w:val="20"/>
          <w:szCs w:val="20"/>
        </w:rPr>
        <w:t xml:space="preserve">): </w:t>
      </w:r>
    </w:p>
    <w:p w:rsidR="00B8737D" w:rsidRDefault="00B8737D" w:rsidP="00D523CD">
      <w:pPr>
        <w:numPr>
          <w:ilvl w:val="0"/>
          <w:numId w:val="18"/>
        </w:numPr>
        <w:tabs>
          <w:tab w:val="left" w:pos="225"/>
          <w:tab w:val="num" w:pos="1440"/>
        </w:tabs>
        <w:jc w:val="both"/>
      </w:pPr>
      <w:r>
        <w:t>почтой;</w:t>
      </w:r>
    </w:p>
    <w:p w:rsidR="00B8737D" w:rsidRDefault="00B8737D" w:rsidP="00D523CD">
      <w:pPr>
        <w:numPr>
          <w:ilvl w:val="0"/>
          <w:numId w:val="18"/>
        </w:numPr>
        <w:tabs>
          <w:tab w:val="clear" w:pos="645"/>
          <w:tab w:val="left" w:pos="225"/>
          <w:tab w:val="num" w:pos="900"/>
          <w:tab w:val="num" w:pos="1440"/>
        </w:tabs>
        <w:ind w:left="900" w:firstLine="540"/>
        <w:jc w:val="both"/>
      </w:pPr>
      <w:r>
        <w:t>на руки по месту сдачи заявки.</w:t>
      </w:r>
    </w:p>
    <w:p w:rsidR="00B8737D" w:rsidRDefault="00B8737D" w:rsidP="00D523CD">
      <w:pPr>
        <w:tabs>
          <w:tab w:val="left" w:pos="225"/>
        </w:tabs>
        <w:jc w:val="both"/>
      </w:pPr>
      <w:r>
        <w:tab/>
        <w:t xml:space="preserve">  Документы, представленные для оказания услуги, и сведения, указанные в заявлении достоверны.</w:t>
      </w:r>
    </w:p>
    <w:p w:rsidR="00B8737D" w:rsidRDefault="00B8737D" w:rsidP="00D523CD">
      <w:pPr>
        <w:tabs>
          <w:tab w:val="left" w:pos="225"/>
        </w:tabs>
        <w:spacing w:before="120"/>
        <w:jc w:val="both"/>
      </w:pPr>
      <w:r>
        <w:t>«_____» _______________ 20 ____ г. «_____» ч. «______» мин.</w:t>
      </w:r>
    </w:p>
    <w:p w:rsidR="00B8737D" w:rsidRDefault="00B8737D" w:rsidP="00D523CD">
      <w:pPr>
        <w:tabs>
          <w:tab w:val="left" w:pos="225"/>
        </w:tabs>
        <w:ind w:firstLine="167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(дата и время подачи заявления)</w:t>
      </w:r>
    </w:p>
    <w:p w:rsidR="00B8737D" w:rsidRDefault="00B8737D" w:rsidP="00D523CD">
      <w:pPr>
        <w:tabs>
          <w:tab w:val="left" w:pos="225"/>
        </w:tabs>
        <w:jc w:val="both"/>
      </w:pPr>
      <w:r>
        <w:t>_______________ / ______________________________________________________/</w:t>
      </w:r>
    </w:p>
    <w:p w:rsidR="00B8737D" w:rsidRDefault="00B8737D" w:rsidP="00D523CD">
      <w:pPr>
        <w:tabs>
          <w:tab w:val="left" w:pos="225"/>
          <w:tab w:val="left" w:pos="3780"/>
        </w:tabs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(подпись заявителя)</w:t>
      </w:r>
      <w:r>
        <w:rPr>
          <w:i/>
          <w:iCs/>
          <w:sz w:val="20"/>
          <w:szCs w:val="20"/>
        </w:rPr>
        <w:tab/>
        <w:t>(полностью фамилия, имя и отчество (при наличии) заявителя)</w:t>
      </w:r>
    </w:p>
    <w:p w:rsidR="00B8737D" w:rsidRDefault="00B8737D" w:rsidP="00D523CD">
      <w:pPr>
        <w:tabs>
          <w:tab w:val="left" w:pos="225"/>
        </w:tabs>
        <w:jc w:val="both"/>
      </w:pPr>
      <w:r>
        <w:t>№ записи в электронной базе входящих документов __________________________</w:t>
      </w:r>
    </w:p>
    <w:p w:rsidR="00B8737D" w:rsidRDefault="00B8737D" w:rsidP="00D523CD">
      <w:pPr>
        <w:tabs>
          <w:tab w:val="left" w:pos="225"/>
        </w:tabs>
        <w:jc w:val="both"/>
      </w:pPr>
      <w:r>
        <w:t>Примечания_____________________________________________________________</w:t>
      </w:r>
    </w:p>
    <w:tbl>
      <w:tblPr>
        <w:tblW w:w="0" w:type="auto"/>
        <w:tblInd w:w="2" w:type="dxa"/>
        <w:tblLook w:val="00A0"/>
      </w:tblPr>
      <w:tblGrid>
        <w:gridCol w:w="9463"/>
      </w:tblGrid>
      <w:tr w:rsidR="00B8737D">
        <w:tc>
          <w:tcPr>
            <w:tcW w:w="10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</w:tbl>
    <w:p w:rsidR="00B8737D" w:rsidRDefault="00B8737D" w:rsidP="00D523CD">
      <w:pPr>
        <w:jc w:val="center"/>
      </w:pPr>
      <w:r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Ind w:w="2" w:type="dxa"/>
        <w:tblLook w:val="00A0"/>
      </w:tblPr>
      <w:tblGrid>
        <w:gridCol w:w="4640"/>
        <w:gridCol w:w="236"/>
        <w:gridCol w:w="4587"/>
      </w:tblGrid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 xml:space="preserve">Документы представлены на приеме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"__" ________________ 200_ г.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Входящий номер регистрации заявления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Выдана расписка в получении</w:t>
            </w:r>
          </w:p>
          <w:p w:rsidR="00B8737D" w:rsidRDefault="00B8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документов      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  <w:p w:rsidR="00B8737D" w:rsidRDefault="00B8737D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>"__" ________________ 200_ г. N __________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r>
              <w:rPr>
                <w:sz w:val="20"/>
                <w:szCs w:val="20"/>
              </w:rPr>
              <w:t xml:space="preserve">Расписку получил                    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>(подпись заявителя)</w:t>
            </w: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</w:p>
        </w:tc>
      </w:tr>
      <w:tr w:rsidR="00B8737D">
        <w:tc>
          <w:tcPr>
            <w:tcW w:w="5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 xml:space="preserve">(должность, Ф.И.О. должностного лица, принявшего заявление) 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/>
          <w:p w:rsidR="00B8737D" w:rsidRDefault="00B8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37D" w:rsidRDefault="00B8737D">
            <w:pPr>
              <w:jc w:val="center"/>
            </w:pPr>
            <w:r>
              <w:rPr>
                <w:sz w:val="20"/>
                <w:szCs w:val="20"/>
              </w:rPr>
              <w:t>(подпись)</w:t>
            </w:r>
          </w:p>
        </w:tc>
      </w:tr>
    </w:tbl>
    <w:p w:rsidR="00B8737D" w:rsidRDefault="00B8737D" w:rsidP="00D523CD">
      <w:pPr>
        <w:jc w:val="center"/>
      </w:pPr>
      <w:r>
        <w:rPr>
          <w:b/>
          <w:bCs/>
          <w:sz w:val="24"/>
          <w:szCs w:val="24"/>
        </w:rPr>
        <w:t>РАСПИСКА</w:t>
      </w:r>
    </w:p>
    <w:p w:rsidR="00B8737D" w:rsidRDefault="00B8737D" w:rsidP="00D523CD">
      <w:pPr>
        <w:rPr>
          <w:sz w:val="24"/>
          <w:szCs w:val="24"/>
        </w:rPr>
      </w:pPr>
      <w:r>
        <w:rPr>
          <w:sz w:val="24"/>
          <w:szCs w:val="24"/>
        </w:rPr>
        <w:t>Заявление и документы гр.___________________________________________________ принял:</w:t>
      </w:r>
    </w:p>
    <w:p w:rsidR="00B8737D" w:rsidRDefault="00B8737D" w:rsidP="00D523CD">
      <w:pPr>
        <w:rPr>
          <w:sz w:val="24"/>
          <w:szCs w:val="24"/>
        </w:rPr>
      </w:pPr>
    </w:p>
    <w:tbl>
      <w:tblPr>
        <w:tblW w:w="0" w:type="auto"/>
        <w:tblInd w:w="2" w:type="dxa"/>
        <w:tblLook w:val="00A0"/>
      </w:tblPr>
      <w:tblGrid>
        <w:gridCol w:w="2907"/>
        <w:gridCol w:w="2662"/>
        <w:gridCol w:w="3856"/>
      </w:tblGrid>
      <w:tr w:rsidR="00B8737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>
            <w:pPr>
              <w:jc w:val="center"/>
            </w:pPr>
            <w:r>
              <w:rPr>
                <w:sz w:val="24"/>
                <w:szCs w:val="24"/>
              </w:rPr>
              <w:t>Подпись специалиста</w:t>
            </w:r>
          </w:p>
          <w:p w:rsidR="00B8737D" w:rsidRDefault="00B873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(расшифровка подписи)</w:t>
            </w:r>
          </w:p>
        </w:tc>
      </w:tr>
      <w:tr w:rsidR="00B8737D">
        <w:tc>
          <w:tcPr>
            <w:tcW w:w="2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  <w:tc>
          <w:tcPr>
            <w:tcW w:w="3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737D" w:rsidRDefault="00B8737D"/>
        </w:tc>
      </w:tr>
    </w:tbl>
    <w:p w:rsidR="00B8737D" w:rsidRDefault="00B8737D" w:rsidP="00D523CD">
      <w:pPr>
        <w:tabs>
          <w:tab w:val="left" w:pos="225"/>
        </w:tabs>
        <w:jc w:val="both"/>
      </w:pPr>
    </w:p>
    <w:p w:rsidR="00B8737D" w:rsidRDefault="00B8737D" w:rsidP="00D523CD"/>
    <w:p w:rsidR="00B8737D" w:rsidRDefault="00B8737D" w:rsidP="00D523CD"/>
    <w:p w:rsidR="00B8737D" w:rsidRDefault="00B8737D" w:rsidP="00D523CD"/>
    <w:p w:rsidR="00B8737D" w:rsidRDefault="00B8737D" w:rsidP="00D523CD"/>
    <w:p w:rsidR="00B8737D" w:rsidRDefault="00B8737D" w:rsidP="00D523CD"/>
    <w:p w:rsidR="00B8737D" w:rsidRDefault="00B8737D" w:rsidP="00D523CD"/>
    <w:p w:rsidR="00B8737D" w:rsidRDefault="00B8737D" w:rsidP="00D523CD"/>
    <w:p w:rsidR="00B8737D" w:rsidRDefault="00B8737D" w:rsidP="00D523CD"/>
    <w:p w:rsidR="00B8737D" w:rsidRDefault="00B8737D" w:rsidP="00D523CD">
      <w:pPr>
        <w:ind w:left="720"/>
        <w:jc w:val="right"/>
      </w:pPr>
      <w:r>
        <w:t>Приложение № 5</w:t>
      </w:r>
    </w:p>
    <w:p w:rsidR="00B8737D" w:rsidRDefault="00B8737D" w:rsidP="00D523CD">
      <w:pPr>
        <w:jc w:val="right"/>
      </w:pPr>
      <w:r>
        <w:t>к административному регламенту</w:t>
      </w:r>
    </w:p>
    <w:p w:rsidR="00B8737D" w:rsidRDefault="00B8737D" w:rsidP="00D523CD">
      <w:pPr>
        <w:jc w:val="right"/>
      </w:pPr>
      <w:r>
        <w:t>предоставления муниципальной услуги</w:t>
      </w:r>
    </w:p>
    <w:p w:rsidR="00B8737D" w:rsidRDefault="00B8737D" w:rsidP="00D523CD">
      <w:pPr>
        <w:jc w:val="right"/>
      </w:pPr>
    </w:p>
    <w:p w:rsidR="00B8737D" w:rsidRDefault="00B8737D" w:rsidP="00D523CD">
      <w:pPr>
        <w:tabs>
          <w:tab w:val="left" w:pos="1425"/>
        </w:tabs>
        <w:jc w:val="center"/>
      </w:pPr>
      <w:r>
        <w:t xml:space="preserve">БЛОК-СХЕМА </w:t>
      </w:r>
    </w:p>
    <w:p w:rsidR="00B8737D" w:rsidRDefault="00B8737D" w:rsidP="00D523CD">
      <w:pPr>
        <w:tabs>
          <w:tab w:val="left" w:pos="1425"/>
        </w:tabs>
        <w:jc w:val="center"/>
      </w:pPr>
      <w:r>
        <w:t>предоставления муниципальной услуги</w:t>
      </w:r>
    </w:p>
    <w:p w:rsidR="00B8737D" w:rsidRDefault="00B8737D" w:rsidP="00D523CD">
      <w:pPr>
        <w:tabs>
          <w:tab w:val="left" w:pos="1425"/>
        </w:tabs>
        <w:jc w:val="center"/>
      </w:pPr>
    </w:p>
    <w:p w:rsidR="00B8737D" w:rsidRDefault="00B8737D" w:rsidP="00D523CD">
      <w:pPr>
        <w:jc w:val="both"/>
      </w:pPr>
    </w:p>
    <w:p w:rsidR="00B8737D" w:rsidRDefault="00B8737D" w:rsidP="00D523CD">
      <w:pPr>
        <w:jc w:val="both"/>
      </w:pPr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Блок-схема: знак завершения 28" o:spid="_x0000_s1026" type="#_x0000_t116" style="position:absolute;left:0;text-align:left;margin-left:-9.4pt;margin-top:440.85pt;width:183.75pt;height:63.95pt;z-index:251658240;visibility:visible">
            <v:textbox>
              <w:txbxContent>
                <w:p w:rsidR="00B8737D" w:rsidRDefault="00B8737D" w:rsidP="00D523CD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Выдача решения о присвоении, изменении или аннулировании адреса объекта</w:t>
                  </w:r>
                </w:p>
              </w:txbxContent>
            </v:textbox>
          </v:shape>
        </w:pict>
      </w:r>
      <w:r>
        <w:rPr>
          <w:noProof/>
        </w:rPr>
        <w:pict>
          <v:line id="Прямая соединительная линия 27" o:spid="_x0000_s1027" style="position:absolute;left:0;text-align:left;z-index:251659264;visibility:visible" from="78.75pt,421.05pt" to="78.75pt,439.05pt">
            <v:stroke endarrow="block"/>
          </v:line>
        </w:pict>
      </w:r>
      <w:r>
        <w:rPr>
          <w:noProof/>
        </w:rPr>
        <w:pict>
          <v:shape id="Блок-схема: знак завершения 26" o:spid="_x0000_s1028" type="#_x0000_t116" style="position:absolute;left:0;text-align:left;margin-left:303.55pt;margin-top:444.25pt;width:171pt;height:60.55pt;z-index:251660288;visibility:visible">
            <v:textbox>
              <w:txbxContent>
                <w:p w:rsidR="00B8737D" w:rsidRDefault="00B8737D" w:rsidP="00D523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Выдача уведомления</w:t>
                  </w:r>
                </w:p>
                <w:p w:rsidR="00B8737D" w:rsidRDefault="00B8737D" w:rsidP="00D523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 отказе в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line id="Прямая соединительная линия 25" o:spid="_x0000_s1029" style="position:absolute;left:0;text-align:left;z-index:251661312;visibility:visible" from="388.85pt,421.05pt" to="388.85pt,442.45pt">
            <v:stroke endarrow="block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4" o:spid="_x0000_s1030" type="#_x0000_t202" style="position:absolute;left:0;text-align:left;margin-left:78.35pt;margin-top:84.45pt;width:317.25pt;height:24.6pt;z-index:251662336;visibility:visible">
            <v:textbox>
              <w:txbxContent>
                <w:p w:rsidR="00B8737D" w:rsidRDefault="00B8737D" w:rsidP="00D523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Прием заявления и документов на получение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23" o:spid="_x0000_s1031" type="#_x0000_t202" style="position:absolute;left:0;text-align:left;margin-left:93pt;margin-top:221.95pt;width:295.85pt;height:33.85pt;z-index:251663360;visibility:visible">
            <v:textbox>
              <w:txbxContent>
                <w:p w:rsidR="00B8737D" w:rsidRDefault="00B8737D" w:rsidP="00D523CD">
                  <w:pPr>
                    <w:pStyle w:val="ConsPlusNormal0"/>
                    <w:tabs>
                      <w:tab w:val="left" w:pos="540"/>
                    </w:tabs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Проверка документов на установление наличия</w:t>
                  </w:r>
                </w:p>
                <w:p w:rsidR="00B8737D" w:rsidRDefault="00B8737D" w:rsidP="00D523CD">
                  <w:pPr>
                    <w:pStyle w:val="ConsPlusNormal0"/>
                    <w:tabs>
                      <w:tab w:val="left" w:pos="540"/>
                    </w:tabs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права на получение муниципальной услуги</w:t>
                  </w:r>
                </w:p>
                <w:p w:rsidR="00B8737D" w:rsidRDefault="00B8737D" w:rsidP="00D523CD"/>
              </w:txbxContent>
            </v:textbox>
          </v:shape>
        </w:pict>
      </w:r>
      <w:r>
        <w:rPr>
          <w:noProof/>
        </w:rPr>
        <w:pict>
          <v:line id="Прямая соединительная линия 22" o:spid="_x0000_s1032" style="position:absolute;left:0;text-align:left;flip:x;z-index:251664384;visibility:visible" from="78.35pt,325.25pt" to="118.7pt,325.25pt"/>
        </w:pict>
      </w:r>
      <w:r>
        <w:rPr>
          <w:noProof/>
        </w:rPr>
        <w:pict>
          <v:line id="Прямая соединительная линия 21" o:spid="_x0000_s1033" style="position:absolute;left:0;text-align:left;z-index:251665408;visibility:visible" from="78.75pt,325.25pt" to="78.75pt,368.2pt">
            <v:stroke endarrow="block"/>
          </v:line>
        </w:pict>
      </w:r>
      <w:r>
        <w:rPr>
          <w:noProof/>
        </w:rPr>
        <w:pict>
          <v:shape id="Поле 20" o:spid="_x0000_s1034" type="#_x0000_t202" style="position:absolute;left:0;text-align:left;margin-left:-.4pt;margin-top:366.7pt;width:171pt;height:47.15pt;z-index:251666432;visibility:visible">
            <v:textbox>
              <w:txbxContent>
                <w:p w:rsidR="00B8737D" w:rsidRDefault="00B8737D" w:rsidP="00D523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Принятие решения о предоставлении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9" o:spid="_x0000_s1035" type="#_x0000_t202" style="position:absolute;left:0;text-align:left;margin-left:348.9pt;margin-top:147pt;width:32.45pt;height:17.55pt;z-index:251667456;visibility:visible" stroked="f">
            <v:textbox>
              <w:txbxContent>
                <w:p w:rsidR="00B8737D" w:rsidRDefault="00B8737D" w:rsidP="00D523C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8" o:spid="_x0000_s1036" type="#_x0000_t202" style="position:absolute;left:0;text-align:left;margin-left:69.9pt;margin-top:147pt;width:45pt;height:17.55pt;z-index:251668480;visibility:visible" stroked="f">
            <v:textbox>
              <w:txbxContent>
                <w:p w:rsidR="00B8737D" w:rsidRDefault="00B8737D" w:rsidP="00D523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17" o:spid="_x0000_s1037" type="#_x0000_t110" style="position:absolute;left:0;text-align:left;margin-left:114.9pt;margin-top:129.9pt;width:234pt;height:77.1pt;z-index:251669504;visibility:visible">
            <v:textbox>
              <w:txbxContent>
                <w:p w:rsidR="00B8737D" w:rsidRDefault="00B8737D" w:rsidP="00D523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Наличие надлежаще оформленных документов</w:t>
                  </w:r>
                </w:p>
              </w:txbxContent>
            </v:textbox>
          </v:shape>
        </w:pict>
      </w:r>
      <w:r>
        <w:rPr>
          <w:noProof/>
        </w:rPr>
        <w:pict>
          <v:line id="Прямая соединительная линия 16" o:spid="_x0000_s1038" style="position:absolute;left:0;text-align:left;z-index:251670528;visibility:visible" from="233.6pt,54.95pt" to="233.6pt,85.45pt">
            <v:stroke endarrow="block"/>
          </v:line>
        </w:pict>
      </w:r>
      <w:r>
        <w:rPr>
          <w:noProof/>
        </w:rPr>
        <w:pict>
          <v:shape id="Блок-схема: решение 15" o:spid="_x0000_s1039" type="#_x0000_t110" style="position:absolute;left:0;text-align:left;margin-left:120.1pt;margin-top:275.3pt;width:215.7pt;height:99.25pt;z-index:251671552;visibility:visible">
            <v:textbox>
              <w:txbxContent>
                <w:p w:rsidR="00B8737D" w:rsidRDefault="00B8737D" w:rsidP="00D523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Наличие права на получение муниципальной услуги</w:t>
                  </w:r>
                </w:p>
              </w:txbxContent>
            </v:textbox>
          </v:shape>
        </w:pict>
      </w:r>
      <w:r>
        <w:rPr>
          <w:noProof/>
        </w:rPr>
        <w:pict>
          <v:line id="Прямая соединительная линия 14" o:spid="_x0000_s1040" style="position:absolute;left:0;text-align:left;z-index:251672576;visibility:visible" from="227.6pt,254.8pt" to="227.6pt,275.8pt">
            <v:stroke endarrow="block"/>
          </v:line>
        </w:pict>
      </w:r>
      <w:r>
        <w:rPr>
          <w:noProof/>
        </w:rPr>
        <w:pict>
          <v:line id="Прямая соединительная линия 13" o:spid="_x0000_s1041" style="position:absolute;left:0;text-align:left;z-index:251673600;visibility:visible" from="335.8pt,325.25pt" to="388.85pt,325.25pt"/>
        </w:pict>
      </w:r>
      <w:r>
        <w:rPr>
          <w:noProof/>
        </w:rPr>
        <w:pict>
          <v:line id="Прямая соединительная линия 12" o:spid="_x0000_s1042" style="position:absolute;left:0;text-align:left;z-index:251674624;visibility:visible" from="388.85pt,325.25pt" to="388.85pt,368.2pt">
            <v:stroke endarrow="block"/>
          </v:line>
        </w:pict>
      </w:r>
      <w:r>
        <w:rPr>
          <w:noProof/>
        </w:rPr>
        <w:pict>
          <v:line id="Прямая соединительная линия 11" o:spid="_x0000_s1043" style="position:absolute;left:0;text-align:left;z-index:251675648;visibility:visible" from="233.6pt,109.4pt" to="233.6pt,130.4pt">
            <v:stroke endarrow="block"/>
          </v:line>
        </w:pict>
      </w:r>
      <w:r>
        <w:rPr>
          <w:noProof/>
        </w:rPr>
        <w:pict>
          <v:shape id="Блок-схема: знак завершения 10" o:spid="_x0000_s1044" type="#_x0000_t116" style="position:absolute;left:0;text-align:left;margin-left:69.9pt;margin-top:9.95pt;width:321pt;height:46.5pt;z-index:251676672;visibility:visible">
            <v:textbox>
              <w:txbxContent>
                <w:p w:rsidR="00B8737D" w:rsidRDefault="00B8737D" w:rsidP="00D523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Обращение заявителя по вопросам предоставления муниципальной услуги</w:t>
                  </w:r>
                </w:p>
                <w:p w:rsidR="00B8737D" w:rsidRDefault="00B8737D" w:rsidP="00D523CD"/>
                <w:p w:rsidR="00B8737D" w:rsidRDefault="00B8737D" w:rsidP="00D523CD"/>
              </w:txbxContent>
            </v:textbox>
          </v:shape>
        </w:pict>
      </w:r>
      <w:r>
        <w:rPr>
          <w:noProof/>
        </w:rPr>
        <w:pict>
          <v:shape id="Поле 9" o:spid="_x0000_s1045" type="#_x0000_t202" style="position:absolute;left:0;text-align:left;margin-left:75.1pt;margin-top:292.5pt;width:45pt;height:27pt;z-index:251677696;visibility:visible" stroked="f">
            <v:textbox>
              <w:txbxContent>
                <w:p w:rsidR="00B8737D" w:rsidRDefault="00B8737D" w:rsidP="00D523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8" o:spid="_x0000_s1046" type="#_x0000_t202" style="position:absolute;left:0;text-align:left;margin-left:340.65pt;margin-top:301.45pt;width:40.7pt;height:17.55pt;z-index:251678720;visibility:visible" stroked="f">
            <v:textbox>
              <w:txbxContent>
                <w:p w:rsidR="00B8737D" w:rsidRDefault="00B8737D" w:rsidP="00D523C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7" o:spid="_x0000_s1047" type="#_x0000_t202" style="position:absolute;left:0;text-align:left;margin-left:303.55pt;margin-top:366.7pt;width:165.55pt;height:47.15pt;z-index:251679744;visibility:visible">
            <v:textbox>
              <w:txbxContent>
                <w:p w:rsidR="00B8737D" w:rsidRDefault="00B8737D" w:rsidP="00D523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Принятие решения об отказе в предоставлении муниципальной услуги</w:t>
                  </w:r>
                </w:p>
                <w:p w:rsidR="00B8737D" w:rsidRDefault="00B8737D" w:rsidP="00D523CD"/>
                <w:p w:rsidR="00B8737D" w:rsidRDefault="00B8737D" w:rsidP="00D523CD"/>
              </w:txbxContent>
            </v:textbox>
          </v:shape>
        </w:pict>
      </w:r>
      <w:r>
        <w:rPr>
          <w:noProof/>
        </w:rPr>
        <w:pict>
          <v:line id="Прямая соединительная линия 6" o:spid="_x0000_s1048" style="position:absolute;left:0;text-align:left;z-index:251680768;visibility:visible" from="78.75pt,325.25pt" to="123.35pt,325.25pt"/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5" o:spid="_x0000_s1049" type="#_x0000_t34" style="position:absolute;left:0;text-align:left;margin-left:76pt;margin-top:185.1pt;width:55.85pt;height:21.9pt;rotation:90;z-index:251681792;visibility:visible" adj="-252">
            <v:stroke endarrow="block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50" type="#_x0000_t32" style="position:absolute;left:0;text-align:left;margin-left:348.9pt;margin-top:168.1pt;width:81.2pt;height:0;z-index:251682816;visibility:visible"/>
        </w:pict>
      </w:r>
      <w:r>
        <w:rPr>
          <w:noProof/>
        </w:rPr>
        <w:pict>
          <v:shape id="Прямая со стрелкой 3" o:spid="_x0000_s1051" type="#_x0000_t32" style="position:absolute;left:0;text-align:left;margin-left:430.1pt;margin-top:33.3pt;width:0;height:138.75pt;flip:y;z-index:251683840;visibility:visible"/>
        </w:pict>
      </w:r>
      <w:r>
        <w:rPr>
          <w:noProof/>
        </w:rPr>
        <w:pict>
          <v:shape id="Прямая со стрелкой 2" o:spid="_x0000_s1052" type="#_x0000_t32" style="position:absolute;left:0;text-align:left;margin-left:390.9pt;margin-top:33.3pt;width:39.2pt;height:0;flip:x;z-index:251684864;visibility:visible">
            <v:stroke endarrow="block"/>
          </v:shape>
        </w:pict>
      </w:r>
      <w:r>
        <w:rPr>
          <w:noProof/>
        </w:rPr>
        <w:pict>
          <v:line id="Прямая соединительная линия 1" o:spid="_x0000_s1053" style="position:absolute;left:0;text-align:left;z-index:251685888;visibility:visible" from="495pt,563.4pt" to="495pt,563.4pt"/>
        </w:pict>
      </w:r>
    </w:p>
    <w:p w:rsidR="00B8737D" w:rsidRDefault="00B8737D" w:rsidP="00D523CD">
      <w:pPr>
        <w:jc w:val="both"/>
      </w:pPr>
    </w:p>
    <w:p w:rsidR="00B8737D" w:rsidRDefault="00B8737D" w:rsidP="00D523CD">
      <w:pPr>
        <w:jc w:val="both"/>
      </w:pPr>
    </w:p>
    <w:p w:rsidR="00B8737D" w:rsidRDefault="00B8737D" w:rsidP="00D523CD">
      <w:pPr>
        <w:jc w:val="both"/>
      </w:pPr>
    </w:p>
    <w:p w:rsidR="00B8737D" w:rsidRDefault="00B8737D" w:rsidP="00D523CD">
      <w:pPr>
        <w:jc w:val="both"/>
      </w:pPr>
    </w:p>
    <w:p w:rsidR="00B8737D" w:rsidRDefault="00B8737D" w:rsidP="00D523CD">
      <w:pPr>
        <w:jc w:val="both"/>
      </w:pPr>
    </w:p>
    <w:p w:rsidR="00B8737D" w:rsidRDefault="00B8737D" w:rsidP="00D523CD">
      <w:pPr>
        <w:jc w:val="both"/>
      </w:pPr>
    </w:p>
    <w:p w:rsidR="00B8737D" w:rsidRDefault="00B8737D" w:rsidP="00D523CD">
      <w:pPr>
        <w:jc w:val="both"/>
      </w:pPr>
    </w:p>
    <w:p w:rsidR="00B8737D" w:rsidRDefault="00B8737D" w:rsidP="00D523CD">
      <w:pPr>
        <w:jc w:val="both"/>
      </w:pPr>
    </w:p>
    <w:p w:rsidR="00B8737D" w:rsidRDefault="00B8737D" w:rsidP="00D523CD">
      <w:pPr>
        <w:jc w:val="both"/>
      </w:pPr>
    </w:p>
    <w:p w:rsidR="00B8737D" w:rsidRDefault="00B8737D" w:rsidP="00D523CD">
      <w:pPr>
        <w:tabs>
          <w:tab w:val="left" w:pos="6660"/>
        </w:tabs>
        <w:jc w:val="both"/>
      </w:pPr>
    </w:p>
    <w:p w:rsidR="00B8737D" w:rsidRDefault="00B8737D" w:rsidP="00D523CD">
      <w:pPr>
        <w:jc w:val="both"/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pStyle w:val="ConsPlusNormal0"/>
        <w:ind w:left="1620" w:firstLine="3780"/>
        <w:jc w:val="both"/>
        <w:rPr>
          <w:rFonts w:ascii="Times New Roman" w:hAnsi="Times New Roman" w:cs="Times New Roman"/>
          <w:sz w:val="28"/>
          <w:szCs w:val="28"/>
        </w:rPr>
      </w:pPr>
    </w:p>
    <w:p w:rsidR="00B8737D" w:rsidRDefault="00B8737D" w:rsidP="00D523CD">
      <w:pPr>
        <w:jc w:val="both"/>
      </w:pPr>
    </w:p>
    <w:p w:rsidR="00B8737D" w:rsidRDefault="00B8737D" w:rsidP="00D523CD">
      <w:pPr>
        <w:tabs>
          <w:tab w:val="left" w:pos="1425"/>
        </w:tabs>
        <w:jc w:val="center"/>
      </w:pPr>
    </w:p>
    <w:p w:rsidR="00B8737D" w:rsidRDefault="00B8737D" w:rsidP="00D523CD">
      <w:pPr>
        <w:tabs>
          <w:tab w:val="left" w:pos="1425"/>
        </w:tabs>
        <w:jc w:val="center"/>
      </w:pPr>
    </w:p>
    <w:p w:rsidR="00B8737D" w:rsidRDefault="00B8737D" w:rsidP="00D523CD"/>
    <w:p w:rsidR="00B8737D" w:rsidRDefault="00B8737D"/>
    <w:sectPr w:rsidR="00B8737D" w:rsidSect="00BC39D0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37D" w:rsidRDefault="00B8737D">
      <w:r>
        <w:separator/>
      </w:r>
    </w:p>
  </w:endnote>
  <w:endnote w:type="continuationSeparator" w:id="0">
    <w:p w:rsidR="00B8737D" w:rsidRDefault="00B87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37D" w:rsidRDefault="00B8737D" w:rsidP="0035021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8737D" w:rsidRDefault="00B8737D" w:rsidP="00696EF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37D" w:rsidRDefault="00B8737D">
      <w:r>
        <w:separator/>
      </w:r>
    </w:p>
  </w:footnote>
  <w:footnote w:type="continuationSeparator" w:id="0">
    <w:p w:rsidR="00B8737D" w:rsidRDefault="00B873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>
    <w:nsid w:val="076679BB"/>
    <w:multiLevelType w:val="hybridMultilevel"/>
    <w:tmpl w:val="00000001"/>
    <w:lvl w:ilvl="0" w:tplc="A106DE1E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B91CEA1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0AEA042E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B8729E7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093C9AE4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95E055E4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5C98CED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2AE4D122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AE462C2A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3">
    <w:nsid w:val="15F76BE2"/>
    <w:multiLevelType w:val="hybridMultilevel"/>
    <w:tmpl w:val="5F7A5F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EA6B9B"/>
    <w:multiLevelType w:val="hybridMultilevel"/>
    <w:tmpl w:val="00000001"/>
    <w:lvl w:ilvl="0" w:tplc="AA9239B0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69D69890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45FC3E46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950C7DC2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66AFDA8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A894DD4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B1860A56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0A34CEA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70804FB8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6">
    <w:nsid w:val="43BD6878"/>
    <w:multiLevelType w:val="hybridMultilevel"/>
    <w:tmpl w:val="00000001"/>
    <w:lvl w:ilvl="0" w:tplc="1DFCC022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4E9043E6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1B722E0A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7AB638BE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5292351A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AC1E9E68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761C889A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EBDCD8BE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773A4F6C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7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</w:abstractNum>
  <w:abstractNum w:abstractNumId="9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7">
    <w:abstractNumId w:val="7"/>
  </w:num>
  <w:num w:numId="8">
    <w:abstractNumId w:val="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B58"/>
    <w:rsid w:val="00021DB2"/>
    <w:rsid w:val="000E5A5B"/>
    <w:rsid w:val="001B14D8"/>
    <w:rsid w:val="00223655"/>
    <w:rsid w:val="00232FB7"/>
    <w:rsid w:val="0024639B"/>
    <w:rsid w:val="002564BD"/>
    <w:rsid w:val="00302740"/>
    <w:rsid w:val="00350217"/>
    <w:rsid w:val="00393C4A"/>
    <w:rsid w:val="003B3363"/>
    <w:rsid w:val="003F6CA6"/>
    <w:rsid w:val="00452B12"/>
    <w:rsid w:val="004950A2"/>
    <w:rsid w:val="00537165"/>
    <w:rsid w:val="005C3FF7"/>
    <w:rsid w:val="005D4953"/>
    <w:rsid w:val="005E4FAB"/>
    <w:rsid w:val="00622A70"/>
    <w:rsid w:val="0063175A"/>
    <w:rsid w:val="00696EF2"/>
    <w:rsid w:val="00803A8F"/>
    <w:rsid w:val="008422B1"/>
    <w:rsid w:val="00862B58"/>
    <w:rsid w:val="008A6B2E"/>
    <w:rsid w:val="00922715"/>
    <w:rsid w:val="009251BF"/>
    <w:rsid w:val="009F1BCE"/>
    <w:rsid w:val="00AA0F81"/>
    <w:rsid w:val="00AC7D4E"/>
    <w:rsid w:val="00AD780D"/>
    <w:rsid w:val="00B121ED"/>
    <w:rsid w:val="00B26016"/>
    <w:rsid w:val="00B32AA9"/>
    <w:rsid w:val="00B800CE"/>
    <w:rsid w:val="00B84C64"/>
    <w:rsid w:val="00B8737D"/>
    <w:rsid w:val="00BC39D0"/>
    <w:rsid w:val="00C2228B"/>
    <w:rsid w:val="00C40349"/>
    <w:rsid w:val="00D40B38"/>
    <w:rsid w:val="00D523CD"/>
    <w:rsid w:val="00D751E5"/>
    <w:rsid w:val="00D834B3"/>
    <w:rsid w:val="00DA18AE"/>
    <w:rsid w:val="00DD2C0E"/>
    <w:rsid w:val="00E37763"/>
    <w:rsid w:val="00EA056C"/>
    <w:rsid w:val="00EC7C5D"/>
    <w:rsid w:val="00F464B7"/>
    <w:rsid w:val="00F956F1"/>
    <w:rsid w:val="00FB6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3CD"/>
    <w:rPr>
      <w:rFonts w:ascii="Times New Roman" w:eastAsia="Times New Roman" w:hAnsi="Times New Roman"/>
      <w:color w:val="000000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93C4A"/>
    <w:pPr>
      <w:keepNext/>
      <w:outlineLvl w:val="0"/>
    </w:pPr>
    <w:rPr>
      <w:rFonts w:eastAsia="Calibri"/>
      <w:b/>
      <w:bCs/>
      <w:color w:val="auto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93C4A"/>
    <w:pPr>
      <w:keepNext/>
      <w:jc w:val="center"/>
      <w:outlineLvl w:val="1"/>
    </w:pPr>
    <w:rPr>
      <w:rFonts w:eastAsia="Calibri"/>
      <w:b/>
      <w:bCs/>
      <w:color w:val="auto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51E5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751E5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D523C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D523CD"/>
    <w:pPr>
      <w:tabs>
        <w:tab w:val="center" w:pos="4536"/>
        <w:tab w:val="right" w:pos="9072"/>
      </w:tabs>
      <w:ind w:firstLine="709"/>
      <w:jc w:val="both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523C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uiPriority w:val="99"/>
    <w:semiHidden/>
    <w:locked/>
    <w:rsid w:val="00D523CD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Footer">
    <w:name w:val="footer"/>
    <w:basedOn w:val="Normal"/>
    <w:link w:val="FooterChar1"/>
    <w:uiPriority w:val="99"/>
    <w:semiHidden/>
    <w:rsid w:val="00D523C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232FB7"/>
    <w:rPr>
      <w:rFonts w:ascii="Times New Roman" w:hAnsi="Times New Roman" w:cs="Times New Roman"/>
      <w:color w:val="000000"/>
      <w:sz w:val="28"/>
      <w:szCs w:val="28"/>
    </w:rPr>
  </w:style>
  <w:style w:type="paragraph" w:customStyle="1" w:styleId="a">
    <w:name w:val="Знак Знак Знак Знак Знак Знак Знак"/>
    <w:basedOn w:val="Normal"/>
    <w:uiPriority w:val="99"/>
    <w:rsid w:val="00D523CD"/>
    <w:pPr>
      <w:widowControl w:val="0"/>
      <w:adjustRightInd w:val="0"/>
      <w:spacing w:after="160" w:line="240" w:lineRule="exact"/>
      <w:jc w:val="right"/>
    </w:pPr>
    <w:rPr>
      <w:rFonts w:ascii="Arial" w:hAnsi="Arial" w:cs="Arial"/>
      <w:color w:val="auto"/>
      <w:sz w:val="20"/>
      <w:szCs w:val="20"/>
      <w:lang w:val="en-GB" w:eastAsia="en-US"/>
    </w:rPr>
  </w:style>
  <w:style w:type="paragraph" w:customStyle="1" w:styleId="a0">
    <w:name w:val="Абзац_пост"/>
    <w:basedOn w:val="Normal"/>
    <w:uiPriority w:val="99"/>
    <w:rsid w:val="00D523CD"/>
    <w:pPr>
      <w:spacing w:before="120"/>
      <w:ind w:firstLine="720"/>
      <w:jc w:val="both"/>
    </w:pPr>
    <w:rPr>
      <w:color w:val="auto"/>
      <w:sz w:val="26"/>
      <w:szCs w:val="26"/>
    </w:rPr>
  </w:style>
  <w:style w:type="character" w:customStyle="1" w:styleId="ConsPlusNormal">
    <w:name w:val="ConsPlusNormal Знак Знак Знак"/>
    <w:link w:val="ConsPlusNormal0"/>
    <w:uiPriority w:val="99"/>
    <w:locked/>
    <w:rsid w:val="00D523CD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 Знак Знак"/>
    <w:link w:val="ConsPlusNormal"/>
    <w:uiPriority w:val="99"/>
    <w:rsid w:val="00D523C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5E4FA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locked/>
    <w:rsid w:val="00393C4A"/>
    <w:pPr>
      <w:jc w:val="center"/>
    </w:pPr>
    <w:rPr>
      <w:rFonts w:eastAsia="Calibri"/>
      <w:b/>
      <w:bCs/>
      <w:color w:val="auto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D751E5"/>
    <w:rPr>
      <w:rFonts w:ascii="Cambria" w:hAnsi="Cambria" w:cs="Cambria"/>
      <w:b/>
      <w:bCs/>
      <w:color w:val="000000"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696E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04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rozovo.iskitim-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rozovo.iskitim-r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o54.rosreest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54.nalog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31</Pages>
  <Words>8872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5элемент</dc:creator>
  <cp:keywords/>
  <dc:description/>
  <cp:lastModifiedBy>Customer</cp:lastModifiedBy>
  <cp:revision>21</cp:revision>
  <dcterms:created xsi:type="dcterms:W3CDTF">2014-04-06T03:35:00Z</dcterms:created>
  <dcterms:modified xsi:type="dcterms:W3CDTF">2015-03-18T12:36:00Z</dcterms:modified>
</cp:coreProperties>
</file>