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F42" w:rsidRDefault="00404F42" w:rsidP="00DA6DFD">
      <w:pPr>
        <w:pStyle w:val="Title"/>
        <w:rPr>
          <w:sz w:val="28"/>
          <w:szCs w:val="28"/>
        </w:rPr>
      </w:pPr>
      <w:r>
        <w:rPr>
          <w:sz w:val="28"/>
          <w:szCs w:val="28"/>
        </w:rPr>
        <w:t>АДМИНИСТРАЦИЯ МОРОЗОВСКОГО СЕЛЬСОВЕТА</w:t>
      </w:r>
    </w:p>
    <w:p w:rsidR="00404F42" w:rsidRDefault="00404F42" w:rsidP="00DA6DFD">
      <w:pPr>
        <w:jc w:val="center"/>
        <w:rPr>
          <w:b/>
          <w:bCs/>
        </w:rPr>
      </w:pPr>
      <w:r>
        <w:rPr>
          <w:b/>
          <w:bCs/>
        </w:rPr>
        <w:t>ИСКИТИМСКОГО РАЙОНА НОВОСИБИРСКОЙ ОБЛАСТИ</w:t>
      </w:r>
    </w:p>
    <w:p w:rsidR="00404F42" w:rsidRDefault="00404F42" w:rsidP="00DA6DFD">
      <w:pPr>
        <w:jc w:val="center"/>
        <w:rPr>
          <w:b/>
          <w:bCs/>
        </w:rPr>
      </w:pPr>
    </w:p>
    <w:p w:rsidR="00404F42" w:rsidRDefault="00404F42" w:rsidP="00DA6DFD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404F42" w:rsidRDefault="00404F42" w:rsidP="00DA6DFD">
      <w:pPr>
        <w:rPr>
          <w:b/>
          <w:bCs/>
        </w:rPr>
      </w:pPr>
    </w:p>
    <w:p w:rsidR="00404F42" w:rsidRDefault="00404F42" w:rsidP="00DA6DFD">
      <w:pPr>
        <w:pStyle w:val="Heading1"/>
        <w:jc w:val="center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  <w:u w:val="single"/>
        </w:rPr>
        <w:t>18.03.2015</w:t>
      </w:r>
      <w:r>
        <w:rPr>
          <w:b w:val="0"/>
          <w:bCs w:val="0"/>
          <w:sz w:val="28"/>
          <w:szCs w:val="28"/>
        </w:rPr>
        <w:t xml:space="preserve">   № </w:t>
      </w:r>
      <w:r w:rsidRPr="003E63E6">
        <w:rPr>
          <w:b w:val="0"/>
          <w:bCs w:val="0"/>
          <w:sz w:val="28"/>
          <w:szCs w:val="28"/>
          <w:u w:val="single"/>
        </w:rPr>
        <w:t>33</w:t>
      </w:r>
    </w:p>
    <w:p w:rsidR="00404F42" w:rsidRDefault="00404F42" w:rsidP="00DA6DFD">
      <w:pPr>
        <w:pStyle w:val="Heading2"/>
      </w:pPr>
      <w:r>
        <w:t>село Морозово</w:t>
      </w:r>
    </w:p>
    <w:p w:rsidR="00404F42" w:rsidRDefault="00404F42" w:rsidP="00873498"/>
    <w:p w:rsidR="00404F42" w:rsidRPr="007947DA" w:rsidRDefault="00404F42" w:rsidP="00873498">
      <w:pPr>
        <w:rPr>
          <w:sz w:val="24"/>
          <w:szCs w:val="24"/>
        </w:rPr>
      </w:pPr>
    </w:p>
    <w:p w:rsidR="00404F42" w:rsidRPr="007947DA" w:rsidRDefault="00404F42" w:rsidP="00873498">
      <w:pPr>
        <w:rPr>
          <w:sz w:val="24"/>
          <w:szCs w:val="24"/>
        </w:rPr>
      </w:pPr>
      <w:r w:rsidRPr="007947DA">
        <w:rPr>
          <w:sz w:val="24"/>
          <w:szCs w:val="24"/>
        </w:rPr>
        <w:t>Об утверждении Административного регламента</w:t>
      </w:r>
    </w:p>
    <w:p w:rsidR="00404F42" w:rsidRPr="007947DA" w:rsidRDefault="00404F42" w:rsidP="00873498">
      <w:pPr>
        <w:rPr>
          <w:sz w:val="24"/>
          <w:szCs w:val="24"/>
        </w:rPr>
      </w:pPr>
      <w:r w:rsidRPr="007947DA">
        <w:rPr>
          <w:sz w:val="24"/>
          <w:szCs w:val="24"/>
        </w:rPr>
        <w:t xml:space="preserve">предоставления муниципальной услуги по </w:t>
      </w:r>
    </w:p>
    <w:p w:rsidR="00404F42" w:rsidRPr="007947DA" w:rsidRDefault="00404F42" w:rsidP="00873498">
      <w:pPr>
        <w:rPr>
          <w:sz w:val="24"/>
          <w:szCs w:val="24"/>
        </w:rPr>
      </w:pPr>
      <w:r w:rsidRPr="007947DA">
        <w:rPr>
          <w:sz w:val="24"/>
          <w:szCs w:val="24"/>
        </w:rPr>
        <w:t xml:space="preserve">предоставлению муниципальных жилых </w:t>
      </w:r>
    </w:p>
    <w:p w:rsidR="00404F42" w:rsidRDefault="00404F42" w:rsidP="00873498">
      <w:r w:rsidRPr="007947DA">
        <w:rPr>
          <w:sz w:val="24"/>
          <w:szCs w:val="24"/>
        </w:rPr>
        <w:t>помещений по договорам социального найма</w:t>
      </w:r>
    </w:p>
    <w:p w:rsidR="00404F42" w:rsidRPr="00DA6DFD" w:rsidRDefault="00404F42" w:rsidP="00DA6DFD"/>
    <w:p w:rsidR="00404F42" w:rsidRPr="00F464B7" w:rsidRDefault="00404F42" w:rsidP="00F464B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Pr="00F464B7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 п. 4.3. постановления Правительства Новосибирской области от 12.08.2013 № 349-п «Об автоматизированной информационной системе «Центр приема государственных услуг», Уставом Морозовского сельсовета Искитимского района Новосибирской области</w:t>
      </w:r>
    </w:p>
    <w:p w:rsidR="00404F42" w:rsidRDefault="00404F42" w:rsidP="00DA6DFD">
      <w:pPr>
        <w:ind w:firstLine="708"/>
        <w:jc w:val="both"/>
      </w:pPr>
      <w:r>
        <w:t>ПОСТАНОВЛЯЮ:</w:t>
      </w:r>
    </w:p>
    <w:p w:rsidR="00404F42" w:rsidRPr="008A1504" w:rsidRDefault="00404F42" w:rsidP="00DA6DFD">
      <w:pPr>
        <w:ind w:firstLine="708"/>
        <w:jc w:val="both"/>
      </w:pPr>
      <w:r w:rsidRPr="008A1504">
        <w:t>1. Утвердить Административный регламент предоставления муниципальной услуги по предоставлению муниципальных жилых помещений по договорам социального найма</w:t>
      </w:r>
      <w:r w:rsidRPr="00883A16">
        <w:t>.</w:t>
      </w:r>
    </w:p>
    <w:p w:rsidR="00404F42" w:rsidRDefault="00404F42" w:rsidP="00DA6DFD">
      <w:pPr>
        <w:ind w:firstLine="720"/>
        <w:jc w:val="both"/>
      </w:pPr>
      <w:r>
        <w:t xml:space="preserve">2. Опубликовать постановление в газете «Искитимская газета» и разместить </w:t>
      </w:r>
      <w:r w:rsidRPr="007203AF">
        <w:t>и обнародовать на официальном сайте администрации Морозовского сельсовета</w:t>
      </w:r>
      <w:r>
        <w:t xml:space="preserve">  </w:t>
      </w:r>
      <w:hyperlink r:id="rId7" w:history="1">
        <w:r w:rsidRPr="003E209A">
          <w:rPr>
            <w:rStyle w:val="Hyperlink"/>
            <w:lang w:val="en-US"/>
          </w:rPr>
          <w:t>www</w:t>
        </w:r>
        <w:r w:rsidRPr="003E209A">
          <w:rPr>
            <w:rStyle w:val="Hyperlink"/>
          </w:rPr>
          <w:t>.</w:t>
        </w:r>
        <w:r w:rsidRPr="003E209A">
          <w:rPr>
            <w:rStyle w:val="Hyperlink"/>
            <w:lang w:val="en-US"/>
          </w:rPr>
          <w:t>morozovo</w:t>
        </w:r>
        <w:r w:rsidRPr="003E209A">
          <w:rPr>
            <w:rStyle w:val="Hyperlink"/>
          </w:rPr>
          <w:t>.</w:t>
        </w:r>
        <w:r w:rsidRPr="003E209A">
          <w:rPr>
            <w:rStyle w:val="Hyperlink"/>
            <w:lang w:val="en-US"/>
          </w:rPr>
          <w:t>iskitim</w:t>
        </w:r>
        <w:r w:rsidRPr="003E209A">
          <w:rPr>
            <w:rStyle w:val="Hyperlink"/>
          </w:rPr>
          <w:t>-</w:t>
        </w:r>
        <w:r w:rsidRPr="003E209A">
          <w:rPr>
            <w:rStyle w:val="Hyperlink"/>
            <w:lang w:val="en-US"/>
          </w:rPr>
          <w:t>r</w:t>
        </w:r>
        <w:r w:rsidRPr="003E209A">
          <w:rPr>
            <w:rStyle w:val="Hyperlink"/>
          </w:rPr>
          <w:t>.ru</w:t>
        </w:r>
      </w:hyperlink>
      <w:r>
        <w:t>.</w:t>
      </w:r>
    </w:p>
    <w:p w:rsidR="00404F42" w:rsidRDefault="00404F42" w:rsidP="00DA6DFD">
      <w:pPr>
        <w:ind w:firstLine="720"/>
        <w:jc w:val="both"/>
      </w:pPr>
      <w:r>
        <w:t>3. Постановление вступает в силу со дня подписания.</w:t>
      </w:r>
    </w:p>
    <w:p w:rsidR="00404F42" w:rsidRDefault="00404F42" w:rsidP="00DA6DFD">
      <w:pPr>
        <w:spacing w:line="360" w:lineRule="auto"/>
        <w:ind w:firstLine="180"/>
        <w:jc w:val="both"/>
      </w:pPr>
      <w:r>
        <w:t xml:space="preserve">       </w:t>
      </w:r>
    </w:p>
    <w:p w:rsidR="00404F42" w:rsidRDefault="00404F42" w:rsidP="00DA6DFD">
      <w:pPr>
        <w:jc w:val="both"/>
      </w:pPr>
    </w:p>
    <w:p w:rsidR="00404F42" w:rsidRPr="007F3CD0" w:rsidRDefault="00404F42" w:rsidP="00DA6DFD">
      <w:pPr>
        <w:jc w:val="both"/>
      </w:pPr>
      <w:r>
        <w:t>Глава Морозовского сельсовета                                                 П.И. Балашев</w:t>
      </w:r>
    </w:p>
    <w:p w:rsidR="00404F42" w:rsidRDefault="00404F42" w:rsidP="00DA6DFD">
      <w:pPr>
        <w:ind w:left="5940"/>
        <w:jc w:val="center"/>
      </w:pPr>
    </w:p>
    <w:p w:rsidR="00404F42" w:rsidRDefault="00404F42" w:rsidP="00DA6DFD">
      <w:pPr>
        <w:jc w:val="center"/>
        <w:rPr>
          <w:b/>
          <w:bCs/>
        </w:rPr>
      </w:pPr>
      <w:r>
        <w:br w:type="page"/>
      </w:r>
    </w:p>
    <w:p w:rsidR="00404F42" w:rsidRPr="00DC35E3" w:rsidRDefault="00404F42" w:rsidP="002F6DDF">
      <w:pPr>
        <w:jc w:val="right"/>
        <w:rPr>
          <w:sz w:val="24"/>
          <w:szCs w:val="24"/>
        </w:rPr>
      </w:pPr>
      <w:r w:rsidRPr="00DC35E3">
        <w:rPr>
          <w:sz w:val="24"/>
          <w:szCs w:val="24"/>
        </w:rPr>
        <w:t>Приложение</w:t>
      </w:r>
    </w:p>
    <w:p w:rsidR="00404F42" w:rsidRPr="00DC35E3" w:rsidRDefault="00404F42" w:rsidP="002F6DDF">
      <w:pPr>
        <w:jc w:val="right"/>
        <w:rPr>
          <w:sz w:val="24"/>
          <w:szCs w:val="24"/>
        </w:rPr>
      </w:pPr>
      <w:r w:rsidRPr="00DC35E3">
        <w:rPr>
          <w:sz w:val="24"/>
          <w:szCs w:val="24"/>
        </w:rPr>
        <w:t xml:space="preserve"> к постановлению администрации </w:t>
      </w:r>
    </w:p>
    <w:p w:rsidR="00404F42" w:rsidRDefault="00404F42" w:rsidP="002F6DDF">
      <w:pPr>
        <w:jc w:val="right"/>
        <w:rPr>
          <w:sz w:val="24"/>
          <w:szCs w:val="24"/>
        </w:rPr>
      </w:pPr>
      <w:r w:rsidRPr="00DC35E3">
        <w:rPr>
          <w:sz w:val="24"/>
          <w:szCs w:val="24"/>
        </w:rPr>
        <w:t>Морозовского сельсовета</w:t>
      </w:r>
    </w:p>
    <w:p w:rsidR="00404F42" w:rsidRPr="00DC35E3" w:rsidRDefault="00404F42" w:rsidP="002F6DDF">
      <w:pPr>
        <w:jc w:val="right"/>
        <w:rPr>
          <w:sz w:val="24"/>
          <w:szCs w:val="24"/>
        </w:rPr>
      </w:pPr>
      <w:r>
        <w:rPr>
          <w:sz w:val="24"/>
          <w:szCs w:val="24"/>
        </w:rPr>
        <w:t>От 18.03.2015 № 33</w:t>
      </w:r>
    </w:p>
    <w:p w:rsidR="00404F42" w:rsidRPr="00213EA2" w:rsidRDefault="00404F42" w:rsidP="002F6DDF">
      <w:pPr>
        <w:jc w:val="right"/>
      </w:pPr>
      <w:r w:rsidRPr="00213EA2">
        <w:t xml:space="preserve"> </w:t>
      </w:r>
    </w:p>
    <w:p w:rsidR="00404F42" w:rsidRPr="00213EA2" w:rsidRDefault="00404F42" w:rsidP="002F6DDF">
      <w:pPr>
        <w:jc w:val="center"/>
      </w:pPr>
    </w:p>
    <w:p w:rsidR="00404F42" w:rsidRDefault="00404F42" w:rsidP="002F6DDF">
      <w:pPr>
        <w:jc w:val="center"/>
        <w:rPr>
          <w:b/>
          <w:bCs/>
        </w:rPr>
      </w:pPr>
      <w:r>
        <w:rPr>
          <w:b/>
          <w:bCs/>
        </w:rPr>
        <w:t>АДМИНИСТРАТИВНЫЙРЕГЛАМЕНТ</w:t>
      </w:r>
    </w:p>
    <w:p w:rsidR="00404F42" w:rsidRDefault="00404F42" w:rsidP="002F6DDF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 предоставлению муниципальных жилых помещений по договорам социального найма</w:t>
      </w:r>
    </w:p>
    <w:p w:rsidR="00404F42" w:rsidRDefault="00404F42" w:rsidP="002F6DDF">
      <w:pPr>
        <w:jc w:val="center"/>
        <w:rPr>
          <w:b/>
          <w:bCs/>
        </w:rPr>
      </w:pPr>
    </w:p>
    <w:p w:rsidR="00404F42" w:rsidRDefault="00404F42" w:rsidP="002F6DDF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Общие положения</w:t>
      </w:r>
    </w:p>
    <w:p w:rsidR="00404F42" w:rsidRDefault="00404F42" w:rsidP="002F6DDF">
      <w:pPr>
        <w:jc w:val="center"/>
      </w:pPr>
    </w:p>
    <w:p w:rsidR="00404F42" w:rsidRDefault="00404F42" w:rsidP="002F6DDF">
      <w:pPr>
        <w:jc w:val="both"/>
      </w:pPr>
      <w:r>
        <w:tab/>
        <w:t xml:space="preserve"> 1.1. Наименование муниципальной услуги: предоставление муниципальных жилых помещений по договорам социального найма.</w:t>
      </w:r>
    </w:p>
    <w:p w:rsidR="00404F42" w:rsidRDefault="00404F42" w:rsidP="002F6DDF">
      <w:pPr>
        <w:ind w:firstLine="720"/>
        <w:jc w:val="both"/>
      </w:pPr>
      <w:r>
        <w:t>Предоставление  муниципальной услуги осуществляет администрация Морозовского сельсовета.</w:t>
      </w:r>
    </w:p>
    <w:p w:rsidR="00404F42" w:rsidRDefault="00404F42" w:rsidP="002F6DDF">
      <w:pPr>
        <w:jc w:val="both"/>
      </w:pPr>
      <w:r>
        <w:tab/>
        <w:t xml:space="preserve">1.2. Заявителями на предоставление муниципальной  услуги выступают физические лица - граждане Российской Федерации, признанные в установленном законом порядке </w:t>
      </w:r>
      <w:r>
        <w:rPr>
          <w:rStyle w:val="apple-style-span"/>
        </w:rPr>
        <w:t>нуждающимися в жилых помещениях, предоставляемых по договорам социального найма.</w:t>
      </w:r>
    </w:p>
    <w:p w:rsidR="00404F42" w:rsidRDefault="00404F42" w:rsidP="002F6DDF">
      <w:pPr>
        <w:ind w:firstLine="720"/>
      </w:pPr>
      <w:r>
        <w:t>1.3. Порядок информирования о правилах  предоставлении муниципальной  услуги:</w:t>
      </w:r>
    </w:p>
    <w:p w:rsidR="00404F42" w:rsidRDefault="00404F42" w:rsidP="002F6DDF">
      <w:pPr>
        <w:ind w:firstLine="720"/>
        <w:jc w:val="both"/>
      </w:pPr>
      <w:r>
        <w:t>1.3.1. Местонахождение: 633218, Новосибирская область, Искитимский район с. Морозово, переулок Медицинский, 1-2</w:t>
      </w:r>
    </w:p>
    <w:p w:rsidR="00404F42" w:rsidRDefault="00404F42" w:rsidP="002F6DDF">
      <w:pPr>
        <w:ind w:firstLine="720"/>
        <w:jc w:val="both"/>
      </w:pPr>
      <w:r>
        <w:t>1.3.2. Часы приёма заявителей: понедельник –четверг  с 8-3</w:t>
      </w:r>
      <w:bookmarkStart w:id="0" w:name="_GoBack"/>
      <w:bookmarkEnd w:id="0"/>
      <w:r>
        <w:t>0 до 16-30</w:t>
      </w:r>
    </w:p>
    <w:p w:rsidR="00404F42" w:rsidRDefault="00404F42" w:rsidP="001C6A22">
      <w:pPr>
        <w:tabs>
          <w:tab w:val="left" w:pos="4590"/>
        </w:tabs>
        <w:ind w:firstLine="720"/>
        <w:jc w:val="both"/>
      </w:pPr>
      <w:r>
        <w:tab/>
        <w:t>Пятница                        с 8-30 до 15-30</w:t>
      </w:r>
    </w:p>
    <w:p w:rsidR="00404F42" w:rsidRDefault="00404F42" w:rsidP="002F6DDF">
      <w:pPr>
        <w:ind w:firstLine="720"/>
        <w:jc w:val="both"/>
      </w:pPr>
      <w:r>
        <w:t xml:space="preserve">                                                                                    Обед с 13-00 до 14-00</w:t>
      </w:r>
    </w:p>
    <w:p w:rsidR="00404F42" w:rsidRDefault="00404F42" w:rsidP="002F6DDF">
      <w:pPr>
        <w:ind w:firstLine="720"/>
        <w:jc w:val="both"/>
      </w:pPr>
      <w:r>
        <w:t xml:space="preserve">                                                                  Выходной:  суббота-воскресенье</w:t>
      </w:r>
    </w:p>
    <w:p w:rsidR="00404F42" w:rsidRDefault="00404F42" w:rsidP="002F6DDF">
      <w:pPr>
        <w:ind w:firstLine="840"/>
        <w:jc w:val="both"/>
      </w:pPr>
      <w:r>
        <w:t xml:space="preserve">1.3.3.Адрес официального  интернет-сайта администрации Морозовского  сельсовета: </w:t>
      </w:r>
      <w:hyperlink r:id="rId8" w:history="1">
        <w:r w:rsidRPr="00B26016">
          <w:rPr>
            <w:rStyle w:val="Hyperlink"/>
          </w:rPr>
          <w:t>http://</w:t>
        </w:r>
        <w:r w:rsidRPr="00B26016">
          <w:rPr>
            <w:rStyle w:val="Hyperlink"/>
            <w:lang w:val="en-US"/>
          </w:rPr>
          <w:t>morozovo</w:t>
        </w:r>
        <w:r w:rsidRPr="00B26016">
          <w:rPr>
            <w:rStyle w:val="Hyperlink"/>
          </w:rPr>
          <w:t>.</w:t>
        </w:r>
        <w:r w:rsidRPr="00B26016">
          <w:rPr>
            <w:rStyle w:val="Hyperlink"/>
            <w:lang w:val="en-US"/>
          </w:rPr>
          <w:t>iskitim</w:t>
        </w:r>
        <w:r w:rsidRPr="00B26016">
          <w:rPr>
            <w:rStyle w:val="Hyperlink"/>
          </w:rPr>
          <w:t>-</w:t>
        </w:r>
        <w:r w:rsidRPr="00B26016">
          <w:rPr>
            <w:rStyle w:val="Hyperlink"/>
            <w:lang w:val="en-US"/>
          </w:rPr>
          <w:t>r</w:t>
        </w:r>
        <w:r w:rsidRPr="00B26016">
          <w:rPr>
            <w:rStyle w:val="Hyperlink"/>
          </w:rPr>
          <w:t>.ru</w:t>
        </w:r>
      </w:hyperlink>
      <w:r>
        <w:t xml:space="preserve">, адрес электронной почты: </w:t>
      </w:r>
      <w:r>
        <w:rPr>
          <w:lang w:val="en-US"/>
        </w:rPr>
        <w:t>mor</w:t>
      </w:r>
      <w:r w:rsidRPr="001C6A22">
        <w:t>-</w:t>
      </w:r>
      <w:r>
        <w:rPr>
          <w:lang w:val="en-US"/>
        </w:rPr>
        <w:t>selsovet</w:t>
      </w:r>
      <w:r w:rsidRPr="001C6A22">
        <w:t>@</w:t>
      </w:r>
      <w:r>
        <w:rPr>
          <w:lang w:val="en-US"/>
        </w:rPr>
        <w:t>yandex</w:t>
      </w:r>
      <w:r w:rsidRPr="001C6A22">
        <w:t>.</w:t>
      </w:r>
      <w:r>
        <w:rPr>
          <w:lang w:val="en-US"/>
        </w:rPr>
        <w:t>ru</w:t>
      </w:r>
    </w:p>
    <w:p w:rsidR="00404F42" w:rsidRDefault="00404F42" w:rsidP="002F6DDF">
      <w:pPr>
        <w:jc w:val="both"/>
      </w:pPr>
      <w:r>
        <w:t xml:space="preserve">Информация, размещаемая на официальном интернет-сайте и информационном стенде администрации Морозовского сельсовета, обновляется по мере ее изменения. </w:t>
      </w:r>
    </w:p>
    <w:p w:rsidR="00404F42" w:rsidRDefault="00404F42" w:rsidP="002F6DDF">
      <w:pPr>
        <w:ind w:firstLine="720"/>
        <w:jc w:val="both"/>
      </w:pPr>
      <w:r>
        <w:t>1.3.5. Информация по вопросам предоставления муниципальной услуги предоставляется:</w:t>
      </w:r>
    </w:p>
    <w:p w:rsidR="00404F42" w:rsidRDefault="00404F42" w:rsidP="002F6DDF">
      <w:pPr>
        <w:ind w:left="709"/>
        <w:jc w:val="both"/>
      </w:pPr>
      <w:r>
        <w:t xml:space="preserve"> - в администрации Морозовского сельсовета, участвующих в предоставлении муниципальной услуги:</w:t>
      </w:r>
    </w:p>
    <w:p w:rsidR="00404F42" w:rsidRDefault="00404F42" w:rsidP="002F6DDF">
      <w:pPr>
        <w:ind w:firstLine="708"/>
        <w:jc w:val="both"/>
      </w:pPr>
      <w:r>
        <w:t>- посредством размещения на информационном стенде и официальном сайте администрации Морозовского сельсовета в сети Интернет, электронного информирования;</w:t>
      </w:r>
    </w:p>
    <w:p w:rsidR="00404F42" w:rsidRDefault="00404F42" w:rsidP="002F6DDF">
      <w:pPr>
        <w:ind w:firstLine="708"/>
        <w:jc w:val="both"/>
      </w:pPr>
      <w:r>
        <w:t xml:space="preserve">с использованием средств телефонной, почтовой связи.  </w:t>
      </w:r>
    </w:p>
    <w:p w:rsidR="00404F42" w:rsidRDefault="00404F42" w:rsidP="002F6DDF">
      <w:pPr>
        <w:ind w:left="708"/>
        <w:jc w:val="both"/>
      </w:pPr>
      <w:r>
        <w:t>Для получения информации о муниципальной услуге, порядке</w:t>
      </w:r>
    </w:p>
    <w:p w:rsidR="00404F42" w:rsidRDefault="00404F42" w:rsidP="002F6DDF">
      <w:pPr>
        <w:jc w:val="both"/>
      </w:pPr>
      <w:r>
        <w:t>предоставления, ходе предоставления муниципальной услуги заявители вправе обращаться:</w:t>
      </w:r>
    </w:p>
    <w:p w:rsidR="00404F42" w:rsidRDefault="00404F42" w:rsidP="002F6DDF">
      <w:pPr>
        <w:ind w:firstLine="709"/>
        <w:jc w:val="both"/>
      </w:pPr>
      <w:r>
        <w:t>1) в устной форме лично или по телефону:</w:t>
      </w:r>
    </w:p>
    <w:p w:rsidR="00404F42" w:rsidRDefault="00404F42" w:rsidP="002F6DDF">
      <w:pPr>
        <w:ind w:firstLine="709"/>
        <w:jc w:val="both"/>
      </w:pPr>
      <w:r>
        <w:t>к специалистам администрации Морозовского сельсовета, участвующих в предоставлении муниципальной услуги;</w:t>
      </w:r>
    </w:p>
    <w:p w:rsidR="00404F42" w:rsidRDefault="00404F42" w:rsidP="002F6DDF">
      <w:pPr>
        <w:ind w:firstLine="709"/>
        <w:jc w:val="both"/>
      </w:pPr>
      <w:r>
        <w:t>2) в письменной форме почтой;</w:t>
      </w:r>
    </w:p>
    <w:p w:rsidR="00404F42" w:rsidRDefault="00404F42" w:rsidP="002F6DDF">
      <w:pPr>
        <w:ind w:firstLine="709"/>
        <w:jc w:val="both"/>
      </w:pPr>
      <w:r>
        <w:t>3) посредством электронной почты;</w:t>
      </w:r>
    </w:p>
    <w:p w:rsidR="00404F42" w:rsidRDefault="00404F42" w:rsidP="002F6DDF">
      <w:pPr>
        <w:ind w:firstLine="700"/>
        <w:jc w:val="both"/>
      </w:pPr>
      <w:r>
        <w:t>Информирование проводится в двух формах: устное и письменное.</w:t>
      </w:r>
    </w:p>
    <w:p w:rsidR="00404F42" w:rsidRDefault="00404F42" w:rsidP="002F6DDF">
      <w:pPr>
        <w:ind w:firstLine="70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404F42" w:rsidRDefault="00404F42" w:rsidP="002F6DDF">
      <w:pPr>
        <w:ind w:firstLine="70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404F42" w:rsidRDefault="00404F42" w:rsidP="002F6DDF">
      <w:pPr>
        <w:ind w:firstLine="709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04F42" w:rsidRDefault="00404F42" w:rsidP="002F6DDF">
      <w:pPr>
        <w:ind w:firstLine="70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04F42" w:rsidRDefault="00404F42" w:rsidP="002F6DDF">
      <w:pPr>
        <w:ind w:firstLine="709"/>
        <w:jc w:val="both"/>
      </w:pPr>
      <w:r>
        <w:t>Ответ на обращение готовится в течение 30 дней со дня регистрации письменного обращения.</w:t>
      </w:r>
    </w:p>
    <w:p w:rsidR="00404F42" w:rsidRDefault="00404F42" w:rsidP="002F6DDF">
      <w:pPr>
        <w:ind w:firstLine="709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04F42" w:rsidRDefault="00404F42" w:rsidP="002F6DDF">
      <w:pPr>
        <w:ind w:firstLine="709"/>
        <w:jc w:val="both"/>
      </w:pPr>
      <w:r>
        <w:t>Письменный ответ на обращение подписывается главой Морозовского сельсовета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04F42" w:rsidRPr="001C6A22" w:rsidRDefault="00404F42" w:rsidP="002F6DDF">
      <w:pPr>
        <w:ind w:firstLine="709"/>
        <w:jc w:val="both"/>
      </w:pPr>
      <w:r w:rsidRPr="001C6A22">
        <w:t>Для получения информации о правилах предоставления муниципальной услуги заявители вправе обратиться в орган местного самоуправления: лично, по телефону; посредством письменного обращения; на официальном сайте администрации в информационно-телекоммуникационной сети «Интернет»; с использованием Единого портала государственных и муниципальных услуг; через МФЦ (при наличии)</w:t>
      </w:r>
    </w:p>
    <w:p w:rsidR="00404F42" w:rsidRPr="002F6DDF" w:rsidRDefault="00404F42" w:rsidP="002F6DDF">
      <w:pPr>
        <w:ind w:firstLine="720"/>
        <w:jc w:val="both"/>
        <w:rPr>
          <w:i/>
          <w:iCs/>
        </w:rPr>
      </w:pPr>
    </w:p>
    <w:p w:rsidR="00404F42" w:rsidRDefault="00404F42" w:rsidP="002F6DDF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Стандарт предоставления муниципальной услуги</w:t>
      </w:r>
    </w:p>
    <w:p w:rsidR="00404F42" w:rsidRDefault="00404F42" w:rsidP="002F6DDF">
      <w:pPr>
        <w:jc w:val="both"/>
      </w:pPr>
    </w:p>
    <w:p w:rsidR="00404F42" w:rsidRDefault="00404F42" w:rsidP="002F6DDF">
      <w:pPr>
        <w:ind w:firstLine="720"/>
      </w:pPr>
      <w:r>
        <w:t>2.1.Наименование муниципальной услуги: предоставление муниципальных жилых помещений по договорам социального найма.</w:t>
      </w:r>
    </w:p>
    <w:p w:rsidR="00404F42" w:rsidRDefault="00404F42" w:rsidP="002F6DDF"/>
    <w:p w:rsidR="00404F42" w:rsidRDefault="00404F42" w:rsidP="002F6DDF">
      <w:pPr>
        <w:ind w:firstLine="720"/>
        <w:jc w:val="both"/>
      </w:pPr>
      <w:r>
        <w:t xml:space="preserve">2.2. Предоставление муниципальной услуги осуществляет администрация Морозовского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404F42" w:rsidRDefault="00404F42" w:rsidP="002F6DDF">
      <w:pPr>
        <w:ind w:firstLine="709"/>
        <w:jc w:val="both"/>
      </w:pPr>
    </w:p>
    <w:p w:rsidR="00404F42" w:rsidRDefault="00404F42" w:rsidP="002F6DDF">
      <w:pPr>
        <w:ind w:firstLine="651"/>
        <w:jc w:val="both"/>
      </w:pPr>
      <w:r>
        <w:t>- Управление Федеральной службы государственной регистрации, кадастра и картографии по Новосибирской области</w:t>
      </w:r>
    </w:p>
    <w:p w:rsidR="00404F42" w:rsidRDefault="00404F42" w:rsidP="002F6DDF">
      <w:pPr>
        <w:ind w:firstLine="651"/>
        <w:jc w:val="both"/>
      </w:pPr>
      <w:r>
        <w:t>Информацию о графике работы Управления Федеральной службы государственной регистрации, кадастра и картографии по Новосибирской области можно получить на официальном сайте организации http://www.to54.rosreestr.ru и по телефону (383) 227-10-87; 325-05-24;</w:t>
      </w:r>
    </w:p>
    <w:p w:rsidR="00404F42" w:rsidRDefault="00404F42" w:rsidP="002F6DDF">
      <w:pPr>
        <w:ind w:firstLine="720"/>
        <w:jc w:val="both"/>
      </w:pPr>
    </w:p>
    <w:p w:rsidR="00404F42" w:rsidRDefault="00404F42" w:rsidP="002F6DDF">
      <w:pPr>
        <w:ind w:firstLine="709"/>
        <w:jc w:val="both"/>
      </w:pPr>
      <w: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>
          <w:rPr>
            <w:b/>
            <w:bCs/>
          </w:rPr>
          <w:t>Ошибка! Недопустимый объект гиперссылки.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404F42" w:rsidRPr="001C6A22" w:rsidRDefault="00404F42" w:rsidP="002F6DDF">
      <w:pPr>
        <w:ind w:firstLine="709"/>
        <w:jc w:val="both"/>
      </w:pPr>
      <w:r w:rsidRPr="001C6A22">
        <w:t>Операторы МФЦ 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</w:t>
      </w:r>
    </w:p>
    <w:p w:rsidR="00404F42" w:rsidRDefault="00404F42" w:rsidP="002F6DDF">
      <w:pPr>
        <w:ind w:firstLine="709"/>
        <w:jc w:val="both"/>
      </w:pPr>
      <w:r>
        <w:t xml:space="preserve">2.3. Результатом предоставления муниципальной услуги является: </w:t>
      </w:r>
    </w:p>
    <w:p w:rsidR="00404F42" w:rsidRDefault="00404F42" w:rsidP="002F6DDF">
      <w:pPr>
        <w:ind w:firstLine="709"/>
        <w:jc w:val="both"/>
      </w:pPr>
      <w:r>
        <w:t>- предоставление жилого помещения по договору социального найма жилого помещения.</w:t>
      </w:r>
    </w:p>
    <w:p w:rsidR="00404F42" w:rsidRDefault="00404F42" w:rsidP="002F6DDF">
      <w:pPr>
        <w:ind w:firstLine="709"/>
        <w:jc w:val="both"/>
      </w:pPr>
      <w:r>
        <w:t>- отказ в предоставление жилого помещения по договору социального найма жилого помещения.</w:t>
      </w:r>
    </w:p>
    <w:p w:rsidR="00404F42" w:rsidRDefault="00404F42" w:rsidP="002F6DDF">
      <w:pPr>
        <w:ind w:firstLine="700"/>
        <w:jc w:val="both"/>
      </w:pPr>
      <w:r>
        <w:t>2.4. Срок  предоставления муниципальной услуги:</w:t>
      </w:r>
    </w:p>
    <w:p w:rsidR="00404F42" w:rsidRDefault="00404F42" w:rsidP="002F6DDF">
      <w:pPr>
        <w:tabs>
          <w:tab w:val="left" w:pos="1080"/>
        </w:tabs>
        <w:ind w:firstLine="709"/>
        <w:jc w:val="both"/>
      </w:pPr>
      <w:r>
        <w:t>2.4.1 Общий срок принятия решения о предоставлении муниципальной услуги составляет 30 календарных дней со дня обращения за муниципальной услугой.</w:t>
      </w:r>
    </w:p>
    <w:p w:rsidR="00404F42" w:rsidRDefault="00404F42" w:rsidP="002F6DDF">
      <w:pPr>
        <w:ind w:firstLine="720"/>
        <w:jc w:val="both"/>
      </w:pPr>
      <w:r>
        <w:t>Жилые помещения предоставляются гражданам, состоящим на учете в качестве нуждающихся в жилых помещениях, в порядке очередности исходя из времени принятия  таких граждан на учет, за исключением установленных случаев:</w:t>
      </w:r>
    </w:p>
    <w:p w:rsidR="00404F42" w:rsidRDefault="00404F42" w:rsidP="002F6DDF">
      <w:pPr>
        <w:ind w:firstLine="720"/>
        <w:jc w:val="both"/>
      </w:pPr>
      <w:r>
        <w:t>1) гражданам, жилые помещения которых признаны в установленном порядке непригодным для проживания и ремонту или реконструкции не подлежат;</w:t>
      </w:r>
    </w:p>
    <w:p w:rsidR="00404F42" w:rsidRDefault="00404F42" w:rsidP="002F6DDF">
      <w:pPr>
        <w:ind w:firstLine="720"/>
        <w:jc w:val="both"/>
      </w:pPr>
      <w:r>
        <w:t>2) детям- сиротам и детям, оставшимся без попечения родителей, лицам из числа детей сирот и детей, оставшихся без попечения родителей, по окончанию их пребывания в образовательных и иных учреждениях, в том числе в учреждениях социального обслуживания, в приемных семьях, детских домах семейного типа, при прекращении опеки (попечительства),а также окончании службы в Вооруженных Силах Российской Федерации или по возвращению из учреждений, исполняющих наказание в виде лишения свободы;</w:t>
      </w:r>
    </w:p>
    <w:p w:rsidR="00404F42" w:rsidRDefault="00404F42" w:rsidP="002F6DDF">
      <w:pPr>
        <w:ind w:firstLine="720"/>
        <w:jc w:val="both"/>
      </w:pPr>
      <w:r>
        <w:t>3) гражданам, страдающим тяжелыми формами хронических заболеваний, указанных в предусмотренном пунктом 4 части 1 статьи 51 Жилищного кодекса перечне.</w:t>
      </w:r>
    </w:p>
    <w:p w:rsidR="00404F42" w:rsidRDefault="00404F42" w:rsidP="002F6DDF">
      <w:pPr>
        <w:ind w:firstLine="720"/>
        <w:jc w:val="both"/>
      </w:pPr>
      <w: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404F42" w:rsidRDefault="00404F42" w:rsidP="002F6DDF">
      <w:pPr>
        <w:tabs>
          <w:tab w:val="left" w:pos="1080"/>
        </w:tabs>
        <w:ind w:firstLine="709"/>
        <w:jc w:val="both"/>
      </w:pPr>
      <w: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04F42" w:rsidRDefault="00404F42" w:rsidP="002F6DDF">
      <w:pPr>
        <w:ind w:firstLine="709"/>
        <w:jc w:val="both"/>
      </w:pPr>
      <w:r>
        <w:t>2.4.3. Срок выдачи (направления) заявителю документов, являющихся результатом предоставления муниципальной услуги, составляет 3 дня.</w:t>
      </w:r>
    </w:p>
    <w:p w:rsidR="00404F42" w:rsidRPr="001C6A22" w:rsidRDefault="00404F42" w:rsidP="002F6DDF">
      <w:pPr>
        <w:ind w:firstLine="709"/>
        <w:jc w:val="both"/>
      </w:pPr>
      <w:r w:rsidRPr="001C6A22">
        <w:t>2.4.4.Предоставление муниципальной услуги возможно на базе МФЦ (при наличии).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(при наличии) в соответствии с регламентом работы МФЦ (при наличии).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404F42" w:rsidRPr="001C6A22" w:rsidRDefault="00404F42" w:rsidP="002F6DDF">
      <w:pPr>
        <w:ind w:firstLine="709"/>
        <w:jc w:val="both"/>
        <w:rPr>
          <w:b/>
          <w:bCs/>
        </w:rPr>
      </w:pPr>
      <w:r w:rsidRPr="001C6A22">
        <w:t>2.4.5.Заявление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404F42" w:rsidRPr="001C6A22" w:rsidRDefault="00404F42" w:rsidP="002F6DDF">
      <w:pPr>
        <w:ind w:firstLine="709"/>
        <w:jc w:val="both"/>
      </w:pPr>
      <w:r w:rsidRPr="001C6A22">
        <w:t>Предоставление муниципальной услуги с использованием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форме.</w:t>
      </w:r>
    </w:p>
    <w:p w:rsidR="00404F42" w:rsidRDefault="00404F42" w:rsidP="002F6DDF">
      <w:pPr>
        <w:ind w:firstLine="840"/>
        <w:jc w:val="both"/>
      </w:pPr>
      <w:r>
        <w:t>2.5. Правовые основания для предоставления муниципальной услуги</w:t>
      </w:r>
    </w:p>
    <w:p w:rsidR="00404F42" w:rsidRDefault="00404F42" w:rsidP="002F6DDF">
      <w:pPr>
        <w:ind w:firstLine="840"/>
        <w:jc w:val="both"/>
      </w:pPr>
      <w:r>
        <w:t>Предоставление муниципальной услуги осуществляется в соответствии с:</w:t>
      </w:r>
    </w:p>
    <w:p w:rsidR="00404F42" w:rsidRDefault="00404F42" w:rsidP="002F6DDF">
      <w:pPr>
        <w:ind w:firstLine="720"/>
        <w:jc w:val="both"/>
      </w:pPr>
      <w:r>
        <w:t>- Конституцией Российской Федерации от 12.12.1993 (Российская газета: 1993, № 237; 2008, № 267);</w:t>
      </w:r>
    </w:p>
    <w:p w:rsidR="00404F42" w:rsidRDefault="00404F42" w:rsidP="002F6DDF">
      <w:pPr>
        <w:ind w:firstLine="720"/>
        <w:jc w:val="both"/>
        <w:rPr>
          <w:rFonts w:ascii="Arial" w:hAnsi="Arial" w:cs="Arial"/>
          <w:sz w:val="18"/>
          <w:szCs w:val="18"/>
          <w:shd w:val="clear" w:color="auto" w:fill="F9F9F9"/>
        </w:rPr>
      </w:pPr>
      <w:r>
        <w:t>-Жилищным кодексом Российской Федерации от 29.12.2004 N 188-ФЗ(</w:t>
      </w:r>
      <w:r>
        <w:rPr>
          <w:rStyle w:val="apple-style-span"/>
          <w:shd w:val="clear" w:color="auto" w:fill="F9F9F9"/>
        </w:rPr>
        <w:t>«Собрание законодательства Российской Федерации», 3 января 2005, № 1);</w:t>
      </w:r>
    </w:p>
    <w:p w:rsidR="00404F42" w:rsidRDefault="00404F42" w:rsidP="002F6DDF">
      <w:pPr>
        <w:ind w:firstLine="720"/>
        <w:jc w:val="both"/>
      </w:pPr>
      <w: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9" w:history="1">
        <w:r>
          <w:rPr>
            <w:rStyle w:val="Hyperlink"/>
            <w:color w:val="auto"/>
          </w:rPr>
          <w:t>"Российская газета", №4849</w:t>
        </w:r>
      </w:hyperlink>
      <w:r>
        <w:t> от 13.02.2009 г.);</w:t>
      </w:r>
    </w:p>
    <w:p w:rsidR="00404F42" w:rsidRDefault="00404F42" w:rsidP="002F6DDF">
      <w:pPr>
        <w:ind w:firstLine="720"/>
        <w:jc w:val="both"/>
      </w:pPr>
      <w: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404F42" w:rsidRDefault="00404F42" w:rsidP="002F6DDF">
      <w:pPr>
        <w:ind w:firstLine="720"/>
        <w:jc w:val="both"/>
      </w:pPr>
      <w: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404F42" w:rsidRDefault="00404F42" w:rsidP="002F6DDF">
      <w:pPr>
        <w:ind w:firstLine="720"/>
        <w:jc w:val="both"/>
      </w:pPr>
      <w:r>
        <w:t>- Федеральным законом от 27 июля 2010 года № 210-ФЗ «Об организации предоставления государственных и муниципальных услуг» ("Российская газета", N 168, 30.07.2010, "Собрание законодательства РФ", 02.08.2010, N 31, ст. 4179);</w:t>
      </w:r>
    </w:p>
    <w:p w:rsidR="00404F42" w:rsidRDefault="00404F42" w:rsidP="002F6DDF">
      <w:pPr>
        <w:ind w:firstLine="720"/>
        <w:jc w:val="both"/>
      </w:pPr>
      <w:r>
        <w:t>- Федеральным законом от 06.10.2003г. № 131-ФЗ «Об общих принципах организации местного самоуправления в РФ» ("Собрание законодательства РФ", 06.10.2003, N 40, ст. 3822, "Парламентская газета", N 186, 08.10.2003, "Российская газета", N 202, 08.10.2003);</w:t>
      </w:r>
    </w:p>
    <w:p w:rsidR="00404F42" w:rsidRDefault="00404F42" w:rsidP="002F6DDF">
      <w:pPr>
        <w:ind w:firstLine="720"/>
        <w:jc w:val="both"/>
      </w:pPr>
      <w:r>
        <w:t>- Федеральным законом от 02.05.2006г. № 59-ФЗ «О порядке рассмотрений обращений граждан РФ» ("Российская газета", N 95, 05.05.2006, "Собрание законодательства РФ", 08.05.2006, N 19, ст. 2060 "Парламентская газета", N 70-71, 11.05.2006).</w:t>
      </w:r>
    </w:p>
    <w:p w:rsidR="00404F42" w:rsidRDefault="00404F42" w:rsidP="002F6DDF">
      <w:pPr>
        <w:ind w:firstLine="720"/>
        <w:jc w:val="both"/>
      </w:pPr>
    </w:p>
    <w:p w:rsidR="00404F42" w:rsidRDefault="00404F42" w:rsidP="002F6DDF">
      <w:pPr>
        <w:ind w:firstLine="700"/>
        <w:jc w:val="both"/>
      </w:pPr>
      <w:r>
        <w:t>2.6. Перечень документов, необходимых для получения муниципальной услуги</w:t>
      </w:r>
    </w:p>
    <w:p w:rsidR="00404F42" w:rsidRDefault="00404F42" w:rsidP="002F6DDF">
      <w:pPr>
        <w:ind w:left="700" w:firstLine="20"/>
        <w:jc w:val="both"/>
      </w:pPr>
      <w:r>
        <w:t>- заявление о предоставлении муниципального жилого помещения по договору социального найма (приложение №1 к настоящему административному регламенту);</w:t>
      </w:r>
    </w:p>
    <w:p w:rsidR="00404F42" w:rsidRDefault="00404F42" w:rsidP="002F6DDF">
      <w:pPr>
        <w:ind w:left="700" w:firstLine="20"/>
        <w:jc w:val="both"/>
      </w:pPr>
      <w:r>
        <w:t>- документы, удостоверяющие личность заявителя (копия);</w:t>
      </w:r>
    </w:p>
    <w:p w:rsidR="00404F42" w:rsidRDefault="00404F42" w:rsidP="002F6DDF">
      <w:pPr>
        <w:ind w:left="700" w:firstLine="20"/>
        <w:jc w:val="both"/>
      </w:pPr>
      <w: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404F42" w:rsidRDefault="00404F42" w:rsidP="002F6DDF">
      <w:pPr>
        <w:ind w:left="700" w:firstLine="20"/>
        <w:jc w:val="both"/>
      </w:pPr>
      <w:r>
        <w:t xml:space="preserve">В случае, если документы подает представитель заявителя, дополнительно предоставляются: </w:t>
      </w:r>
    </w:p>
    <w:p w:rsidR="00404F42" w:rsidRDefault="00404F42" w:rsidP="002F6DDF">
      <w:pPr>
        <w:ind w:left="700" w:firstLine="20"/>
        <w:jc w:val="both"/>
      </w:pPr>
      <w:r>
        <w:t>- документ, удостоверяющий личность представителя заявителя (копия);</w:t>
      </w:r>
    </w:p>
    <w:p w:rsidR="00404F42" w:rsidRDefault="00404F42" w:rsidP="002F6DDF">
      <w:pPr>
        <w:ind w:left="700" w:firstLine="20"/>
        <w:jc w:val="both"/>
      </w:pPr>
      <w:r>
        <w:t>- надлежащим образом заверенной доверенности (копия).</w:t>
      </w:r>
    </w:p>
    <w:p w:rsidR="00404F42" w:rsidRDefault="00404F42" w:rsidP="002F6DDF">
      <w:pPr>
        <w:ind w:left="700" w:firstLine="20"/>
        <w:jc w:val="both"/>
      </w:pPr>
    </w:p>
    <w:p w:rsidR="00404F42" w:rsidRPr="001C6A22" w:rsidRDefault="00404F42" w:rsidP="002F6DDF">
      <w:pPr>
        <w:jc w:val="both"/>
      </w:pPr>
      <w:r w:rsidRPr="001C6A22"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04F42" w:rsidRPr="001C6A22" w:rsidRDefault="00404F42" w:rsidP="002F6DDF">
      <w:pPr>
        <w:jc w:val="both"/>
      </w:pPr>
    </w:p>
    <w:p w:rsidR="00404F42" w:rsidRPr="001C6A22" w:rsidRDefault="00404F42" w:rsidP="002F6DDF">
      <w:pPr>
        <w:ind w:firstLine="700"/>
        <w:jc w:val="both"/>
      </w:pPr>
      <w:r w:rsidRPr="001C6A22">
        <w:t xml:space="preserve">Перечень необходимых для предоставления муниципальной услуги </w:t>
      </w:r>
      <w:r w:rsidRPr="001C6A22">
        <w:rPr>
          <w:b/>
          <w:bCs/>
        </w:rPr>
        <w:t xml:space="preserve">- </w:t>
      </w:r>
      <w:r w:rsidRPr="001C6A22">
        <w:t>непосредственно оператору МФЦ в бумажном виде документов, предоставляемых лично заявителем (с 01.07.2012 г.):</w:t>
      </w:r>
    </w:p>
    <w:p w:rsidR="00404F42" w:rsidRDefault="00404F42" w:rsidP="002F6DDF">
      <w:pPr>
        <w:ind w:firstLine="720"/>
        <w:jc w:val="both"/>
      </w:pPr>
      <w:r>
        <w:t>Для получения муниципальной услуги заявителем представляется:</w:t>
      </w:r>
    </w:p>
    <w:p w:rsidR="00404F42" w:rsidRDefault="00404F42" w:rsidP="002F6DDF">
      <w:pPr>
        <w:ind w:left="700" w:firstLine="20"/>
        <w:jc w:val="both"/>
      </w:pPr>
      <w:r>
        <w:t>- заявление о предоставлении муниципального жилого помещения по договору социального найма (приложение №1 к настоящему административному регламенту);</w:t>
      </w:r>
    </w:p>
    <w:p w:rsidR="00404F42" w:rsidRDefault="00404F42" w:rsidP="002F6DDF">
      <w:pPr>
        <w:ind w:left="700" w:firstLine="20"/>
        <w:jc w:val="both"/>
      </w:pPr>
      <w:r>
        <w:t>- документы, удостоверяющие личность заявителя (копия);</w:t>
      </w:r>
    </w:p>
    <w:p w:rsidR="00404F42" w:rsidRDefault="00404F42" w:rsidP="002F6DDF">
      <w:pPr>
        <w:ind w:left="700" w:firstLine="20"/>
        <w:jc w:val="both"/>
      </w:pPr>
      <w:r>
        <w:t xml:space="preserve">В случае, если документы подает представитель заявителя, дополнительно предоставляются: </w:t>
      </w:r>
    </w:p>
    <w:p w:rsidR="00404F42" w:rsidRDefault="00404F42" w:rsidP="002F6DDF">
      <w:pPr>
        <w:ind w:left="700" w:firstLine="20"/>
        <w:jc w:val="both"/>
      </w:pPr>
      <w:r>
        <w:t>- документ, удостоверяющий личность представителя заявителя (копия);</w:t>
      </w:r>
    </w:p>
    <w:p w:rsidR="00404F42" w:rsidRDefault="00404F42" w:rsidP="002F6DDF">
      <w:pPr>
        <w:ind w:left="700" w:firstLine="20"/>
        <w:jc w:val="both"/>
      </w:pPr>
      <w:r>
        <w:t>- надлежащим образом заверенная доверенность (копия).</w:t>
      </w:r>
    </w:p>
    <w:p w:rsidR="00404F42" w:rsidRDefault="00404F42" w:rsidP="002F6DDF">
      <w:pPr>
        <w:ind w:firstLine="700"/>
        <w:jc w:val="both"/>
      </w:pPr>
    </w:p>
    <w:p w:rsidR="00404F42" w:rsidRDefault="00404F42" w:rsidP="002F6DDF">
      <w:pPr>
        <w:tabs>
          <w:tab w:val="num" w:pos="720"/>
        </w:tabs>
        <w:ind w:left="720"/>
        <w:jc w:val="both"/>
      </w:pPr>
      <w:r>
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самостоятельно, или предоставляемых заявителем по желанию (с 01.07.2012 г.):</w:t>
      </w:r>
    </w:p>
    <w:p w:rsidR="00404F42" w:rsidRDefault="00404F42" w:rsidP="002F6DDF">
      <w:pPr>
        <w:ind w:left="700" w:firstLine="20"/>
        <w:jc w:val="both"/>
      </w:pPr>
      <w: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404F42" w:rsidRDefault="00404F42" w:rsidP="002F6DDF">
      <w:pPr>
        <w:ind w:firstLine="700"/>
        <w:jc w:val="both"/>
      </w:pPr>
    </w:p>
    <w:p w:rsidR="00404F42" w:rsidRDefault="00404F42" w:rsidP="002F6DDF">
      <w:pPr>
        <w:ind w:firstLine="700"/>
        <w:jc w:val="both"/>
      </w:pPr>
      <w:r>
        <w:t>2.6.1.Запрещается требовать от заявителя:</w:t>
      </w:r>
    </w:p>
    <w:p w:rsidR="00404F42" w:rsidRDefault="00404F42" w:rsidP="002F6DDF">
      <w:pPr>
        <w:ind w:firstLine="540"/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04F42" w:rsidRDefault="00404F42" w:rsidP="002F6DDF">
      <w:pPr>
        <w:ind w:firstLine="540"/>
        <w:jc w:val="both"/>
      </w:pPr>
      <w: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"Об организации предоставления государственных и муниципальных услуг" №210-ФЗ.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Документы, указанные в части 6 ст. 7 Федерального закона от 27.07.2010 № 210-ФЗ, представляемые в форме документа на бумажном носителе или в форме электронного документа: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1) 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2) документы воинского учета;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3) свидетельства о государственной регистрации актов гражданского состояния;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4) документы, подтверждающие регистрацию по месту жительства или по месту пребывания;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5) документы, подтверждающие предоставление лицу специального права на управление транспортным средством соответствующего вида;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6) документы, подтверждающие прохождение государственного технического осмотра (освидетельствования) транспортного средства соответствующего вида;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7) документы на транспортное средство и его составные части, в том числе регистрационные документы;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8) документы о трудовой деятельности, трудовом стаже и заработке гражданина;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9) документы о соответствующих образовании и (или) профессиональной квалификации, об ученых степенях и ученых званиях и документы, связанные с прохождением обучения, выдаваемые организациями, осуществляющими образовательную деятельность;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10) справки, заключения и иные документы, выдаваемые медицинскими организациями, осуществляющими медицинскую деятельность и входящими в государственную, муниципальную или частную систему здравоохранения;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11)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12) решения, приговоры, определения и постановления судов общей юрисдикции и арбитражных судов;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13) учредительные документы юридического лица;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14) решения, заключения и разрешения, выдаваемые органами опеки и попечительства в соответствии с законодательством Российской Федерации об опеке и попечительстве;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15) 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16) документы, выдаваемые федеральными государственными учреждениями медико-социальной экспертизы;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17) удостоверения и документы, подтверждающие право гражданина на получение социальной поддержки;</w:t>
      </w:r>
    </w:p>
    <w:p w:rsidR="00404F42" w:rsidRDefault="00404F42" w:rsidP="002F6DDF">
      <w:pPr>
        <w:autoSpaceDE w:val="0"/>
        <w:autoSpaceDN w:val="0"/>
        <w:adjustRightInd w:val="0"/>
        <w:ind w:firstLine="540"/>
        <w:jc w:val="both"/>
        <w:outlineLvl w:val="1"/>
      </w:pPr>
      <w:r>
        <w:t>18) документы о государственных и ведомственных наградах, государственных премиях и знаках отличия.</w:t>
      </w:r>
    </w:p>
    <w:p w:rsidR="00404F42" w:rsidRDefault="00404F42" w:rsidP="002F6DDF">
      <w:pPr>
        <w:ind w:firstLine="540"/>
        <w:jc w:val="both"/>
      </w:pPr>
    </w:p>
    <w:p w:rsidR="00404F42" w:rsidRDefault="00404F42" w:rsidP="002F6DDF">
      <w:pPr>
        <w:ind w:firstLine="540"/>
        <w:jc w:val="both"/>
      </w:pPr>
      <w:r>
        <w:t>2.7.Перечень оснований для отказа в  приеме документов, необходимых для предоставления  муниципальной услуги.</w:t>
      </w:r>
    </w:p>
    <w:p w:rsidR="00404F42" w:rsidRDefault="00404F42" w:rsidP="002F6DDF">
      <w:pPr>
        <w:ind w:firstLine="700"/>
      </w:pPr>
      <w:r>
        <w:t>Основаниями для отказа в приеме документов  являются:</w:t>
      </w:r>
    </w:p>
    <w:p w:rsidR="00404F42" w:rsidRDefault="00404F42" w:rsidP="002F6DDF">
      <w:pPr>
        <w:ind w:firstLine="720"/>
        <w:jc w:val="both"/>
      </w:pPr>
      <w:r>
        <w:t>отсутствие у заявителей права на получение муниципальной услуги в соответствии с действующим законодательством;</w:t>
      </w:r>
    </w:p>
    <w:p w:rsidR="00404F42" w:rsidRDefault="00404F42" w:rsidP="002F6DDF">
      <w:pPr>
        <w:jc w:val="both"/>
      </w:pPr>
      <w:r>
        <w:t xml:space="preserve">отсутствие заявителя на учете </w:t>
      </w:r>
      <w:r>
        <w:rPr>
          <w:rStyle w:val="apple-style-span"/>
        </w:rPr>
        <w:t>в качестве нуждающегося в жилом помещении.</w:t>
      </w:r>
    </w:p>
    <w:p w:rsidR="00404F42" w:rsidRDefault="00404F42" w:rsidP="002F6DDF">
      <w:pPr>
        <w:ind w:firstLine="720"/>
        <w:jc w:val="both"/>
      </w:pPr>
      <w:r>
        <w:t xml:space="preserve">2.8. Перечень оснований для отказа в предоставлении  муниципальной  услуги. </w:t>
      </w:r>
    </w:p>
    <w:p w:rsidR="00404F42" w:rsidRDefault="00404F42" w:rsidP="002F6DDF">
      <w:pPr>
        <w:ind w:firstLine="720"/>
      </w:pPr>
      <w:r>
        <w:t>Основаниями для отказа в предоставлении муниципальной услуги</w:t>
      </w:r>
    </w:p>
    <w:p w:rsidR="00404F42" w:rsidRDefault="00404F42" w:rsidP="002F6DDF">
      <w:pPr>
        <w:jc w:val="both"/>
      </w:pPr>
      <w:r>
        <w:t>являются:</w:t>
      </w:r>
    </w:p>
    <w:p w:rsidR="00404F42" w:rsidRDefault="00404F42" w:rsidP="002F6DDF">
      <w:pPr>
        <w:ind w:firstLine="708"/>
        <w:jc w:val="both"/>
      </w:pPr>
      <w: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04F42" w:rsidRDefault="00404F42" w:rsidP="002F6DDF">
      <w:pPr>
        <w:ind w:firstLine="720"/>
        <w:jc w:val="both"/>
      </w:pPr>
      <w:r>
        <w:t>2) письменное заявление заявителя об отказе в предоставлении муниципальной  услуги;</w:t>
      </w:r>
    </w:p>
    <w:p w:rsidR="00404F42" w:rsidRDefault="00404F42" w:rsidP="002F6DDF">
      <w:pPr>
        <w:ind w:firstLine="720"/>
        <w:jc w:val="both"/>
      </w:pPr>
      <w: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14 дней.</w:t>
      </w:r>
    </w:p>
    <w:p w:rsidR="00404F42" w:rsidRDefault="00404F42" w:rsidP="002F6DDF">
      <w:pPr>
        <w:ind w:firstLine="720"/>
        <w:jc w:val="both"/>
      </w:pPr>
      <w:r>
        <w:t xml:space="preserve">2.9. Услуги, которые являются необходимыми и обязательными для предоставления муниципальной услуги: </w:t>
      </w:r>
    </w:p>
    <w:p w:rsidR="00404F42" w:rsidRDefault="00404F42" w:rsidP="002F6DDF">
      <w:pPr>
        <w:ind w:firstLine="720"/>
        <w:jc w:val="both"/>
      </w:pPr>
      <w:r>
        <w:t>- постановка на учет в качестве нуждающегося в жилом помещении на условиях социального найма.</w:t>
      </w:r>
    </w:p>
    <w:p w:rsidR="00404F42" w:rsidRDefault="00404F42" w:rsidP="002F6DDF">
      <w:pPr>
        <w:tabs>
          <w:tab w:val="left" w:pos="1808"/>
        </w:tabs>
        <w:ind w:firstLine="720"/>
        <w:jc w:val="both"/>
      </w:pPr>
      <w:r>
        <w:t>2.10.Настоящая муниципальная услуга предоставляется бесплатно.</w:t>
      </w:r>
    </w:p>
    <w:p w:rsidR="00404F42" w:rsidRDefault="00404F42" w:rsidP="002F6DDF">
      <w:pPr>
        <w:ind w:firstLine="720"/>
        <w:jc w:val="both"/>
      </w:pPr>
      <w: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предоставление данных услуг является бесплатным для заявителя.</w:t>
      </w:r>
    </w:p>
    <w:p w:rsidR="00404F42" w:rsidRDefault="00404F42" w:rsidP="002F6DDF">
      <w:pPr>
        <w:ind w:firstLine="700"/>
        <w:jc w:val="both"/>
      </w:pPr>
      <w:r>
        <w:t xml:space="preserve">2.12. Максимальное время ожидания в очереди при подаче заявления о предоставлении  муниципальной услуги не может превышать  </w:t>
      </w:r>
      <w:r w:rsidRPr="00ED2E13">
        <w:rPr>
          <w:i/>
          <w:iCs/>
        </w:rPr>
        <w:t>15 минут.</w:t>
      </w:r>
    </w:p>
    <w:p w:rsidR="00404F42" w:rsidRDefault="00404F42" w:rsidP="002F6DDF">
      <w:pPr>
        <w:ind w:firstLine="700"/>
        <w:jc w:val="both"/>
      </w:pPr>
      <w:r>
        <w:t>2.13.Срок и порядок регистрации запроса заявителя о предоставлении муниципальной услуги и услуги:</w:t>
      </w:r>
    </w:p>
    <w:p w:rsidR="00404F42" w:rsidRDefault="00404F42" w:rsidP="002F6DDF">
      <w:pPr>
        <w:ind w:firstLine="70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04F42" w:rsidRDefault="00404F42" w:rsidP="002F6DDF">
      <w:pPr>
        <w:ind w:firstLine="840"/>
        <w:jc w:val="both"/>
      </w:pPr>
      <w:r>
        <w:t>2.14.Требования к помещениям, в которых предоставляется муниципальная услуга:</w:t>
      </w:r>
    </w:p>
    <w:p w:rsidR="00404F42" w:rsidRDefault="00404F42" w:rsidP="002F6DDF">
      <w:pPr>
        <w:ind w:firstLine="840"/>
        <w:jc w:val="both"/>
      </w:pPr>
      <w:r>
        <w:t>2.14.1. В администрации Морозовского  сельсовета, прием заявителей</w:t>
      </w:r>
    </w:p>
    <w:p w:rsidR="00404F42" w:rsidRDefault="00404F42" w:rsidP="002F6DDF">
      <w:pPr>
        <w:ind w:hanging="20"/>
        <w:jc w:val="both"/>
      </w:pPr>
      <w: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04F42" w:rsidRDefault="00404F42" w:rsidP="002F6DDF">
      <w:pPr>
        <w:ind w:hanging="20"/>
        <w:jc w:val="both"/>
      </w:pPr>
      <w: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404F42" w:rsidRDefault="00404F42" w:rsidP="002F6DDF">
      <w:pPr>
        <w:ind w:hanging="2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404F42" w:rsidRDefault="00404F42" w:rsidP="002F6DDF">
      <w:pPr>
        <w:ind w:left="840"/>
        <w:jc w:val="both"/>
      </w:pPr>
      <w:r>
        <w:t>2.14.2.Требования к местам для ожидания:</w:t>
      </w:r>
    </w:p>
    <w:p w:rsidR="00404F42" w:rsidRDefault="00404F42" w:rsidP="002F6DDF">
      <w:pPr>
        <w:ind w:hanging="2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404F42" w:rsidRDefault="00404F42" w:rsidP="002F6DDF">
      <w:pPr>
        <w:ind w:hanging="20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404F42" w:rsidRDefault="00404F42" w:rsidP="002F6DDF">
      <w:pPr>
        <w:ind w:hanging="20"/>
        <w:jc w:val="both"/>
      </w:pPr>
      <w:r>
        <w:t>в местах для ожидания предусматриваются места для получения информации о государственной услуге.</w:t>
      </w:r>
    </w:p>
    <w:p w:rsidR="00404F42" w:rsidRDefault="00404F42" w:rsidP="002F6DDF">
      <w:pPr>
        <w:ind w:left="700"/>
        <w:jc w:val="both"/>
      </w:pPr>
      <w:r>
        <w:t>2.14.3.Требования к местам для получения информации о муниципальной услуге:</w:t>
      </w:r>
    </w:p>
    <w:p w:rsidR="00404F42" w:rsidRDefault="00404F42" w:rsidP="002F6DDF">
      <w:pPr>
        <w:ind w:hanging="2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04F42" w:rsidRDefault="00404F42" w:rsidP="002F6DDF">
      <w:pPr>
        <w:ind w:firstLine="540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04F42" w:rsidRDefault="00404F42" w:rsidP="002F6DDF">
      <w:pPr>
        <w:ind w:firstLine="540"/>
        <w:jc w:val="both"/>
      </w:pPr>
      <w: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04F42" w:rsidRDefault="00404F42" w:rsidP="002F6DDF">
      <w:pPr>
        <w:ind w:firstLine="540"/>
        <w:jc w:val="both"/>
      </w:pPr>
      <w:r>
        <w:t>2.14.4.Требования к местам приема заявителей:</w:t>
      </w:r>
    </w:p>
    <w:p w:rsidR="00404F42" w:rsidRDefault="00404F42" w:rsidP="002F6DDF">
      <w:pPr>
        <w:ind w:firstLine="720"/>
        <w:jc w:val="both"/>
      </w:pPr>
      <w: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04F42" w:rsidRDefault="00404F42" w:rsidP="002F6DDF">
      <w:pPr>
        <w:ind w:firstLine="72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404F42" w:rsidRDefault="00404F42" w:rsidP="002F6DDF">
      <w:pPr>
        <w:ind w:firstLine="72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04F42" w:rsidRDefault="00404F42" w:rsidP="002F6DDF">
      <w:pPr>
        <w:ind w:firstLine="72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04F42" w:rsidRDefault="00404F42" w:rsidP="002F6DDF">
      <w:pPr>
        <w:ind w:firstLine="720"/>
        <w:jc w:val="both"/>
      </w:pPr>
      <w: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404F42" w:rsidRDefault="00404F42" w:rsidP="002F6DDF">
      <w:pPr>
        <w:ind w:firstLine="720"/>
        <w:jc w:val="both"/>
      </w:pPr>
      <w:r>
        <w:t>2.15. Показатели качества и доступности предоставления муниципальной услуги:</w:t>
      </w:r>
    </w:p>
    <w:p w:rsidR="00404F42" w:rsidRDefault="00404F42" w:rsidP="002F6DDF">
      <w:pPr>
        <w:ind w:firstLine="720"/>
        <w:jc w:val="both"/>
      </w:pPr>
      <w:r>
        <w:t>2.15.1.Показатели качества муниципальной услуги:</w:t>
      </w:r>
    </w:p>
    <w:p w:rsidR="00404F42" w:rsidRDefault="00404F42" w:rsidP="002F6DDF">
      <w:pPr>
        <w:ind w:firstLine="720"/>
        <w:jc w:val="both"/>
      </w:pPr>
      <w: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04F42" w:rsidRDefault="00404F42" w:rsidP="002F6DDF">
      <w:pPr>
        <w:ind w:firstLine="720"/>
        <w:jc w:val="both"/>
      </w:pPr>
      <w: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404F42" w:rsidRDefault="00404F42" w:rsidP="002F6DDF">
      <w:pPr>
        <w:ind w:firstLine="720"/>
        <w:jc w:val="both"/>
      </w:pPr>
      <w:r>
        <w:t>2.15.2.Показатели доступности предоставления  муниципальной услуги:</w:t>
      </w:r>
    </w:p>
    <w:p w:rsidR="00404F42" w:rsidRDefault="00404F42" w:rsidP="002F6DDF">
      <w:pPr>
        <w:ind w:firstLine="720"/>
        <w:jc w:val="both"/>
      </w:pPr>
      <w:r>
        <w:t>1) Количество заявителей, благополучно воспользовавшихся муниципальной услугой);</w:t>
      </w:r>
    </w:p>
    <w:p w:rsidR="00404F42" w:rsidRDefault="00404F42" w:rsidP="002F6DDF">
      <w:pPr>
        <w:ind w:firstLine="720"/>
        <w:jc w:val="both"/>
      </w:pPr>
      <w: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404F42" w:rsidRDefault="00404F42" w:rsidP="002F6DDF">
      <w:pPr>
        <w:ind w:firstLine="720"/>
        <w:jc w:val="both"/>
      </w:pPr>
      <w: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404F42" w:rsidRDefault="00404F42" w:rsidP="002F6DDF">
      <w:pPr>
        <w:ind w:firstLine="720"/>
        <w:jc w:val="both"/>
      </w:pPr>
      <w:r>
        <w:t>4) пешеходная доступность от остановок общественного транспорта до, здания  администрации сельсовета;</w:t>
      </w:r>
    </w:p>
    <w:p w:rsidR="00404F42" w:rsidRDefault="00404F42" w:rsidP="002F6DDF">
      <w:pPr>
        <w:ind w:firstLine="720"/>
        <w:jc w:val="both"/>
      </w:pPr>
      <w: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04F42" w:rsidRDefault="00404F42" w:rsidP="002F6DDF">
      <w:pPr>
        <w:ind w:firstLine="720"/>
        <w:jc w:val="both"/>
      </w:pPr>
      <w: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404F42" w:rsidRDefault="00404F42" w:rsidP="002F6DDF"/>
    <w:p w:rsidR="00404F42" w:rsidRDefault="00404F42" w:rsidP="002F6DDF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04F42" w:rsidRDefault="00404F42" w:rsidP="002F6DDF">
      <w:pPr>
        <w:jc w:val="center"/>
      </w:pPr>
    </w:p>
    <w:p w:rsidR="00404F42" w:rsidRDefault="00404F42" w:rsidP="002F6DDF">
      <w:pPr>
        <w:ind w:firstLine="700"/>
        <w:jc w:val="both"/>
      </w:pPr>
      <w:r>
        <w:t>3.1. Предоставление муниципальной услуги включает в себя последовательность следующих административных процедур:</w:t>
      </w:r>
    </w:p>
    <w:p w:rsidR="00404F42" w:rsidRDefault="00404F42" w:rsidP="002F6DDF">
      <w:pPr>
        <w:ind w:firstLine="700"/>
        <w:jc w:val="both"/>
      </w:pPr>
    </w:p>
    <w:p w:rsidR="00404F42" w:rsidRDefault="00404F42" w:rsidP="002F6DDF">
      <w:pPr>
        <w:ind w:firstLine="720"/>
        <w:jc w:val="both"/>
      </w:pPr>
      <w:r>
        <w:t>3.1.1 Направление лицу, состоящему на учете в качестве нуждающегося в жилом помещении уведомления о наступлении его очереди получения жилого помещения и о наличии жилого помещения для предоставления по договору социального найма.</w:t>
      </w:r>
    </w:p>
    <w:p w:rsidR="00404F42" w:rsidRDefault="00404F42" w:rsidP="002F6DDF">
      <w:pPr>
        <w:ind w:firstLine="720"/>
        <w:jc w:val="both"/>
      </w:pPr>
    </w:p>
    <w:p w:rsidR="00404F42" w:rsidRDefault="00404F42" w:rsidP="002F6DDF">
      <w:pPr>
        <w:ind w:firstLine="720"/>
        <w:jc w:val="both"/>
      </w:pPr>
      <w:r>
        <w:t>3.1.2 Прием заявления о предоставлении муниципального жилого помещения по договору социального найма.</w:t>
      </w:r>
    </w:p>
    <w:p w:rsidR="00404F42" w:rsidRDefault="00404F42" w:rsidP="002F6DDF">
      <w:pPr>
        <w:ind w:firstLine="720"/>
        <w:jc w:val="both"/>
      </w:pPr>
      <w:r>
        <w:t>Заявителю выдается расписка в получении заявления и приложенных к нему документов.</w:t>
      </w:r>
    </w:p>
    <w:p w:rsidR="00404F42" w:rsidRDefault="00404F42" w:rsidP="002F6DDF">
      <w:pPr>
        <w:tabs>
          <w:tab w:val="left" w:pos="540"/>
        </w:tabs>
        <w:ind w:firstLine="709"/>
        <w:jc w:val="both"/>
      </w:pPr>
      <w:r>
        <w:t>Данное действие осуществляется сотрудником администрации Морозовского сельсовета, ответственным за прием и регистрацию документов.</w:t>
      </w:r>
    </w:p>
    <w:p w:rsidR="00404F42" w:rsidRDefault="00404F42" w:rsidP="002F6DDF">
      <w:pPr>
        <w:ind w:firstLine="709"/>
        <w:jc w:val="both"/>
      </w:pPr>
      <w:r>
        <w:t>Срок совершения действия составляет 10 минут с момента представления заявителем документов.</w:t>
      </w:r>
    </w:p>
    <w:p w:rsidR="00404F42" w:rsidRPr="001C6A22" w:rsidRDefault="00404F42" w:rsidP="008F7258">
      <w:pPr>
        <w:ind w:firstLine="700"/>
        <w:jc w:val="both"/>
      </w:pPr>
      <w:r w:rsidRPr="001C6A22">
        <w:t>В случае представления заявления и документов, необходимых для предоставления муниципальной услуги через МФЦ (при наличии),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1C6A22">
        <w:rPr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1C6A22"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404F42" w:rsidRDefault="00404F42" w:rsidP="008F7258">
      <w:pPr>
        <w:ind w:firstLine="700"/>
        <w:jc w:val="both"/>
        <w:rPr>
          <w:i/>
          <w:iCs/>
        </w:rPr>
      </w:pPr>
      <w:r w:rsidRPr="001C6A22"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представленные заявителем в традиционной форме</w:t>
      </w:r>
      <w:r>
        <w:rPr>
          <w:i/>
          <w:iCs/>
        </w:rPr>
        <w:t>.</w:t>
      </w:r>
    </w:p>
    <w:p w:rsidR="00404F42" w:rsidRPr="001C6A22" w:rsidRDefault="00404F42" w:rsidP="008F7258">
      <w:pPr>
        <w:ind w:firstLine="700"/>
        <w:jc w:val="both"/>
      </w:pPr>
      <w:r w:rsidRPr="001C6A22">
        <w:t xml:space="preserve">При подаче заявления на оказание муниципальной услуги через МФЦ (при наличии), заявитель может получить сведения о ходе ее исполнения посредством </w:t>
      </w:r>
      <w:r w:rsidRPr="001C6A22">
        <w:rPr>
          <w:lang w:val="en-US"/>
        </w:rPr>
        <w:t>call</w:t>
      </w:r>
      <w:r w:rsidRPr="001C6A22">
        <w:t xml:space="preserve">-центра МФЦ и </w:t>
      </w:r>
      <w:r w:rsidRPr="001C6A22">
        <w:rPr>
          <w:lang w:val="en-US"/>
        </w:rPr>
        <w:t>sms</w:t>
      </w:r>
      <w:r w:rsidRPr="001C6A22">
        <w:t>-информирования.</w:t>
      </w:r>
    </w:p>
    <w:p w:rsidR="00404F42" w:rsidRPr="001C6A22" w:rsidRDefault="00404F42" w:rsidP="008F7258">
      <w:pPr>
        <w:ind w:firstLine="700"/>
        <w:jc w:val="both"/>
      </w:pPr>
      <w:r w:rsidRPr="001C6A22">
        <w:t>При подаче заявления на оказание муниципальной услуги через МФЦ (при наличии),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</w:t>
      </w:r>
    </w:p>
    <w:p w:rsidR="00404F42" w:rsidRDefault="00404F42" w:rsidP="002F6DDF">
      <w:pPr>
        <w:ind w:firstLine="709"/>
        <w:jc w:val="both"/>
      </w:pPr>
      <w:r>
        <w:t>3.1.3 Регистрация заявления.</w:t>
      </w:r>
    </w:p>
    <w:p w:rsidR="00404F42" w:rsidRDefault="00404F42" w:rsidP="002F6DDF">
      <w:pPr>
        <w:tabs>
          <w:tab w:val="left" w:pos="540"/>
        </w:tabs>
        <w:ind w:firstLine="709"/>
        <w:jc w:val="both"/>
      </w:pPr>
      <w:r>
        <w:t>Данное действие осуществляется сотрудником администрации Морозовского сельсовета, ответственным за прием и регистрацию документов.</w:t>
      </w:r>
    </w:p>
    <w:p w:rsidR="00404F42" w:rsidRDefault="00404F42" w:rsidP="002F6DDF">
      <w:pPr>
        <w:ind w:firstLine="709"/>
        <w:jc w:val="both"/>
      </w:pPr>
      <w:r>
        <w:t>Срок совершения действия составляет 3 рабочих дня с момента представления заявителем документов.</w:t>
      </w:r>
    </w:p>
    <w:p w:rsidR="00404F42" w:rsidRDefault="00404F42" w:rsidP="002F6DDF">
      <w:pPr>
        <w:ind w:firstLine="709"/>
        <w:jc w:val="both"/>
      </w:pPr>
      <w:r>
        <w:t xml:space="preserve">3.1.4 Проверка наличия всех необходимых документов и их соответствие требованиям действующего законодательства. </w:t>
      </w:r>
    </w:p>
    <w:p w:rsidR="00404F42" w:rsidRDefault="00404F42" w:rsidP="002F6DDF">
      <w:pPr>
        <w:ind w:firstLine="709"/>
        <w:jc w:val="both"/>
      </w:pPr>
      <w:r>
        <w:t xml:space="preserve">В случае представления неполного перечня документов, указанных в п. 2.6. регламента, либо несоответствия представленных документов нормам действующего законодательства специалист направляет заявителю сообщение о приостановлении оказания услуги, в котором указывает причины, послужившие основаниями для такого приостановления, и предлагает устранить имеющиеся недостатки, указывая, вместе с тем, на то, что в противном случае в предоставлении муниципальной услуги будет отказано.  </w:t>
      </w:r>
    </w:p>
    <w:p w:rsidR="00404F42" w:rsidRDefault="00404F42" w:rsidP="002F6DDF">
      <w:pPr>
        <w:ind w:firstLine="709"/>
        <w:jc w:val="both"/>
      </w:pPr>
    </w:p>
    <w:p w:rsidR="00404F42" w:rsidRDefault="00404F42" w:rsidP="002F6DDF">
      <w:pPr>
        <w:ind w:firstLine="720"/>
        <w:jc w:val="both"/>
      </w:pPr>
      <w:r>
        <w:t>Специалистом ответственным за исполнение административной процедуры в целях возможной утраты заявителем нуждаемости в предоставлении жилого помещения самостоятельно истребуется:</w:t>
      </w:r>
    </w:p>
    <w:p w:rsidR="00404F42" w:rsidRDefault="00404F42" w:rsidP="002F6DDF">
      <w:pPr>
        <w:ind w:firstLine="720"/>
        <w:jc w:val="both"/>
      </w:pPr>
      <w: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404F42" w:rsidRDefault="00404F42" w:rsidP="002F6DDF">
      <w:pPr>
        <w:ind w:firstLine="720"/>
        <w:jc w:val="both"/>
      </w:pPr>
    </w:p>
    <w:p w:rsidR="00404F42" w:rsidRDefault="00404F42" w:rsidP="002F6DDF">
      <w:pPr>
        <w:tabs>
          <w:tab w:val="left" w:pos="540"/>
        </w:tabs>
        <w:ind w:firstLine="709"/>
        <w:jc w:val="both"/>
      </w:pPr>
      <w:r>
        <w:t>Данное действие осуществляется специалистом, ответственным за исполнение административной процедуры.</w:t>
      </w:r>
    </w:p>
    <w:p w:rsidR="00404F42" w:rsidRDefault="00404F42" w:rsidP="002F6DDF">
      <w:pPr>
        <w:ind w:firstLine="700"/>
        <w:jc w:val="both"/>
      </w:pPr>
    </w:p>
    <w:p w:rsidR="00404F42" w:rsidRDefault="00404F42" w:rsidP="002F6DDF">
      <w:pPr>
        <w:ind w:firstLine="700"/>
        <w:jc w:val="both"/>
      </w:pPr>
      <w:r>
        <w:t>3.1.5 Проверка наличия основания для предоставления муниципальной услуги.</w:t>
      </w: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случае, если основания для предоставления муниципальной услуги отсутствуют, заявителю направляется уведомление об отказе в предоставлении муниципальной услуги. </w:t>
      </w: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случае, если заявитель в соответствии с действующим законодательством имеет право на предоставление муниципального жилого помещения по договору социального найма, инициируется заседание жилищной комиссии, о чем заявителю высылается соответствующее уведомление. </w:t>
      </w:r>
    </w:p>
    <w:p w:rsidR="00404F42" w:rsidRDefault="00404F42" w:rsidP="002F6DDF">
      <w:pPr>
        <w:tabs>
          <w:tab w:val="left" w:pos="540"/>
        </w:tabs>
        <w:ind w:firstLine="709"/>
        <w:jc w:val="both"/>
      </w:pPr>
      <w:r>
        <w:t>Данное действие осуществляется специалистом, ответственным за исполнение административной процедуры.</w:t>
      </w: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3.1.6 Принятие решения о предоставлении жилого помещения. </w:t>
      </w: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404F42" w:rsidRDefault="00404F42" w:rsidP="002F6DDF">
      <w:pPr>
        <w:ind w:firstLine="700"/>
        <w:jc w:val="both"/>
      </w:pPr>
      <w:r>
        <w:t xml:space="preserve">Данное действие осуществляется комиссией по жилищным вопросам. </w:t>
      </w:r>
    </w:p>
    <w:p w:rsidR="00404F42" w:rsidRDefault="00404F42" w:rsidP="002F6DDF">
      <w:pPr>
        <w:ind w:firstLine="700"/>
        <w:jc w:val="both"/>
      </w:pPr>
    </w:p>
    <w:p w:rsidR="00404F42" w:rsidRPr="00960D4D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3.1.7 В случае вынесения комиссией по жилищным вопросам  положительного решения о предоставлении жилого помещения по договору социального найма осуществляется подготовка и согласование постановления о предоставлении жилого помещения.</w:t>
      </w: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постановления о предоставлении жилого помещения по договору социального найма направляется в органы прокуратуры.</w:t>
      </w:r>
    </w:p>
    <w:p w:rsidR="00404F42" w:rsidRDefault="00404F42" w:rsidP="002F6DDF">
      <w:pPr>
        <w:tabs>
          <w:tab w:val="left" w:pos="540"/>
        </w:tabs>
        <w:ind w:firstLine="709"/>
        <w:jc w:val="both"/>
      </w:pPr>
      <w:r>
        <w:t>Данное действие осуществляется специалистом, ответственным за исполнение административной процедуры.</w:t>
      </w: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3.1.8 Заключение договора социального найма. </w:t>
      </w: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действие осуществляется специалист администрации Морозовского сельсовета.</w:t>
      </w: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3.1.9 Копия договора социального найма и выписка протокола комиссии по жилищным вопросам направляется заявителю. </w:t>
      </w:r>
    </w:p>
    <w:p w:rsidR="00404F42" w:rsidRDefault="00404F42" w:rsidP="002F6DDF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4F42" w:rsidRDefault="00404F42" w:rsidP="002F6DDF">
      <w:pPr>
        <w:jc w:val="both"/>
        <w:rPr>
          <w:color w:val="auto"/>
        </w:rPr>
      </w:pPr>
      <w:r>
        <w:rPr>
          <w:color w:val="auto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404F42" w:rsidRDefault="00404F42" w:rsidP="002F6DDF">
      <w:pPr>
        <w:ind w:firstLine="720"/>
        <w:jc w:val="both"/>
      </w:pPr>
    </w:p>
    <w:p w:rsidR="00404F42" w:rsidRDefault="00404F42" w:rsidP="002F6DDF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Формы контроля за исполнением регламента</w:t>
      </w:r>
    </w:p>
    <w:p w:rsidR="00404F42" w:rsidRDefault="00404F42" w:rsidP="002F6DDF">
      <w:pPr>
        <w:jc w:val="both"/>
      </w:pPr>
    </w:p>
    <w:p w:rsidR="00404F42" w:rsidRDefault="00404F42" w:rsidP="002F6DDF">
      <w:pPr>
        <w:ind w:firstLine="709"/>
        <w:jc w:val="both"/>
      </w:pPr>
      <w:r>
        <w:t>4.1. Текущий контроль за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Морозовского сельсовета.</w:t>
      </w:r>
    </w:p>
    <w:p w:rsidR="00404F42" w:rsidRDefault="00404F42" w:rsidP="002F6DDF">
      <w:pPr>
        <w:ind w:firstLine="709"/>
        <w:jc w:val="both"/>
      </w:pPr>
      <w: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приказа Главы Морозовского сельсовета.</w:t>
      </w:r>
    </w:p>
    <w:p w:rsidR="00404F42" w:rsidRDefault="00404F42" w:rsidP="002F6DDF">
      <w:pPr>
        <w:ind w:firstLine="709"/>
        <w:jc w:val="both"/>
      </w:pPr>
      <w:r>
        <w:t>4.3. Ответственность за предоставление муниципальной услуги возлагается на Главу Морозовского сельсовета, который непосредственно принимает решение по вопросам предоставления муниципальной  услуги.</w:t>
      </w:r>
    </w:p>
    <w:p w:rsidR="00404F42" w:rsidRDefault="00404F42" w:rsidP="002F6DDF">
      <w:pPr>
        <w:ind w:firstLine="709"/>
        <w:jc w:val="both"/>
      </w:pPr>
      <w: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24-ФЗ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404F42" w:rsidRDefault="00404F42" w:rsidP="002F6DDF">
      <w:pPr>
        <w:ind w:firstLine="709"/>
        <w:jc w:val="both"/>
      </w:pPr>
    </w:p>
    <w:p w:rsidR="00404F42" w:rsidRDefault="00404F42" w:rsidP="002F6DDF">
      <w:pPr>
        <w:ind w:firstLine="709"/>
        <w:jc w:val="both"/>
      </w:pPr>
    </w:p>
    <w:p w:rsidR="00404F42" w:rsidRDefault="00404F42" w:rsidP="002F6DDF">
      <w:pPr>
        <w:jc w:val="center"/>
        <w:rPr>
          <w:b/>
          <w:bCs/>
        </w:rPr>
      </w:pPr>
      <w:r>
        <w:rPr>
          <w:b/>
          <w:bCs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  лиц, муниципальных служащих.</w:t>
      </w:r>
    </w:p>
    <w:p w:rsidR="00404F42" w:rsidRDefault="00404F42" w:rsidP="002F6DDF">
      <w:pPr>
        <w:jc w:val="center"/>
      </w:pPr>
    </w:p>
    <w:p w:rsidR="00404F42" w:rsidRDefault="00404F42" w:rsidP="00960D4D">
      <w:pPr>
        <w:jc w:val="both"/>
      </w:pPr>
      <w: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404F42" w:rsidRDefault="00404F42" w:rsidP="00960D4D">
      <w:pPr>
        <w:jc w:val="both"/>
      </w:pPr>
      <w:r>
        <w:t>1) нарушение срока регистрации запроса заявителя о предоставлении муниципальной услуги;</w:t>
      </w:r>
    </w:p>
    <w:p w:rsidR="00404F42" w:rsidRDefault="00404F42" w:rsidP="00960D4D">
      <w:pPr>
        <w:jc w:val="both"/>
      </w:pPr>
      <w:r>
        <w:t>2) нарушение срока предоставления муниципальной услуги;</w:t>
      </w:r>
    </w:p>
    <w:p w:rsidR="00404F42" w:rsidRDefault="00404F42" w:rsidP="00960D4D">
      <w:pPr>
        <w:jc w:val="both"/>
      </w:pPr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404F42" w:rsidRDefault="00404F42" w:rsidP="00960D4D">
      <w:pPr>
        <w:jc w:val="both"/>
      </w:pPr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404F42" w:rsidRDefault="00404F42" w:rsidP="00960D4D">
      <w:pPr>
        <w:jc w:val="both"/>
      </w:pPr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404F42" w:rsidRDefault="00404F42" w:rsidP="00960D4D">
      <w:pPr>
        <w:jc w:val="both"/>
      </w:pPr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404F42" w:rsidRDefault="00404F42" w:rsidP="00960D4D">
      <w:pPr>
        <w:jc w:val="both"/>
      </w:pPr>
      <w: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04F42" w:rsidRDefault="00404F42" w:rsidP="00960D4D">
      <w:pPr>
        <w:jc w:val="both"/>
      </w:pPr>
      <w:r>
        <w:t>5.2. 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(</w:t>
      </w:r>
      <w:hyperlink r:id="rId10" w:history="1">
        <w:r>
          <w:rPr>
            <w:rStyle w:val="Hyperlink"/>
          </w:rPr>
          <w:t>www.gosuslugi.ru</w:t>
        </w:r>
      </w:hyperlink>
      <w:r>
        <w:t>) либо регионального портала государственных и муниципальных услуг (54.</w:t>
      </w:r>
      <w:r>
        <w:rPr>
          <w:lang w:val="en-US"/>
        </w:rPr>
        <w:t>gosuslugi</w:t>
      </w:r>
      <w:r>
        <w:t>.</w:t>
      </w:r>
      <w:r>
        <w:rPr>
          <w:lang w:val="en-US"/>
        </w:rPr>
        <w:t>ru</w:t>
      </w:r>
      <w:r>
        <w:t>), а также может быть принята при личном приеме заявителя.</w:t>
      </w:r>
    </w:p>
    <w:p w:rsidR="00404F42" w:rsidRDefault="00404F42" w:rsidP="00960D4D">
      <w:pPr>
        <w:jc w:val="both"/>
      </w:pPr>
      <w: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администрации Морозовского главе Морозовского сельсовета</w:t>
      </w:r>
    </w:p>
    <w:p w:rsidR="00404F42" w:rsidRDefault="00404F42" w:rsidP="00960D4D">
      <w:pPr>
        <w:jc w:val="both"/>
      </w:pPr>
      <w:r>
        <w:t>5.3. Жалоба должна содержать:</w:t>
      </w:r>
    </w:p>
    <w:p w:rsidR="00404F42" w:rsidRDefault="00404F42" w:rsidP="00960D4D">
      <w:pPr>
        <w:jc w:val="both"/>
      </w:pPr>
      <w: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</w:t>
      </w:r>
      <w:bookmarkStart w:id="1" w:name="_msoanchor_1"/>
      <w:r>
        <w:rPr>
          <w:color w:val="0000FF"/>
          <w:sz w:val="16"/>
          <w:szCs w:val="16"/>
          <w:u w:val="single"/>
        </w:rPr>
        <w:t>]</w:t>
      </w:r>
      <w:bookmarkEnd w:id="1"/>
      <w:r>
        <w:t>муниципального служащего, решения и действия (бездействие) которых обжалуются;</w:t>
      </w:r>
    </w:p>
    <w:p w:rsidR="00404F42" w:rsidRDefault="00404F42" w:rsidP="00960D4D">
      <w:pPr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04F42" w:rsidRDefault="00404F42" w:rsidP="00960D4D">
      <w:pPr>
        <w:jc w:val="both"/>
      </w:pPr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404F42" w:rsidRDefault="00404F42" w:rsidP="00960D4D">
      <w:pPr>
        <w:jc w:val="both"/>
      </w:pPr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404F42" w:rsidRDefault="00404F42" w:rsidP="00960D4D">
      <w:pPr>
        <w:jc w:val="both"/>
      </w:pPr>
      <w:r>
        <w:t>5) личную подпись заявителя и дату.</w:t>
      </w:r>
    </w:p>
    <w:p w:rsidR="00404F42" w:rsidRDefault="00404F42" w:rsidP="00960D4D">
      <w:pPr>
        <w:jc w:val="both"/>
      </w:pPr>
      <w: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404F42" w:rsidRDefault="00404F42" w:rsidP="00960D4D">
      <w:pPr>
        <w:jc w:val="both"/>
      </w:pPr>
      <w:r>
        <w:t>о местонахождении  структурного подразделения администрации, ответственного за предоставление муниципальной услуги;</w:t>
      </w:r>
    </w:p>
    <w:p w:rsidR="00404F42" w:rsidRDefault="00404F42" w:rsidP="00960D4D">
      <w:pPr>
        <w:jc w:val="both"/>
      </w:pPr>
      <w:r>
        <w:t>сведения о режиме работы администрации, ответственного за предоставление муниципальной услуги;</w:t>
      </w:r>
    </w:p>
    <w:p w:rsidR="00404F42" w:rsidRDefault="00404F42" w:rsidP="00960D4D">
      <w:pPr>
        <w:jc w:val="both"/>
      </w:pPr>
      <w:r>
        <w:t>о графике приема заявителей главой Морозовского сельсовета;</w:t>
      </w:r>
    </w:p>
    <w:p w:rsidR="00404F42" w:rsidRDefault="00404F42" w:rsidP="00960D4D">
      <w:pPr>
        <w:jc w:val="both"/>
      </w:pPr>
      <w:r>
        <w:t>о перечне номеров телефонов для получения сведений о прохождении процедур рассмотрения жалобы;</w:t>
      </w:r>
    </w:p>
    <w:p w:rsidR="00404F42" w:rsidRDefault="00404F42" w:rsidP="00960D4D">
      <w:pPr>
        <w:jc w:val="both"/>
      </w:pPr>
      <w:r>
        <w:t>о входящем номере, под которым зарегистрирована жалоба в администрации;</w:t>
      </w:r>
    </w:p>
    <w:p w:rsidR="00404F42" w:rsidRDefault="00404F42" w:rsidP="00960D4D">
      <w:pPr>
        <w:jc w:val="both"/>
      </w:pPr>
      <w:r>
        <w:t>о сроке рассмотрения жалобы;</w:t>
      </w:r>
    </w:p>
    <w:p w:rsidR="00404F42" w:rsidRDefault="00404F42" w:rsidP="00960D4D">
      <w:pPr>
        <w:jc w:val="both"/>
      </w:pPr>
      <w:r>
        <w:t>о принятых промежуточных решениях (принятие к рассмотрению, истребование документов).</w:t>
      </w:r>
    </w:p>
    <w:p w:rsidR="00404F42" w:rsidRDefault="00404F42" w:rsidP="00960D4D">
      <w:pPr>
        <w:jc w:val="both"/>
      </w:pPr>
      <w:r>
        <w:t>При подаче жалобы заявитель вправе получить в структурном подразделении администрации, ответственного за предоставление муниципальной услуги, копии документов, подтверждающих обжалуемое действие (бездействие) должностного лица структурного подразделения.</w:t>
      </w:r>
    </w:p>
    <w:p w:rsidR="00404F42" w:rsidRDefault="00404F42" w:rsidP="00960D4D">
      <w:pPr>
        <w:jc w:val="both"/>
      </w:pPr>
      <w:r>
        <w:t xml:space="preserve">5.5.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404F42" w:rsidRDefault="00404F42" w:rsidP="00960D4D">
      <w:pPr>
        <w:jc w:val="both"/>
      </w:pPr>
      <w:r>
        <w:t>5.6. По результатам рассмотрения жалобы администрация принимает одно из следующих решений:</w:t>
      </w:r>
    </w:p>
    <w:p w:rsidR="00404F42" w:rsidRDefault="00404F42" w:rsidP="00960D4D">
      <w:pPr>
        <w:jc w:val="both"/>
      </w:pPr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404F42" w:rsidRDefault="00404F42" w:rsidP="00960D4D">
      <w:pPr>
        <w:jc w:val="both"/>
      </w:pPr>
      <w:r>
        <w:t>2) отказывает в удовлетворении жалобы.</w:t>
      </w:r>
    </w:p>
    <w:p w:rsidR="00404F42" w:rsidRDefault="00404F42" w:rsidP="00960D4D">
      <w:pPr>
        <w:jc w:val="both"/>
      </w:pPr>
      <w: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04F42" w:rsidRDefault="00404F42" w:rsidP="00960D4D">
      <w:pPr>
        <w:jc w:val="both"/>
      </w:pPr>
      <w: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04F42" w:rsidRDefault="00404F42" w:rsidP="00960D4D">
      <w:pPr>
        <w:jc w:val="both"/>
      </w:pPr>
      <w:r>
        <w:t>5.9. Запись заявителей на личный прием к главе Морозовского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информационных стендах администрации, предоставляющего муниципальную услугу.</w:t>
      </w:r>
    </w:p>
    <w:p w:rsidR="00404F42" w:rsidRDefault="00404F42" w:rsidP="00960D4D">
      <w:pPr>
        <w:jc w:val="both"/>
      </w:pPr>
      <w:r>
        <w:t>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404F42" w:rsidRDefault="00404F42" w:rsidP="00960D4D">
      <w:pPr>
        <w:jc w:val="both"/>
      </w:pPr>
      <w:r>
        <w:t>5.11. 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404F42" w:rsidRDefault="00404F42" w:rsidP="00960D4D">
      <w:pPr>
        <w:ind w:firstLine="540"/>
        <w:jc w:val="both"/>
      </w:pPr>
      <w:r>
        <w:t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404F42" w:rsidRDefault="00404F42" w:rsidP="00960D4D">
      <w:pPr>
        <w:ind w:firstLine="540"/>
        <w:jc w:val="both"/>
      </w:pPr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404F42" w:rsidRDefault="00404F42" w:rsidP="00960D4D">
      <w:pPr>
        <w:jc w:val="both"/>
      </w:pPr>
      <w:r>
        <w:t>5.13. Порядок рассмотрения жалобы заявителя, основания для отказа в рассмотрении жалобы:</w:t>
      </w:r>
    </w:p>
    <w:p w:rsidR="00404F42" w:rsidRDefault="00404F42" w:rsidP="00960D4D">
      <w:pPr>
        <w:jc w:val="both"/>
      </w:pPr>
      <w: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404F42" w:rsidRDefault="00404F42" w:rsidP="00960D4D">
      <w:pPr>
        <w:jc w:val="both"/>
      </w:pPr>
      <w: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404F42" w:rsidRDefault="00404F42" w:rsidP="00960D4D">
      <w:pPr>
        <w:jc w:val="both"/>
      </w:pPr>
      <w: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404F42" w:rsidRDefault="00404F42" w:rsidP="00960D4D">
      <w:pPr>
        <w:jc w:val="both"/>
      </w:pPr>
      <w: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404F42" w:rsidRDefault="00404F42" w:rsidP="00960D4D">
      <w:pPr>
        <w:jc w:val="both"/>
      </w:pPr>
      <w: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404F42" w:rsidRDefault="00404F42" w:rsidP="00960D4D">
      <w:pPr>
        <w:jc w:val="both"/>
      </w:pPr>
      <w: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404F42" w:rsidRDefault="00404F42" w:rsidP="00960D4D">
      <w:pPr>
        <w:jc w:val="both"/>
      </w:pPr>
      <w: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404F42" w:rsidRDefault="00404F42" w:rsidP="00960D4D">
      <w:pPr>
        <w:jc w:val="both"/>
      </w:pPr>
      <w: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404F42" w:rsidRDefault="00404F42" w:rsidP="00960D4D">
      <w:pPr>
        <w:ind w:firstLine="540"/>
        <w:jc w:val="both"/>
      </w:pPr>
      <w:r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404F42" w:rsidRDefault="00404F42" w:rsidP="00960D4D">
      <w:pPr>
        <w:ind w:firstLine="540"/>
        <w:jc w:val="both"/>
      </w:pPr>
      <w: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404F42" w:rsidRDefault="00404F42" w:rsidP="00960D4D">
      <w:pPr>
        <w:jc w:val="both"/>
      </w:pPr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404F42" w:rsidRDefault="00404F42" w:rsidP="00960D4D">
      <w:pPr>
        <w:jc w:val="both"/>
      </w:pPr>
    </w:p>
    <w:p w:rsidR="00404F42" w:rsidRDefault="00404F42" w:rsidP="00960D4D">
      <w:pPr>
        <w:jc w:val="both"/>
      </w:pPr>
    </w:p>
    <w:p w:rsidR="00404F42" w:rsidRDefault="00404F42" w:rsidP="00960D4D">
      <w:pPr>
        <w:jc w:val="both"/>
      </w:pPr>
    </w:p>
    <w:p w:rsidR="00404F42" w:rsidRDefault="00404F42" w:rsidP="00960D4D">
      <w:pPr>
        <w:jc w:val="both"/>
        <w:rPr>
          <w:rFonts w:ascii="Calibri" w:hAnsi="Calibri" w:cs="Calibri"/>
          <w:color w:val="auto"/>
        </w:rPr>
      </w:pPr>
    </w:p>
    <w:p w:rsidR="00404F42" w:rsidRDefault="00404F42" w:rsidP="00960D4D">
      <w:pPr>
        <w:jc w:val="both"/>
      </w:pPr>
    </w:p>
    <w:p w:rsidR="00404F42" w:rsidRDefault="00404F42" w:rsidP="00960D4D">
      <w:pPr>
        <w:jc w:val="both"/>
      </w:pPr>
    </w:p>
    <w:p w:rsidR="00404F42" w:rsidRDefault="00404F42" w:rsidP="00960D4D">
      <w:pPr>
        <w:jc w:val="both"/>
      </w:pPr>
    </w:p>
    <w:p w:rsidR="00404F42" w:rsidRDefault="00404F42" w:rsidP="00960D4D">
      <w:pPr>
        <w:jc w:val="both"/>
      </w:pPr>
    </w:p>
    <w:p w:rsidR="00404F42" w:rsidRDefault="00404F42" w:rsidP="00960D4D">
      <w:pPr>
        <w:jc w:val="both"/>
      </w:pPr>
    </w:p>
    <w:p w:rsidR="00404F42" w:rsidRDefault="00404F42" w:rsidP="002F6DDF">
      <w:pPr>
        <w:jc w:val="right"/>
      </w:pPr>
    </w:p>
    <w:p w:rsidR="00404F42" w:rsidRDefault="00404F42" w:rsidP="002F6DDF">
      <w:pPr>
        <w:jc w:val="right"/>
      </w:pPr>
    </w:p>
    <w:p w:rsidR="00404F42" w:rsidRDefault="00404F42" w:rsidP="002F6DDF">
      <w:pPr>
        <w:jc w:val="right"/>
      </w:pPr>
    </w:p>
    <w:p w:rsidR="00404F42" w:rsidRDefault="00404F42" w:rsidP="002F6DDF"/>
    <w:p w:rsidR="00404F42" w:rsidRDefault="00404F42" w:rsidP="002F6DDF">
      <w:pPr>
        <w:ind w:left="720"/>
        <w:jc w:val="right"/>
      </w:pPr>
      <w:r>
        <w:br w:type="page"/>
        <w:t>Приложение № 1</w:t>
      </w:r>
    </w:p>
    <w:p w:rsidR="00404F42" w:rsidRDefault="00404F42" w:rsidP="002F6DDF">
      <w:pPr>
        <w:jc w:val="right"/>
      </w:pPr>
      <w:r>
        <w:t>к административному регламенту</w:t>
      </w:r>
    </w:p>
    <w:p w:rsidR="00404F42" w:rsidRDefault="00404F42" w:rsidP="002F6DDF">
      <w:pPr>
        <w:jc w:val="right"/>
      </w:pPr>
      <w:r>
        <w:t>предоставления муниципальной услуги</w:t>
      </w:r>
    </w:p>
    <w:p w:rsidR="00404F42" w:rsidRDefault="00404F42" w:rsidP="002F6DDF">
      <w:pPr>
        <w:jc w:val="right"/>
      </w:pPr>
      <w:r>
        <w:t xml:space="preserve"> по предоставлению муниципальных</w:t>
      </w:r>
    </w:p>
    <w:p w:rsidR="00404F42" w:rsidRDefault="00404F42" w:rsidP="002F6DDF">
      <w:pPr>
        <w:jc w:val="right"/>
      </w:pPr>
      <w:r>
        <w:t>жилых помещений по договорам</w:t>
      </w:r>
    </w:p>
    <w:p w:rsidR="00404F42" w:rsidRDefault="00404F42" w:rsidP="002F6DDF">
      <w:pPr>
        <w:jc w:val="right"/>
      </w:pPr>
      <w:r>
        <w:t>социального найма</w:t>
      </w:r>
    </w:p>
    <w:p w:rsidR="00404F42" w:rsidRDefault="00404F42" w:rsidP="002F6DDF">
      <w:pPr>
        <w:jc w:val="center"/>
      </w:pPr>
    </w:p>
    <w:p w:rsidR="00404F42" w:rsidRDefault="00404F42" w:rsidP="002F6DDF">
      <w:pPr>
        <w:jc w:val="center"/>
      </w:pPr>
      <w:r>
        <w:t>ЗАЯВЛЕНИЕ</w:t>
      </w:r>
    </w:p>
    <w:p w:rsidR="00404F42" w:rsidRDefault="00404F42" w:rsidP="002F6DDF">
      <w:pPr>
        <w:jc w:val="center"/>
      </w:pPr>
      <w:r>
        <w:t>о предоставлении муниципальных жилых помещений</w:t>
      </w:r>
    </w:p>
    <w:p w:rsidR="00404F42" w:rsidRDefault="00404F42" w:rsidP="002F6DDF">
      <w:pPr>
        <w:jc w:val="center"/>
      </w:pPr>
      <w:r>
        <w:t>по договорам социального найма</w:t>
      </w:r>
    </w:p>
    <w:p w:rsidR="00404F42" w:rsidRDefault="00404F42" w:rsidP="002F6DDF">
      <w:pPr>
        <w:jc w:val="center"/>
      </w:pPr>
    </w:p>
    <w:p w:rsidR="00404F42" w:rsidRDefault="00404F42" w:rsidP="002F6DDF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Примерная форма</w:t>
      </w:r>
    </w:p>
    <w:p w:rsidR="00404F42" w:rsidRDefault="00404F42" w:rsidP="002F6DDF">
      <w:pPr>
        <w:jc w:val="right"/>
        <w:rPr>
          <w:i/>
          <w:iCs/>
          <w:sz w:val="22"/>
          <w:szCs w:val="22"/>
        </w:rPr>
      </w:pPr>
    </w:p>
    <w:p w:rsidR="00404F42" w:rsidRDefault="00404F42" w:rsidP="002F6DDF">
      <w:pPr>
        <w:jc w:val="right"/>
        <w:rPr>
          <w:sz w:val="22"/>
          <w:szCs w:val="22"/>
        </w:rPr>
      </w:pPr>
      <w:r>
        <w:rPr>
          <w:sz w:val="22"/>
          <w:szCs w:val="22"/>
        </w:rPr>
        <w:t>Главе Морозовского сельсовета</w:t>
      </w:r>
    </w:p>
    <w:p w:rsidR="00404F42" w:rsidRDefault="00404F42" w:rsidP="002F6DDF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</w:t>
      </w:r>
    </w:p>
    <w:p w:rsidR="00404F42" w:rsidRDefault="00404F42" w:rsidP="002F6DDF">
      <w:pPr>
        <w:jc w:val="right"/>
        <w:rPr>
          <w:sz w:val="22"/>
          <w:szCs w:val="22"/>
        </w:rPr>
      </w:pPr>
      <w:r>
        <w:rPr>
          <w:sz w:val="22"/>
          <w:szCs w:val="22"/>
        </w:rPr>
        <w:t>От ________________________________</w:t>
      </w:r>
    </w:p>
    <w:p w:rsidR="00404F42" w:rsidRDefault="00404F42" w:rsidP="002F6DDF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404F42" w:rsidRDefault="00404F42" w:rsidP="002F6DDF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404F42" w:rsidRDefault="00404F42" w:rsidP="002F6DDF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Проживающего (ей) по адресу:</w:t>
      </w:r>
    </w:p>
    <w:p w:rsidR="00404F42" w:rsidRDefault="00404F42" w:rsidP="002F6DDF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404F42" w:rsidRDefault="00404F42" w:rsidP="002F6DDF">
      <w:pPr>
        <w:jc w:val="center"/>
      </w:pPr>
    </w:p>
    <w:p w:rsidR="00404F42" w:rsidRDefault="00404F42" w:rsidP="002F6DDF">
      <w:pPr>
        <w:jc w:val="center"/>
        <w:rPr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>ЗАЯВЛЕНИЕ</w:t>
      </w:r>
    </w:p>
    <w:p w:rsidR="00404F42" w:rsidRDefault="00404F42" w:rsidP="002F6D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 предоставлении муниципальных жилых помещений</w:t>
      </w:r>
    </w:p>
    <w:p w:rsidR="00404F42" w:rsidRDefault="00404F42" w:rsidP="002F6D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 договорам социального найма</w:t>
      </w:r>
    </w:p>
    <w:p w:rsidR="00404F42" w:rsidRDefault="00404F42" w:rsidP="002F6DDF">
      <w:pPr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На основании наступления очереди и наличия свободного помещения, прошу предоставить жилое помещение, находящееся по адресу ___________________________________, состоящее из ____ комнат в ____ квартире общей площадью _____ кв. м, жилой площадью _____ кв. м.</w:t>
      </w:r>
    </w:p>
    <w:p w:rsidR="00404F42" w:rsidRDefault="00404F42" w:rsidP="002F6DDF">
      <w:pPr>
        <w:jc w:val="both"/>
        <w:rPr>
          <w:sz w:val="22"/>
          <w:szCs w:val="22"/>
        </w:rPr>
      </w:pPr>
      <w:r>
        <w:rPr>
          <w:sz w:val="22"/>
          <w:szCs w:val="22"/>
        </w:rPr>
        <w:t>Вместе со мной проживают члены моей семьи: ________________________________ ____________________________________________________________________________________</w:t>
      </w:r>
    </w:p>
    <w:p w:rsidR="00404F42" w:rsidRDefault="00404F42" w:rsidP="002F6DDF">
      <w:pPr>
        <w:jc w:val="both"/>
        <w:rPr>
          <w:sz w:val="18"/>
          <w:szCs w:val="18"/>
        </w:rPr>
      </w:pPr>
      <w:r>
        <w:rPr>
          <w:sz w:val="22"/>
          <w:szCs w:val="22"/>
        </w:rPr>
        <w:tab/>
      </w:r>
      <w:r>
        <w:rPr>
          <w:sz w:val="18"/>
          <w:szCs w:val="18"/>
        </w:rPr>
        <w:t>(указать полностью Ф. И. О.членов семьи, дату рождения и родственное отношение)</w:t>
      </w:r>
    </w:p>
    <w:p w:rsidR="00404F42" w:rsidRDefault="00404F42" w:rsidP="002F6DDF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  <w:r>
        <w:rPr>
          <w:sz w:val="22"/>
          <w:szCs w:val="22"/>
        </w:rPr>
        <w:br/>
        <w:t>____________________________________________________________________________________.</w:t>
      </w:r>
    </w:p>
    <w:p w:rsidR="00404F42" w:rsidRDefault="00404F42" w:rsidP="002F6DDF">
      <w:pPr>
        <w:jc w:val="center"/>
      </w:pPr>
    </w:p>
    <w:p w:rsidR="00404F42" w:rsidRDefault="00404F42" w:rsidP="002F6DDF">
      <w:pPr>
        <w:jc w:val="center"/>
      </w:pPr>
    </w:p>
    <w:p w:rsidR="00404F42" w:rsidRDefault="00404F42" w:rsidP="002F6DDF">
      <w:pPr>
        <w:jc w:val="center"/>
      </w:pPr>
    </w:p>
    <w:p w:rsidR="00404F42" w:rsidRDefault="00404F42" w:rsidP="002F6DDF">
      <w:pPr>
        <w:jc w:val="both"/>
      </w:pPr>
      <w:r>
        <w:t>___________________________________________________________________</w:t>
      </w:r>
    </w:p>
    <w:p w:rsidR="00404F42" w:rsidRDefault="00404F42" w:rsidP="002F6DDF">
      <w:pPr>
        <w:jc w:val="center"/>
        <w:rPr>
          <w:sz w:val="18"/>
          <w:szCs w:val="18"/>
        </w:rPr>
      </w:pPr>
      <w:r>
        <w:rPr>
          <w:sz w:val="18"/>
          <w:szCs w:val="18"/>
        </w:rPr>
        <w:t>Ф. И. О. и подпись</w:t>
      </w:r>
    </w:p>
    <w:p w:rsidR="00404F42" w:rsidRDefault="00404F42" w:rsidP="002F6DDF">
      <w:pPr>
        <w:rPr>
          <w:sz w:val="22"/>
          <w:szCs w:val="22"/>
        </w:rPr>
      </w:pPr>
    </w:p>
    <w:p w:rsidR="00404F42" w:rsidRDefault="00404F42" w:rsidP="002F6DDF">
      <w:pPr>
        <w:rPr>
          <w:sz w:val="22"/>
          <w:szCs w:val="22"/>
        </w:rPr>
      </w:pPr>
    </w:p>
    <w:p w:rsidR="00404F42" w:rsidRDefault="00404F42" w:rsidP="002F6DDF">
      <w:pPr>
        <w:rPr>
          <w:sz w:val="22"/>
          <w:szCs w:val="22"/>
        </w:rPr>
      </w:pPr>
      <w:r>
        <w:rPr>
          <w:sz w:val="22"/>
          <w:szCs w:val="22"/>
        </w:rPr>
        <w:t>Документы на ________ листах принял ________________________________________________________</w:t>
      </w:r>
    </w:p>
    <w:p w:rsidR="00404F42" w:rsidRDefault="00404F42" w:rsidP="002F6DD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 </w:t>
      </w:r>
      <w:r>
        <w:rPr>
          <w:sz w:val="18"/>
          <w:szCs w:val="18"/>
        </w:rPr>
        <w:t>(Ф. И. О., должность лица, принявшего заявление и документы, дата принятия)</w:t>
      </w:r>
    </w:p>
    <w:p w:rsidR="00404F42" w:rsidRDefault="00404F42" w:rsidP="002F6DDF">
      <w:pPr>
        <w:ind w:left="720"/>
        <w:jc w:val="right"/>
      </w:pPr>
      <w:r>
        <w:br w:type="page"/>
        <w:t>Приложение № 2</w:t>
      </w:r>
    </w:p>
    <w:p w:rsidR="00404F42" w:rsidRDefault="00404F42" w:rsidP="002F6DDF">
      <w:pPr>
        <w:jc w:val="right"/>
      </w:pPr>
      <w:r>
        <w:t>к административному регламенту</w:t>
      </w:r>
    </w:p>
    <w:p w:rsidR="00404F42" w:rsidRDefault="00404F42" w:rsidP="002F6DDF">
      <w:pPr>
        <w:jc w:val="right"/>
      </w:pPr>
      <w:r>
        <w:t>предоставления муниципальной услуги</w:t>
      </w:r>
    </w:p>
    <w:p w:rsidR="00404F42" w:rsidRDefault="00404F42" w:rsidP="002F6DDF">
      <w:pPr>
        <w:jc w:val="right"/>
      </w:pPr>
      <w:r>
        <w:t xml:space="preserve"> по предоставлению муниципальных</w:t>
      </w:r>
    </w:p>
    <w:p w:rsidR="00404F42" w:rsidRDefault="00404F42" w:rsidP="002F6DDF">
      <w:pPr>
        <w:jc w:val="right"/>
      </w:pPr>
      <w:r>
        <w:t>жилых помещений по договорам</w:t>
      </w:r>
    </w:p>
    <w:p w:rsidR="00404F42" w:rsidRDefault="00404F42" w:rsidP="002F6DDF">
      <w:pPr>
        <w:jc w:val="right"/>
      </w:pPr>
      <w:r>
        <w:t>социального найма</w:t>
      </w:r>
    </w:p>
    <w:p w:rsidR="00404F42" w:rsidRDefault="00404F42" w:rsidP="002F6DDF">
      <w:pPr>
        <w:jc w:val="right"/>
      </w:pPr>
    </w:p>
    <w:p w:rsidR="00404F42" w:rsidRDefault="00404F42" w:rsidP="002F6DDF">
      <w:pPr>
        <w:jc w:val="right"/>
      </w:pPr>
    </w:p>
    <w:p w:rsidR="00404F42" w:rsidRDefault="00404F42" w:rsidP="002F6DDF">
      <w:pPr>
        <w:jc w:val="center"/>
      </w:pPr>
      <w:r>
        <w:t>БЛОК-СХЕМА</w:t>
      </w:r>
    </w:p>
    <w:p w:rsidR="00404F42" w:rsidRDefault="00404F42" w:rsidP="002F6DDF">
      <w:pPr>
        <w:jc w:val="center"/>
      </w:pPr>
      <w:r>
        <w:t>предоставления муниципальной услуги</w:t>
      </w:r>
    </w:p>
    <w:p w:rsidR="00404F42" w:rsidRDefault="00404F42" w:rsidP="002F6DDF">
      <w:pPr>
        <w:jc w:val="center"/>
      </w:pPr>
    </w:p>
    <w:p w:rsidR="00404F42" w:rsidRDefault="00404F42" w:rsidP="002F6DDF"/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5"/>
        <w:gridCol w:w="3312"/>
        <w:gridCol w:w="3352"/>
      </w:tblGrid>
      <w:tr w:rsidR="00404F4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42" w:rsidRDefault="00404F42">
            <w:pPr>
              <w:jc w:val="center"/>
            </w:pPr>
            <w:r>
              <w:t xml:space="preserve">Прием и регистрация заявления и документов, необходимых для предоставления услуги </w:t>
            </w:r>
          </w:p>
        </w:tc>
      </w:tr>
      <w:tr w:rsidR="00404F4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4F42" w:rsidRDefault="00404F4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4F42" w:rsidRDefault="00404F42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" o:spid="_x0000_s1026" type="#_x0000_t32" style="position:absolute;left:0;text-align:left;margin-left:82.65pt;margin-top:-.4pt;width:.75pt;height:16.5pt;z-index:251658240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4F42" w:rsidRDefault="00404F42">
            <w:pPr>
              <w:jc w:val="center"/>
            </w:pPr>
          </w:p>
        </w:tc>
      </w:tr>
      <w:tr w:rsidR="00404F4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42" w:rsidRDefault="00404F42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404F4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4F42" w:rsidRDefault="00404F4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4F42" w:rsidRDefault="00404F42">
            <w:r>
              <w:rPr>
                <w:noProof/>
              </w:rPr>
              <w:pict>
                <v:shape id="Прямая со стрелкой 4" o:spid="_x0000_s1027" type="#_x0000_t32" style="position:absolute;margin-left:81.9pt;margin-top:.15pt;width:.75pt;height:16.5pt;z-index:251659264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4F42" w:rsidRDefault="00404F42">
            <w:pPr>
              <w:jc w:val="center"/>
            </w:pPr>
          </w:p>
        </w:tc>
      </w:tr>
      <w:tr w:rsidR="00404F4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42" w:rsidRDefault="00404F42">
            <w:pPr>
              <w:jc w:val="center"/>
            </w:pPr>
            <w:r>
              <w:t>Принятие решения о предоставлении муниципальной услуги на заседании жилищной комиссии</w:t>
            </w:r>
          </w:p>
        </w:tc>
      </w:tr>
      <w:tr w:rsidR="00404F4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4F42" w:rsidRDefault="00404F42">
            <w:pPr>
              <w:jc w:val="center"/>
            </w:pPr>
            <w:r>
              <w:rPr>
                <w:noProof/>
              </w:rPr>
              <w:pict>
                <v:shape id="Прямая со стрелкой 3" o:spid="_x0000_s1028" type="#_x0000_t32" style="position:absolute;left:0;text-align:left;margin-left:124.1pt;margin-top:-.8pt;width:.75pt;height:16.5pt;z-index:251660288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4F42" w:rsidRDefault="00404F4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4F42" w:rsidRDefault="00404F42">
            <w:pPr>
              <w:jc w:val="center"/>
            </w:pPr>
            <w:r>
              <w:rPr>
                <w:noProof/>
              </w:rPr>
              <w:pict>
                <v:shape id="Прямая со стрелкой 2" o:spid="_x0000_s1029" type="#_x0000_t32" style="position:absolute;left:0;text-align:left;margin-left:70.45pt;margin-top:-.8pt;width:.75pt;height:16.5pt;z-index:251661312;visibility:visible;mso-position-horizontal-relative:text;mso-position-vertical-relative:text">
                  <v:stroke endarrow="block"/>
                </v:shape>
              </w:pict>
            </w:r>
          </w:p>
        </w:tc>
      </w:tr>
      <w:tr w:rsidR="00404F4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42" w:rsidRDefault="00404F42">
            <w:pPr>
              <w:autoSpaceDE w:val="0"/>
              <w:autoSpaceDN w:val="0"/>
              <w:adjustRightInd w:val="0"/>
              <w:ind w:left="720"/>
            </w:pPr>
            <w:r>
              <w:t>постановление о предоставлении жилого помещения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F42" w:rsidRDefault="00404F4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42" w:rsidRDefault="00404F42">
            <w:pPr>
              <w:jc w:val="center"/>
            </w:pPr>
            <w:r>
              <w:t>отказ в предоставлении муниципальной услуги</w:t>
            </w:r>
          </w:p>
        </w:tc>
      </w:tr>
    </w:tbl>
    <w:p w:rsidR="00404F42" w:rsidRPr="003E63E6" w:rsidRDefault="00404F42" w:rsidP="002F6DDF">
      <w:pPr>
        <w:sectPr w:rsidR="00404F42" w:rsidRPr="003E63E6">
          <w:footerReference w:type="default" r:id="rId11"/>
          <w:pgSz w:w="11906" w:h="16838"/>
          <w:pgMar w:top="1134" w:right="567" w:bottom="1134" w:left="1418" w:header="708" w:footer="708" w:gutter="0"/>
          <w:cols w:space="720"/>
        </w:sectPr>
      </w:pPr>
    </w:p>
    <w:p w:rsidR="00404F42" w:rsidRPr="003E63E6" w:rsidRDefault="00404F42"/>
    <w:sectPr w:rsidR="00404F42" w:rsidRPr="003E63E6" w:rsidSect="00B87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F42" w:rsidRDefault="00404F42">
      <w:r>
        <w:separator/>
      </w:r>
    </w:p>
  </w:endnote>
  <w:endnote w:type="continuationSeparator" w:id="0">
    <w:p w:rsidR="00404F42" w:rsidRDefault="00404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F42" w:rsidRDefault="00404F42" w:rsidP="0035021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04F42" w:rsidRDefault="00404F42" w:rsidP="0073710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F42" w:rsidRDefault="00404F42">
      <w:r>
        <w:separator/>
      </w:r>
    </w:p>
  </w:footnote>
  <w:footnote w:type="continuationSeparator" w:id="0">
    <w:p w:rsidR="00404F42" w:rsidRDefault="00404F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F7A"/>
    <w:rsid w:val="000423C4"/>
    <w:rsid w:val="000C0798"/>
    <w:rsid w:val="00182256"/>
    <w:rsid w:val="001C6A22"/>
    <w:rsid w:val="002076F6"/>
    <w:rsid w:val="00213EA2"/>
    <w:rsid w:val="002A62A1"/>
    <w:rsid w:val="002C45B6"/>
    <w:rsid w:val="002F6DDF"/>
    <w:rsid w:val="0033007D"/>
    <w:rsid w:val="00350217"/>
    <w:rsid w:val="003E209A"/>
    <w:rsid w:val="003E63E6"/>
    <w:rsid w:val="00404F42"/>
    <w:rsid w:val="004537C1"/>
    <w:rsid w:val="005A5B84"/>
    <w:rsid w:val="005E10AD"/>
    <w:rsid w:val="00663554"/>
    <w:rsid w:val="007203AF"/>
    <w:rsid w:val="00737103"/>
    <w:rsid w:val="007947DA"/>
    <w:rsid w:val="007F3CD0"/>
    <w:rsid w:val="00873498"/>
    <w:rsid w:val="00883A16"/>
    <w:rsid w:val="008A1504"/>
    <w:rsid w:val="008F7258"/>
    <w:rsid w:val="00960D4D"/>
    <w:rsid w:val="009F4571"/>
    <w:rsid w:val="00A22213"/>
    <w:rsid w:val="00A5492C"/>
    <w:rsid w:val="00B23B71"/>
    <w:rsid w:val="00B26016"/>
    <w:rsid w:val="00B87296"/>
    <w:rsid w:val="00BE6F92"/>
    <w:rsid w:val="00D62C02"/>
    <w:rsid w:val="00DA0089"/>
    <w:rsid w:val="00DA6DFD"/>
    <w:rsid w:val="00DC35E3"/>
    <w:rsid w:val="00DC5D84"/>
    <w:rsid w:val="00E823EB"/>
    <w:rsid w:val="00ED2E13"/>
    <w:rsid w:val="00F464B7"/>
    <w:rsid w:val="00F54F7A"/>
    <w:rsid w:val="00F5678C"/>
    <w:rsid w:val="00FB59F8"/>
    <w:rsid w:val="00FB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DDF"/>
    <w:rPr>
      <w:rFonts w:ascii="Times New Roman" w:eastAsia="Times New Roman" w:hAnsi="Times New Roman"/>
      <w:color w:val="000000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A6DFD"/>
    <w:pPr>
      <w:keepNext/>
      <w:outlineLvl w:val="0"/>
    </w:pPr>
    <w:rPr>
      <w:rFonts w:eastAsia="Calibri"/>
      <w:b/>
      <w:bCs/>
      <w:color w:val="auto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DA6DFD"/>
    <w:pPr>
      <w:keepNext/>
      <w:jc w:val="center"/>
      <w:outlineLvl w:val="1"/>
    </w:pPr>
    <w:rPr>
      <w:rFonts w:eastAsia="Calibri"/>
      <w:b/>
      <w:bCs/>
      <w:color w:val="auto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5D84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C5D84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2F6DD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2F6DDF"/>
    <w:pPr>
      <w:tabs>
        <w:tab w:val="center" w:pos="4536"/>
        <w:tab w:val="right" w:pos="9072"/>
      </w:tabs>
      <w:ind w:firstLine="709"/>
      <w:jc w:val="both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6DD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F6DD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Абзац_пост"/>
    <w:basedOn w:val="Normal"/>
    <w:uiPriority w:val="99"/>
    <w:rsid w:val="002F6DDF"/>
    <w:pPr>
      <w:spacing w:before="120"/>
      <w:ind w:firstLine="720"/>
      <w:jc w:val="both"/>
    </w:pPr>
    <w:rPr>
      <w:color w:val="auto"/>
      <w:sz w:val="26"/>
      <w:szCs w:val="26"/>
    </w:rPr>
  </w:style>
  <w:style w:type="character" w:customStyle="1" w:styleId="apple-style-span">
    <w:name w:val="apple-style-span"/>
    <w:basedOn w:val="DefaultParagraphFont"/>
    <w:uiPriority w:val="99"/>
    <w:rsid w:val="002F6DDF"/>
  </w:style>
  <w:style w:type="paragraph" w:customStyle="1" w:styleId="a0">
    <w:name w:val="Знак Знак Знак Знак Знак Знак Знак"/>
    <w:basedOn w:val="Normal"/>
    <w:uiPriority w:val="99"/>
    <w:rsid w:val="002F6DDF"/>
    <w:pPr>
      <w:widowControl w:val="0"/>
      <w:adjustRightInd w:val="0"/>
      <w:spacing w:after="160" w:line="240" w:lineRule="exact"/>
      <w:jc w:val="right"/>
    </w:pPr>
    <w:rPr>
      <w:rFonts w:ascii="Arial" w:hAnsi="Arial" w:cs="Arial"/>
      <w:color w:val="auto"/>
      <w:sz w:val="20"/>
      <w:szCs w:val="20"/>
      <w:lang w:val="en-GB" w:eastAsia="en-US"/>
    </w:rPr>
  </w:style>
  <w:style w:type="paragraph" w:customStyle="1" w:styleId="ConsPlusTitle">
    <w:name w:val="ConsPlusTitle"/>
    <w:uiPriority w:val="99"/>
    <w:rsid w:val="00DA6DF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DA6DFD"/>
    <w:pPr>
      <w:jc w:val="center"/>
    </w:pPr>
    <w:rPr>
      <w:rFonts w:eastAsia="Calibri"/>
      <w:b/>
      <w:bCs/>
      <w:color w:val="auto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DC5D84"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rsid w:val="007371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color w:val="000000"/>
      <w:sz w:val="28"/>
      <w:szCs w:val="28"/>
    </w:rPr>
  </w:style>
  <w:style w:type="character" w:styleId="PageNumber">
    <w:name w:val="page number"/>
    <w:basedOn w:val="DefaultParagraphFont"/>
    <w:uiPriority w:val="99"/>
    <w:rsid w:val="007371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20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rozovo.iskitim-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orozovo.iskitim-r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g.ru/gazeta/rg/2009/02/1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21</Pages>
  <Words>6643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5элемент</dc:creator>
  <cp:keywords/>
  <dc:description/>
  <cp:lastModifiedBy>Customer</cp:lastModifiedBy>
  <cp:revision>22</cp:revision>
  <cp:lastPrinted>2015-03-18T12:57:00Z</cp:lastPrinted>
  <dcterms:created xsi:type="dcterms:W3CDTF">2014-04-04T13:58:00Z</dcterms:created>
  <dcterms:modified xsi:type="dcterms:W3CDTF">2015-03-18T13:05:00Z</dcterms:modified>
</cp:coreProperties>
</file>