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3A" w:rsidRDefault="00AC7E3A" w:rsidP="006031E5">
      <w:pPr>
        <w:pStyle w:val="Heading3"/>
        <w:ind w:firstLine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 МОРОЗОВСКОГО СЕЛЬСОВЕТА</w:t>
      </w:r>
    </w:p>
    <w:p w:rsidR="00AC7E3A" w:rsidRDefault="00AC7E3A" w:rsidP="006031E5">
      <w:pPr>
        <w:pStyle w:val="Heading3"/>
        <w:ind w:firstLine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Искитимского района Новосибирской области</w:t>
      </w:r>
    </w:p>
    <w:p w:rsidR="00AC7E3A" w:rsidRDefault="00AC7E3A" w:rsidP="006031E5"/>
    <w:p w:rsidR="00AC7E3A" w:rsidRPr="00BF0B3A" w:rsidRDefault="00AC7E3A" w:rsidP="006031E5">
      <w:pPr>
        <w:pStyle w:val="Heading1"/>
        <w:ind w:firstLine="0"/>
        <w:rPr>
          <w:sz w:val="28"/>
          <w:szCs w:val="28"/>
        </w:rPr>
      </w:pPr>
      <w:r w:rsidRPr="00BF0B3A">
        <w:rPr>
          <w:sz w:val="28"/>
          <w:szCs w:val="28"/>
        </w:rPr>
        <w:t>ПОСТАНОВЛЕНИЕ</w:t>
      </w:r>
    </w:p>
    <w:p w:rsidR="00AC7E3A" w:rsidRDefault="00AC7E3A" w:rsidP="006031E5">
      <w:r>
        <w:rPr>
          <w:noProof/>
        </w:rPr>
        <w:pict>
          <v:rect id="_x0000_s1026" style="position:absolute;margin-left:149.15pt;margin-top:9.1pt;width:90pt;height:27pt;z-index:-251656704;mso-wrap-edited:f" strokecolor="white">
            <v:textbox style="mso-next-textbox:#_x0000_s1026">
              <w:txbxContent>
                <w:p w:rsidR="00AC7E3A" w:rsidRPr="00B250D0" w:rsidRDefault="00AC7E3A" w:rsidP="006031E5"/>
              </w:txbxContent>
            </v:textbox>
          </v:rect>
        </w:pict>
      </w:r>
    </w:p>
    <w:p w:rsidR="00AC7E3A" w:rsidRDefault="00AC7E3A" w:rsidP="006031E5">
      <w:pPr>
        <w:jc w:val="center"/>
        <w:rPr>
          <w:b/>
          <w:bCs/>
        </w:rPr>
      </w:pPr>
      <w:r w:rsidRPr="007F0E59">
        <w:rPr>
          <w:u w:val="single"/>
        </w:rPr>
        <w:t>18.03.2015</w:t>
      </w:r>
      <w:r>
        <w:t xml:space="preserve"> № </w:t>
      </w:r>
      <w:r w:rsidRPr="007F0E59">
        <w:rPr>
          <w:u w:val="single"/>
        </w:rPr>
        <w:t>36</w:t>
      </w:r>
    </w:p>
    <w:p w:rsidR="00AC7E3A" w:rsidRDefault="00AC7E3A" w:rsidP="006031E5">
      <w:pPr>
        <w:pStyle w:val="Heading4"/>
        <w:ind w:firstLine="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с.Морозово</w:t>
      </w:r>
    </w:p>
    <w:p w:rsidR="00AC7E3A" w:rsidRDefault="00AC7E3A" w:rsidP="006031E5"/>
    <w:p w:rsidR="00AC7E3A" w:rsidRPr="007F0E59" w:rsidRDefault="00AC7E3A" w:rsidP="006031E5">
      <w:pPr>
        <w:tabs>
          <w:tab w:val="left" w:pos="0"/>
        </w:tabs>
        <w:rPr>
          <w:sz w:val="24"/>
          <w:szCs w:val="24"/>
        </w:rPr>
      </w:pPr>
      <w:r w:rsidRPr="007F0E59">
        <w:rPr>
          <w:sz w:val="24"/>
          <w:szCs w:val="24"/>
        </w:rPr>
        <w:t xml:space="preserve">Об утверждении административного </w:t>
      </w:r>
    </w:p>
    <w:p w:rsidR="00AC7E3A" w:rsidRPr="007F0E59" w:rsidRDefault="00AC7E3A" w:rsidP="006031E5">
      <w:pPr>
        <w:tabs>
          <w:tab w:val="left" w:pos="0"/>
        </w:tabs>
        <w:rPr>
          <w:sz w:val="24"/>
          <w:szCs w:val="24"/>
        </w:rPr>
      </w:pPr>
      <w:r w:rsidRPr="007F0E59">
        <w:rPr>
          <w:sz w:val="24"/>
          <w:szCs w:val="24"/>
        </w:rPr>
        <w:t>регламента  администрации Морозовского</w:t>
      </w:r>
    </w:p>
    <w:p w:rsidR="00AC7E3A" w:rsidRPr="007F0E59" w:rsidRDefault="00AC7E3A" w:rsidP="006031E5">
      <w:pPr>
        <w:tabs>
          <w:tab w:val="left" w:pos="0"/>
        </w:tabs>
        <w:rPr>
          <w:sz w:val="24"/>
          <w:szCs w:val="24"/>
        </w:rPr>
      </w:pPr>
      <w:r w:rsidRPr="007F0E59">
        <w:rPr>
          <w:sz w:val="24"/>
          <w:szCs w:val="24"/>
        </w:rPr>
        <w:t xml:space="preserve">сельсовета Искитимского района </w:t>
      </w:r>
    </w:p>
    <w:p w:rsidR="00AC7E3A" w:rsidRPr="007F0E59" w:rsidRDefault="00AC7E3A" w:rsidP="006031E5">
      <w:pPr>
        <w:tabs>
          <w:tab w:val="left" w:pos="0"/>
        </w:tabs>
        <w:rPr>
          <w:sz w:val="24"/>
          <w:szCs w:val="24"/>
        </w:rPr>
      </w:pPr>
      <w:r w:rsidRPr="007F0E59">
        <w:rPr>
          <w:sz w:val="24"/>
          <w:szCs w:val="24"/>
        </w:rPr>
        <w:t xml:space="preserve">Новосибирской области по оказанию </w:t>
      </w:r>
    </w:p>
    <w:p w:rsidR="00AC7E3A" w:rsidRPr="007F0E59" w:rsidRDefault="00AC7E3A" w:rsidP="006031E5">
      <w:pPr>
        <w:tabs>
          <w:tab w:val="left" w:pos="0"/>
        </w:tabs>
        <w:rPr>
          <w:sz w:val="24"/>
          <w:szCs w:val="24"/>
        </w:rPr>
      </w:pPr>
      <w:r w:rsidRPr="007F0E59">
        <w:rPr>
          <w:sz w:val="24"/>
          <w:szCs w:val="24"/>
        </w:rPr>
        <w:t xml:space="preserve">муниципальной услуги по принятию </w:t>
      </w:r>
    </w:p>
    <w:p w:rsidR="00AC7E3A" w:rsidRPr="007F0E59" w:rsidRDefault="00AC7E3A" w:rsidP="006031E5">
      <w:pPr>
        <w:tabs>
          <w:tab w:val="left" w:pos="0"/>
        </w:tabs>
        <w:rPr>
          <w:sz w:val="24"/>
          <w:szCs w:val="24"/>
        </w:rPr>
      </w:pPr>
      <w:r w:rsidRPr="007F0E59">
        <w:rPr>
          <w:sz w:val="24"/>
          <w:szCs w:val="24"/>
        </w:rPr>
        <w:t xml:space="preserve">на учет граждан, нуждающихся </w:t>
      </w:r>
    </w:p>
    <w:p w:rsidR="00AC7E3A" w:rsidRPr="007F0E59" w:rsidRDefault="00AC7E3A" w:rsidP="006031E5">
      <w:pPr>
        <w:tabs>
          <w:tab w:val="left" w:pos="0"/>
        </w:tabs>
        <w:rPr>
          <w:sz w:val="24"/>
          <w:szCs w:val="24"/>
        </w:rPr>
      </w:pPr>
      <w:r w:rsidRPr="007F0E59">
        <w:rPr>
          <w:sz w:val="24"/>
          <w:szCs w:val="24"/>
        </w:rPr>
        <w:t>в жилых помещениях, предоставляемых</w:t>
      </w:r>
    </w:p>
    <w:p w:rsidR="00AC7E3A" w:rsidRPr="007F0E59" w:rsidRDefault="00AC7E3A" w:rsidP="006031E5">
      <w:pPr>
        <w:tabs>
          <w:tab w:val="left" w:pos="0"/>
        </w:tabs>
        <w:rPr>
          <w:sz w:val="24"/>
          <w:szCs w:val="24"/>
        </w:rPr>
      </w:pPr>
      <w:r w:rsidRPr="007F0E59">
        <w:rPr>
          <w:sz w:val="24"/>
          <w:szCs w:val="24"/>
        </w:rPr>
        <w:t>по договорам социального найма</w:t>
      </w:r>
    </w:p>
    <w:p w:rsidR="00AC7E3A" w:rsidRDefault="00AC7E3A" w:rsidP="006031E5">
      <w:pPr>
        <w:tabs>
          <w:tab w:val="left" w:pos="0"/>
        </w:tabs>
      </w:pPr>
    </w:p>
    <w:p w:rsidR="00AC7E3A" w:rsidRDefault="00AC7E3A" w:rsidP="00DA7928">
      <w:pPr>
        <w:tabs>
          <w:tab w:val="left" w:pos="0"/>
        </w:tabs>
        <w:ind w:firstLine="840"/>
        <w:jc w:val="both"/>
      </w:pPr>
      <w:r>
        <w:t>В соответствии с п.3 ч. 1 ст. 14 Жилищного кодекса Российской Федерации, ст. ст. 14-16 Федерального закона от 06.10.2003 № 131-ФЗ «Об общих принципах организации местного самоуправления в Российской Федерации»</w:t>
      </w:r>
      <w:r w:rsidRPr="009240ED">
        <w:t xml:space="preserve"> </w:t>
      </w:r>
      <w:r w:rsidRPr="006B3EA2">
        <w:t>с п. 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услуг»</w:t>
      </w:r>
      <w:r>
        <w:t xml:space="preserve">, </w:t>
      </w:r>
      <w:r>
        <w:rPr>
          <w:spacing w:val="9"/>
        </w:rPr>
        <w:t xml:space="preserve"> Уставом Морозовского сельсовета</w:t>
      </w:r>
    </w:p>
    <w:p w:rsidR="00AC7E3A" w:rsidRDefault="00AC7E3A" w:rsidP="006031E5">
      <w:pPr>
        <w:tabs>
          <w:tab w:val="left" w:pos="0"/>
        </w:tabs>
      </w:pPr>
      <w:r>
        <w:t>ПОСТАНОВЛЯЮ:</w:t>
      </w:r>
    </w:p>
    <w:p w:rsidR="00AC7E3A" w:rsidRDefault="00AC7E3A" w:rsidP="006031E5">
      <w:r>
        <w:t xml:space="preserve">1. Утвердить административный регламент оказания муниципальной услуги </w:t>
      </w:r>
      <w:r w:rsidRPr="00E64A43">
        <w:t>по принятию на учет граждан, нуждающихся в жилых помещениях, предоставляемых по договорам социального найма</w:t>
      </w:r>
      <w:r>
        <w:t>.</w:t>
      </w:r>
    </w:p>
    <w:p w:rsidR="00AC7E3A" w:rsidRPr="00150FFD" w:rsidRDefault="00AC7E3A" w:rsidP="00730C63">
      <w:pPr>
        <w:jc w:val="both"/>
      </w:pPr>
      <w:r>
        <w:t>2. Опубликовать данное Постановление в газете «Искитимская газета» и на официальном сайте администрации Морозовского сельсовета www.</w:t>
      </w:r>
      <w:r>
        <w:rPr>
          <w:lang w:val="en-US"/>
        </w:rPr>
        <w:t>morozovo</w:t>
      </w:r>
      <w:r w:rsidRPr="00150FFD">
        <w:t>.</w:t>
      </w:r>
      <w:r>
        <w:rPr>
          <w:lang w:val="en-US"/>
        </w:rPr>
        <w:t>iskitim</w:t>
      </w:r>
      <w:r w:rsidRPr="00150FFD">
        <w:t>-</w:t>
      </w:r>
      <w:r>
        <w:rPr>
          <w:lang w:val="en-US"/>
        </w:rPr>
        <w:t>r</w:t>
      </w:r>
      <w:r w:rsidRPr="00150FFD">
        <w:t>.</w:t>
      </w:r>
      <w:r>
        <w:rPr>
          <w:lang w:val="en-US"/>
        </w:rPr>
        <w:t>ru</w:t>
      </w:r>
      <w:r w:rsidRPr="00150FFD">
        <w:t>.</w:t>
      </w:r>
    </w:p>
    <w:p w:rsidR="00AC7E3A" w:rsidRDefault="00AC7E3A" w:rsidP="00730C63">
      <w:pPr>
        <w:numPr>
          <w:ilvl w:val="0"/>
          <w:numId w:val="7"/>
        </w:numPr>
        <w:tabs>
          <w:tab w:val="num" w:pos="360"/>
        </w:tabs>
        <w:ind w:left="0" w:firstLine="0"/>
        <w:jc w:val="both"/>
      </w:pPr>
      <w:r>
        <w:t>Контроль за исполнением настоящего Постановления оставляю за собой.</w:t>
      </w:r>
    </w:p>
    <w:p w:rsidR="00AC7E3A" w:rsidRPr="00DA7928" w:rsidRDefault="00AC7E3A" w:rsidP="006031E5"/>
    <w:p w:rsidR="00AC7E3A" w:rsidRDefault="00AC7E3A" w:rsidP="006031E5">
      <w:pPr>
        <w:tabs>
          <w:tab w:val="left" w:pos="0"/>
        </w:tabs>
        <w:ind w:firstLine="840"/>
      </w:pPr>
    </w:p>
    <w:p w:rsidR="00AC7E3A" w:rsidRDefault="00AC7E3A" w:rsidP="006031E5">
      <w:pPr>
        <w:tabs>
          <w:tab w:val="left" w:pos="0"/>
        </w:tabs>
      </w:pPr>
    </w:p>
    <w:p w:rsidR="00AC7E3A" w:rsidRDefault="00AC7E3A" w:rsidP="006031E5">
      <w:pPr>
        <w:tabs>
          <w:tab w:val="left" w:pos="0"/>
        </w:tabs>
      </w:pPr>
    </w:p>
    <w:p w:rsidR="00AC7E3A" w:rsidRDefault="00AC7E3A" w:rsidP="006031E5">
      <w:pPr>
        <w:tabs>
          <w:tab w:val="left" w:pos="0"/>
        </w:tabs>
      </w:pPr>
      <w:r>
        <w:t>Глава Морозовского сельсовета                                                        П.И.Балашев</w:t>
      </w:r>
    </w:p>
    <w:p w:rsidR="00AC7E3A" w:rsidRDefault="00AC7E3A" w:rsidP="006031E5">
      <w:pPr>
        <w:tabs>
          <w:tab w:val="left" w:pos="1785"/>
        </w:tabs>
      </w:pPr>
      <w:r>
        <w:tab/>
      </w: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Default="00AC7E3A" w:rsidP="006031E5">
      <w:pPr>
        <w:rPr>
          <w:sz w:val="20"/>
          <w:szCs w:val="20"/>
        </w:rPr>
      </w:pPr>
    </w:p>
    <w:p w:rsidR="00AC7E3A" w:rsidRPr="00B910F0" w:rsidRDefault="00AC7E3A" w:rsidP="004512E4">
      <w:pPr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</w:t>
      </w:r>
      <w:r w:rsidRPr="00B910F0">
        <w:rPr>
          <w:sz w:val="24"/>
          <w:szCs w:val="24"/>
        </w:rPr>
        <w:t>Приложение</w:t>
      </w:r>
    </w:p>
    <w:p w:rsidR="00AC7E3A" w:rsidRPr="00B910F0" w:rsidRDefault="00AC7E3A" w:rsidP="009E01B7">
      <w:pPr>
        <w:jc w:val="right"/>
        <w:rPr>
          <w:sz w:val="24"/>
          <w:szCs w:val="24"/>
        </w:rPr>
      </w:pPr>
      <w:r w:rsidRPr="00B910F0">
        <w:rPr>
          <w:sz w:val="24"/>
          <w:szCs w:val="24"/>
        </w:rPr>
        <w:t xml:space="preserve">к Постановлению администрации </w:t>
      </w:r>
    </w:p>
    <w:p w:rsidR="00AC7E3A" w:rsidRPr="00B910F0" w:rsidRDefault="00AC7E3A" w:rsidP="009E01B7">
      <w:pPr>
        <w:jc w:val="right"/>
        <w:rPr>
          <w:sz w:val="24"/>
          <w:szCs w:val="24"/>
        </w:rPr>
      </w:pPr>
      <w:r w:rsidRPr="00B910F0">
        <w:rPr>
          <w:sz w:val="24"/>
          <w:szCs w:val="24"/>
        </w:rPr>
        <w:t xml:space="preserve">Морозовского сельсовета </w:t>
      </w:r>
    </w:p>
    <w:p w:rsidR="00AC7E3A" w:rsidRPr="00B910F0" w:rsidRDefault="00AC7E3A" w:rsidP="009E01B7">
      <w:pPr>
        <w:jc w:val="right"/>
        <w:rPr>
          <w:sz w:val="24"/>
          <w:szCs w:val="24"/>
        </w:rPr>
      </w:pPr>
      <w:r w:rsidRPr="00B910F0">
        <w:rPr>
          <w:sz w:val="24"/>
          <w:szCs w:val="24"/>
        </w:rPr>
        <w:t>от 18.03.2015 № 36</w:t>
      </w:r>
    </w:p>
    <w:p w:rsidR="00AC7E3A" w:rsidRDefault="00AC7E3A" w:rsidP="009E01B7">
      <w:pPr>
        <w:jc w:val="both"/>
      </w:pPr>
    </w:p>
    <w:p w:rsidR="00AC7E3A" w:rsidRDefault="00AC7E3A" w:rsidP="009E01B7">
      <w:pPr>
        <w:jc w:val="both"/>
      </w:pPr>
    </w:p>
    <w:p w:rsidR="00AC7E3A" w:rsidRDefault="00AC7E3A" w:rsidP="009E01B7">
      <w:pPr>
        <w:jc w:val="both"/>
      </w:pPr>
    </w:p>
    <w:p w:rsidR="00AC7E3A" w:rsidRDefault="00AC7E3A" w:rsidP="009E01B7">
      <w:pPr>
        <w:jc w:val="center"/>
        <w:rPr>
          <w:b/>
          <w:bCs/>
        </w:rPr>
      </w:pPr>
      <w:r>
        <w:rPr>
          <w:b/>
          <w:bCs/>
        </w:rPr>
        <w:t>АДМИНИСТРАТИВНЫЙРЕГЛАМЕНТ</w:t>
      </w:r>
    </w:p>
    <w:p w:rsidR="00AC7E3A" w:rsidRDefault="00AC7E3A" w:rsidP="009E01B7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</w:p>
    <w:p w:rsidR="00AC7E3A" w:rsidRDefault="00AC7E3A" w:rsidP="009E01B7">
      <w:pPr>
        <w:jc w:val="center"/>
        <w:rPr>
          <w:b/>
          <w:bCs/>
        </w:rPr>
      </w:pPr>
    </w:p>
    <w:p w:rsidR="00AC7E3A" w:rsidRDefault="00AC7E3A" w:rsidP="009E01B7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Общие положения</w:t>
      </w:r>
    </w:p>
    <w:p w:rsidR="00AC7E3A" w:rsidRDefault="00AC7E3A" w:rsidP="009E01B7">
      <w:pPr>
        <w:jc w:val="center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Морозовского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AC7E3A" w:rsidRDefault="00AC7E3A" w:rsidP="009E01B7">
      <w:pPr>
        <w:ind w:left="720"/>
        <w:jc w:val="both"/>
      </w:pPr>
      <w:r>
        <w:t>Предоставление муниципальной услуги осуществляет администрация Морозовского  сельсовета.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Заявителями на предоставление муниципальной услуги выступают физические лица – граждане Российской Федерации:</w:t>
      </w:r>
    </w:p>
    <w:p w:rsidR="00AC7E3A" w:rsidRDefault="00AC7E3A" w:rsidP="009E01B7">
      <w:pPr>
        <w:numPr>
          <w:ilvl w:val="0"/>
          <w:numId w:val="2"/>
        </w:numPr>
        <w:jc w:val="both"/>
      </w:pPr>
      <w:r>
        <w:t>малоимущие граждане;</w:t>
      </w:r>
    </w:p>
    <w:p w:rsidR="00AC7E3A" w:rsidRDefault="00AC7E3A" w:rsidP="009E01B7">
      <w:pPr>
        <w:numPr>
          <w:ilvl w:val="0"/>
          <w:numId w:val="2"/>
        </w:numPr>
        <w:jc w:val="both"/>
      </w:pPr>
      <w:r>
        <w:t>граждане, проживающие в жилом помещении, признанном непригодным для проживания;</w:t>
      </w:r>
    </w:p>
    <w:p w:rsidR="00AC7E3A" w:rsidRDefault="00AC7E3A" w:rsidP="009E01B7">
      <w:pPr>
        <w:numPr>
          <w:ilvl w:val="0"/>
          <w:numId w:val="2"/>
        </w:numPr>
        <w:jc w:val="both"/>
      </w:pPr>
      <w: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AC7E3A" w:rsidRDefault="00AC7E3A" w:rsidP="009E01B7">
      <w:pPr>
        <w:numPr>
          <w:ilvl w:val="0"/>
          <w:numId w:val="2"/>
        </w:numPr>
        <w:jc w:val="both"/>
      </w:pPr>
      <w:r>
        <w:t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свободы;</w:t>
      </w:r>
    </w:p>
    <w:p w:rsidR="00AC7E3A" w:rsidRDefault="00AC7E3A" w:rsidP="009E01B7">
      <w:pPr>
        <w:numPr>
          <w:ilvl w:val="0"/>
          <w:numId w:val="2"/>
        </w:numPr>
        <w:jc w:val="both"/>
      </w:pPr>
      <w:r>
        <w:t>ветераны ВОВ, имеющие право на реализацию мер социальной поддержки, инвалиды ВОВ, вдовы ветеранов и инвалидов ВОВ;</w:t>
      </w:r>
    </w:p>
    <w:p w:rsidR="00AC7E3A" w:rsidRDefault="00AC7E3A" w:rsidP="009E01B7">
      <w:pPr>
        <w:numPr>
          <w:ilvl w:val="0"/>
          <w:numId w:val="2"/>
        </w:numPr>
        <w:jc w:val="both"/>
      </w:pPr>
      <w:r>
        <w:t>иные категории граждан, признанные федеральными законами и законами Новосибирской области нуждающимися в получении жилого помещения на условиях социального найма.</w:t>
      </w:r>
    </w:p>
    <w:p w:rsidR="00AC7E3A" w:rsidRDefault="00AC7E3A" w:rsidP="009E01B7">
      <w:pPr>
        <w:ind w:left="1080"/>
        <w:jc w:val="both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Порядок информирования о правилах предоставлении муниципальной услуги:</w:t>
      </w:r>
    </w:p>
    <w:p w:rsidR="00AC7E3A" w:rsidRDefault="00AC7E3A" w:rsidP="00C97BB8">
      <w:pPr>
        <w:ind w:firstLine="720"/>
        <w:jc w:val="both"/>
      </w:pPr>
      <w:r>
        <w:t>1.3.1. Местонахождение: 633218, Новосибирская область, Искитимский район с. Морозово, переулок Медицинский, 1-2</w:t>
      </w:r>
    </w:p>
    <w:p w:rsidR="00AC7E3A" w:rsidRDefault="00AC7E3A" w:rsidP="00C97BB8">
      <w:pPr>
        <w:ind w:firstLine="720"/>
        <w:jc w:val="both"/>
      </w:pPr>
      <w:r>
        <w:t>1.3.2. Часы приёма заявителей: понедельник –четверг  с 8-3</w:t>
      </w:r>
      <w:bookmarkStart w:id="0" w:name="_GoBack"/>
      <w:bookmarkEnd w:id="0"/>
      <w:r>
        <w:t>0 до 16-30</w:t>
      </w:r>
    </w:p>
    <w:p w:rsidR="00AC7E3A" w:rsidRDefault="00AC7E3A" w:rsidP="00C97BB8">
      <w:pPr>
        <w:tabs>
          <w:tab w:val="left" w:pos="4590"/>
        </w:tabs>
        <w:ind w:firstLine="720"/>
        <w:jc w:val="both"/>
      </w:pPr>
      <w:r>
        <w:tab/>
        <w:t>Пятница                        с 8-30 до 15-30</w:t>
      </w:r>
    </w:p>
    <w:p w:rsidR="00AC7E3A" w:rsidRDefault="00AC7E3A" w:rsidP="00C97BB8">
      <w:pPr>
        <w:ind w:firstLine="720"/>
        <w:jc w:val="both"/>
      </w:pPr>
      <w:r>
        <w:t xml:space="preserve">                                                                                    Обед с 13-00 до 14-00</w:t>
      </w:r>
    </w:p>
    <w:p w:rsidR="00AC7E3A" w:rsidRDefault="00AC7E3A" w:rsidP="00C97BB8">
      <w:pPr>
        <w:ind w:firstLine="720"/>
        <w:jc w:val="both"/>
      </w:pPr>
      <w:r>
        <w:t xml:space="preserve">                                                                  Выходной:  суббота-воскресенье</w:t>
      </w:r>
    </w:p>
    <w:p w:rsidR="00AC7E3A" w:rsidRDefault="00AC7E3A" w:rsidP="00C97BB8">
      <w:pPr>
        <w:ind w:firstLine="840"/>
        <w:jc w:val="both"/>
      </w:pPr>
      <w:r>
        <w:t xml:space="preserve">1.3.3.Адрес официального  интернет-сайта администрации Морозовского  сельсовета: </w:t>
      </w:r>
      <w:hyperlink r:id="rId7" w:history="1">
        <w:r w:rsidRPr="00B26016">
          <w:rPr>
            <w:rStyle w:val="Hyperlink"/>
          </w:rPr>
          <w:t>http://</w:t>
        </w:r>
        <w:r w:rsidRPr="00B26016">
          <w:rPr>
            <w:rStyle w:val="Hyperlink"/>
            <w:lang w:val="en-US"/>
          </w:rPr>
          <w:t>morozovo</w:t>
        </w:r>
        <w:r w:rsidRPr="00B26016">
          <w:rPr>
            <w:rStyle w:val="Hyperlink"/>
          </w:rPr>
          <w:t>.</w:t>
        </w:r>
        <w:r w:rsidRPr="00B26016">
          <w:rPr>
            <w:rStyle w:val="Hyperlink"/>
            <w:lang w:val="en-US"/>
          </w:rPr>
          <w:t>iskitim</w:t>
        </w:r>
        <w:r w:rsidRPr="00B26016">
          <w:rPr>
            <w:rStyle w:val="Hyperlink"/>
          </w:rPr>
          <w:t>-</w:t>
        </w:r>
        <w:r w:rsidRPr="00B26016">
          <w:rPr>
            <w:rStyle w:val="Hyperlink"/>
            <w:lang w:val="en-US"/>
          </w:rPr>
          <w:t>r</w:t>
        </w:r>
        <w:r w:rsidRPr="00B26016">
          <w:rPr>
            <w:rStyle w:val="Hyperlink"/>
          </w:rPr>
          <w:t>.ru</w:t>
        </w:r>
      </w:hyperlink>
      <w:r>
        <w:t xml:space="preserve">, адрес электронной почты: </w:t>
      </w:r>
      <w:r>
        <w:rPr>
          <w:lang w:val="en-US"/>
        </w:rPr>
        <w:t>mor</w:t>
      </w:r>
      <w:r w:rsidRPr="001C6A22">
        <w:t>-</w:t>
      </w:r>
      <w:r>
        <w:rPr>
          <w:lang w:val="en-US"/>
        </w:rPr>
        <w:t>selsovet</w:t>
      </w:r>
      <w:r w:rsidRPr="001C6A22">
        <w:t>@</w:t>
      </w:r>
      <w:r>
        <w:rPr>
          <w:lang w:val="en-US"/>
        </w:rPr>
        <w:t>yandex</w:t>
      </w:r>
      <w:r w:rsidRPr="001C6A22">
        <w:t>.</w:t>
      </w:r>
      <w:r>
        <w:rPr>
          <w:lang w:val="en-US"/>
        </w:rPr>
        <w:t>ru</w:t>
      </w:r>
    </w:p>
    <w:p w:rsidR="00AC7E3A" w:rsidRDefault="00AC7E3A" w:rsidP="009E01B7">
      <w:pPr>
        <w:ind w:left="1758"/>
        <w:jc w:val="both"/>
      </w:pPr>
    </w:p>
    <w:p w:rsidR="00AC7E3A" w:rsidRDefault="00AC7E3A" w:rsidP="009E01B7">
      <w:pPr>
        <w:ind w:left="1758"/>
        <w:jc w:val="both"/>
      </w:pPr>
      <w: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C7E3A" w:rsidRDefault="00AC7E3A" w:rsidP="009E01B7">
      <w:pPr>
        <w:ind w:left="1758"/>
        <w:jc w:val="both"/>
      </w:pPr>
      <w:r>
        <w:t xml:space="preserve">- Администрация Новосибирского района Новосибирской области: </w:t>
      </w:r>
      <w:hyperlink r:id="rId8" w:history="1">
        <w:r>
          <w:rPr>
            <w:rStyle w:val="Hyperlink"/>
          </w:rPr>
          <w:t>http://nsr.nso.ru</w:t>
        </w:r>
      </w:hyperlink>
      <w:r>
        <w:t>;</w:t>
      </w:r>
    </w:p>
    <w:p w:rsidR="00AC7E3A" w:rsidRDefault="00AC7E3A" w:rsidP="009E01B7">
      <w:pPr>
        <w:ind w:left="1758"/>
        <w:jc w:val="both"/>
      </w:pPr>
      <w: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9" w:history="1">
        <w:r>
          <w:rPr>
            <w:rStyle w:val="Hyperlink"/>
          </w:rPr>
          <w:t>http://www.to54.rosreestr.ru</w:t>
        </w:r>
      </w:hyperlink>
      <w:r>
        <w:t>.</w:t>
      </w:r>
    </w:p>
    <w:p w:rsidR="00AC7E3A" w:rsidRDefault="00AC7E3A" w:rsidP="009E01B7">
      <w:pPr>
        <w:ind w:left="1758"/>
        <w:jc w:val="both"/>
      </w:pPr>
      <w: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AC7E3A" w:rsidRDefault="00AC7E3A" w:rsidP="009E01B7">
      <w:pPr>
        <w:ind w:left="1758"/>
        <w:jc w:val="both"/>
      </w:pPr>
    </w:p>
    <w:p w:rsidR="00AC7E3A" w:rsidRDefault="00AC7E3A" w:rsidP="009E01B7">
      <w:pPr>
        <w:ind w:left="1758"/>
        <w:jc w:val="both"/>
      </w:pPr>
    </w:p>
    <w:p w:rsidR="00AC7E3A" w:rsidRDefault="00AC7E3A" w:rsidP="009E01B7">
      <w:pPr>
        <w:ind w:left="1758"/>
        <w:jc w:val="both"/>
      </w:pPr>
    </w:p>
    <w:p w:rsidR="00AC7E3A" w:rsidRDefault="00AC7E3A" w:rsidP="009E01B7">
      <w:pPr>
        <w:numPr>
          <w:ilvl w:val="2"/>
          <w:numId w:val="1"/>
        </w:numPr>
        <w:jc w:val="both"/>
      </w:pPr>
      <w:r>
        <w:t>Информация по вопросам предоставления муниципальной услуги предоставляется:</w:t>
      </w:r>
    </w:p>
    <w:p w:rsidR="00AC7E3A" w:rsidRDefault="00AC7E3A" w:rsidP="009E01B7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в администрации Морозовского сельсовета участвующих в предоставлении муниципальной услуги;</w:t>
      </w:r>
    </w:p>
    <w:p w:rsidR="00AC7E3A" w:rsidRDefault="00AC7E3A" w:rsidP="009E01B7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посредством размещения на информационном стенде и официальном сайте администрации Морозовского сельсовета в сети Интернет, электронного информирования;</w:t>
      </w:r>
    </w:p>
    <w:p w:rsidR="00AC7E3A" w:rsidRDefault="00AC7E3A" w:rsidP="009E01B7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 xml:space="preserve">с использованием средств телефонной, почтовой связи. </w:t>
      </w:r>
    </w:p>
    <w:p w:rsidR="00AC7E3A" w:rsidRDefault="00AC7E3A" w:rsidP="009E01B7">
      <w:pPr>
        <w:ind w:left="1440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AC7E3A" w:rsidRDefault="00AC7E3A" w:rsidP="009E01B7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в устной форме лично или по телефону:</w:t>
      </w:r>
    </w:p>
    <w:p w:rsidR="00AC7E3A" w:rsidRDefault="00AC7E3A" w:rsidP="009E01B7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к специалистам администрации Морозовского сельсовета, участвующим в предоставлении муниципальной услуги;</w:t>
      </w:r>
    </w:p>
    <w:p w:rsidR="00AC7E3A" w:rsidRDefault="00AC7E3A" w:rsidP="009E01B7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в письменной форме почтой;</w:t>
      </w:r>
    </w:p>
    <w:p w:rsidR="00AC7E3A" w:rsidRDefault="00AC7E3A" w:rsidP="009E01B7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посредством электронной почты;</w:t>
      </w:r>
    </w:p>
    <w:p w:rsidR="00AC7E3A" w:rsidRDefault="00AC7E3A" w:rsidP="009E01B7">
      <w:pPr>
        <w:ind w:left="1440" w:firstLine="360"/>
        <w:jc w:val="both"/>
      </w:pPr>
      <w:r>
        <w:t>Информирование проводится в двух формах: устное и письменное.</w:t>
      </w:r>
    </w:p>
    <w:p w:rsidR="00AC7E3A" w:rsidRDefault="00AC7E3A" w:rsidP="009E01B7">
      <w:pPr>
        <w:ind w:left="1440" w:firstLine="36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AC7E3A" w:rsidRDefault="00AC7E3A" w:rsidP="009E01B7">
      <w:pPr>
        <w:ind w:left="1440" w:firstLine="36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AC7E3A" w:rsidRDefault="00AC7E3A" w:rsidP="009E01B7">
      <w:pPr>
        <w:ind w:left="1440" w:firstLine="360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C7E3A" w:rsidRDefault="00AC7E3A" w:rsidP="009E01B7">
      <w:pPr>
        <w:ind w:left="1440" w:firstLine="36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C7E3A" w:rsidRDefault="00AC7E3A" w:rsidP="009E01B7">
      <w:pPr>
        <w:ind w:left="1440" w:firstLine="360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AC7E3A" w:rsidRDefault="00AC7E3A" w:rsidP="009E01B7">
      <w:pPr>
        <w:ind w:left="1440" w:firstLine="360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C7E3A" w:rsidRDefault="00AC7E3A" w:rsidP="009E01B7">
      <w:pPr>
        <w:ind w:left="1440" w:firstLine="360"/>
        <w:jc w:val="both"/>
      </w:pPr>
      <w:r>
        <w:t>Письменный ответ на обращение подписывается Главой Морозовского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C7E3A" w:rsidRDefault="00AC7E3A" w:rsidP="009E01B7">
      <w:pPr>
        <w:numPr>
          <w:ilvl w:val="2"/>
          <w:numId w:val="1"/>
        </w:numPr>
        <w:tabs>
          <w:tab w:val="num" w:pos="1440"/>
        </w:tabs>
        <w:ind w:left="1440" w:hanging="7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C7E3A" w:rsidRDefault="00AC7E3A" w:rsidP="009E01B7">
      <w:pPr>
        <w:ind w:left="14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C7E3A" w:rsidRDefault="00AC7E3A" w:rsidP="009E01B7">
      <w:pPr>
        <w:ind w:left="14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C7E3A" w:rsidRDefault="00AC7E3A" w:rsidP="009E01B7">
      <w:pPr>
        <w:ind w:left="1440"/>
        <w:jc w:val="both"/>
      </w:pPr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Морозовского 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>
        <w:rPr>
          <w:lang w:val="en-US"/>
        </w:rPr>
        <w:t>gosuslugi</w:t>
      </w:r>
      <w:r>
        <w:t>.</w:t>
      </w:r>
      <w:r>
        <w:rPr>
          <w:lang w:val="en-US"/>
        </w:rPr>
        <w:t>ru</w:t>
      </w:r>
      <w:r>
        <w:t>) и обновляется по мере ее изменения.</w:t>
      </w:r>
    </w:p>
    <w:p w:rsidR="00AC7E3A" w:rsidRPr="0093566C" w:rsidRDefault="00AC7E3A" w:rsidP="009E01B7">
      <w:pPr>
        <w:ind w:left="1440"/>
        <w:jc w:val="both"/>
      </w:pPr>
      <w:r w:rsidRPr="0093566C">
        <w:t>Для получения информации о правилах предоставления муниципальной услуги заявители вправе обратиться в орган местного самоуправления: лично, по телефону; посредством письменного обращения; на официальном сайте администрации в информационно-телекоммуникационной сети «Интернет»; с использованием Единого портала государственных и муниципальных услуг; через МФЦ (при наличии)</w:t>
      </w:r>
    </w:p>
    <w:p w:rsidR="00AC7E3A" w:rsidRPr="009E01B7" w:rsidRDefault="00AC7E3A" w:rsidP="009E01B7">
      <w:pPr>
        <w:ind w:firstLine="720"/>
        <w:jc w:val="both"/>
        <w:rPr>
          <w:i/>
          <w:iCs/>
        </w:rPr>
      </w:pPr>
    </w:p>
    <w:p w:rsidR="00AC7E3A" w:rsidRDefault="00AC7E3A" w:rsidP="009E01B7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Стандарт предоставления муниципальной услуги</w:t>
      </w:r>
    </w:p>
    <w:p w:rsidR="00AC7E3A" w:rsidRDefault="00AC7E3A" w:rsidP="009E01B7">
      <w:pPr>
        <w:jc w:val="both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Наименование муниципальной услуги: прием заявлений, документов, а также постановка граждан на учет в качестве нуждающихся в жилых помещениях.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Предоставление муниципальной услуги осуществляет администрация Морозовского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AC7E3A" w:rsidRDefault="00AC7E3A" w:rsidP="009E01B7">
      <w:pPr>
        <w:ind w:left="720" w:hanging="11"/>
        <w:jc w:val="both"/>
      </w:pPr>
      <w:r>
        <w:t>- Администрация Искитимского  района Новосибирской области;</w:t>
      </w:r>
    </w:p>
    <w:p w:rsidR="00AC7E3A" w:rsidRDefault="00AC7E3A" w:rsidP="009E01B7">
      <w:pPr>
        <w:ind w:left="720" w:hanging="11"/>
        <w:jc w:val="both"/>
      </w:pPr>
      <w:r>
        <w:t>- Управление Федеральной службы государственной регистрации, кадастра и картографии по Новосибирской области.</w:t>
      </w:r>
    </w:p>
    <w:p w:rsidR="00AC7E3A" w:rsidRDefault="00AC7E3A" w:rsidP="009E01B7">
      <w:pPr>
        <w:ind w:left="720"/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AC7E3A" w:rsidRPr="0093566C" w:rsidRDefault="00AC7E3A" w:rsidP="009E01B7">
      <w:pPr>
        <w:ind w:left="720"/>
        <w:jc w:val="both"/>
      </w:pPr>
      <w:r w:rsidRPr="0093566C">
        <w:t>Операторы МФЦ 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Результатом предоставления муниципальной услуги является:</w:t>
      </w:r>
    </w:p>
    <w:p w:rsidR="00AC7E3A" w:rsidRDefault="00AC7E3A" w:rsidP="009E01B7">
      <w:pPr>
        <w:ind w:left="720"/>
        <w:jc w:val="both"/>
      </w:pPr>
      <w:r>
        <w:t xml:space="preserve">- постановка на учет </w:t>
      </w:r>
      <w:r>
        <w:rPr>
          <w:rStyle w:val="apple-style-span"/>
        </w:rPr>
        <w:t>в качестве нуждающегося в жилом помещении</w:t>
      </w:r>
      <w:r>
        <w:t>.</w:t>
      </w:r>
    </w:p>
    <w:p w:rsidR="00AC7E3A" w:rsidRDefault="00AC7E3A" w:rsidP="009E01B7">
      <w:pPr>
        <w:ind w:left="720"/>
        <w:jc w:val="both"/>
      </w:pPr>
      <w:r>
        <w:t>- отказ в предоставлении муниципальной услуги.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Срок предоставления муниципальной услуги: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AC7E3A" w:rsidRDefault="00AC7E3A" w:rsidP="009E01B7">
      <w:pPr>
        <w:ind w:left="1800" w:firstLine="720"/>
        <w:jc w:val="both"/>
      </w:pPr>
      <w: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Срок приостановления предоставления муниципальной услуги не более 14 дней.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Правовые основания для предоставления муниципальной услуги</w:t>
      </w:r>
    </w:p>
    <w:p w:rsidR="00AC7E3A" w:rsidRDefault="00AC7E3A" w:rsidP="009E01B7">
      <w:pPr>
        <w:ind w:left="720"/>
        <w:jc w:val="both"/>
      </w:pPr>
      <w:r>
        <w:t xml:space="preserve">Предоставление муниципальной услуги осуществляется в соответствии с: </w:t>
      </w:r>
    </w:p>
    <w:p w:rsidR="00AC7E3A" w:rsidRDefault="00AC7E3A" w:rsidP="009E01B7">
      <w:pPr>
        <w:ind w:left="720"/>
        <w:jc w:val="both"/>
      </w:pPr>
      <w:r>
        <w:t>- Конституцией Российской Федерации («Российская газета» 1993г № 237);</w:t>
      </w:r>
    </w:p>
    <w:p w:rsidR="00AC7E3A" w:rsidRDefault="00AC7E3A" w:rsidP="009E01B7">
      <w:pPr>
        <w:ind w:left="720"/>
        <w:jc w:val="both"/>
      </w:pPr>
      <w:r>
        <w:t>- Гражданским кодексом Российской Федерации от 30.11.1994 № 51-ФЗ (принят ГД ФС РФ 21.10.1994);</w:t>
      </w:r>
    </w:p>
    <w:p w:rsidR="00AC7E3A" w:rsidRDefault="00AC7E3A" w:rsidP="009E01B7">
      <w:pPr>
        <w:ind w:left="720"/>
        <w:jc w:val="both"/>
      </w:pPr>
      <w: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AC7E3A" w:rsidRDefault="00AC7E3A" w:rsidP="009E01B7">
      <w:pPr>
        <w:ind w:left="720"/>
        <w:jc w:val="both"/>
      </w:pPr>
      <w: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AC7E3A" w:rsidRDefault="00AC7E3A" w:rsidP="009E01B7">
      <w:pPr>
        <w:ind w:left="720"/>
        <w:jc w:val="both"/>
      </w:pPr>
      <w:r>
        <w:t>- Уставом Морозовского сельсовета Искитимского района Новосибирской области;</w:t>
      </w:r>
    </w:p>
    <w:p w:rsidR="00AC7E3A" w:rsidRDefault="00AC7E3A" w:rsidP="009E01B7">
      <w:pPr>
        <w:ind w:left="720"/>
        <w:jc w:val="both"/>
      </w:pPr>
      <w: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AC7E3A" w:rsidRDefault="00AC7E3A" w:rsidP="009E01B7">
      <w:pPr>
        <w:ind w:left="720"/>
        <w:jc w:val="both"/>
      </w:pPr>
      <w: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AC7E3A" w:rsidRDefault="00AC7E3A" w:rsidP="009E01B7">
      <w:pPr>
        <w:ind w:left="720"/>
        <w:jc w:val="both"/>
      </w:pPr>
      <w:r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AC7E3A" w:rsidRDefault="00AC7E3A" w:rsidP="009E01B7">
      <w:pPr>
        <w:ind w:left="720"/>
        <w:jc w:val="both"/>
      </w:pPr>
      <w: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(опубликован в «Российской газете» от 27.12.1996 № 248, «Собрание законодательства РФ» от 23.12.1996 № 52, ст. 5880);</w:t>
      </w:r>
    </w:p>
    <w:p w:rsidR="00AC7E3A" w:rsidRDefault="00AC7E3A" w:rsidP="009E01B7">
      <w:pPr>
        <w:ind w:left="720"/>
        <w:jc w:val="both"/>
      </w:pPr>
      <w: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(«Российская газета» № 4849 от 13.02.2009 г.);</w:t>
      </w:r>
    </w:p>
    <w:p w:rsidR="00AC7E3A" w:rsidRDefault="00AC7E3A" w:rsidP="009E01B7">
      <w:pPr>
        <w:ind w:left="720"/>
        <w:jc w:val="both"/>
      </w:pPr>
      <w: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AC7E3A" w:rsidRDefault="00AC7E3A" w:rsidP="009E01B7">
      <w:pPr>
        <w:ind w:left="720"/>
        <w:jc w:val="both"/>
      </w:pPr>
      <w: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AC7E3A" w:rsidRDefault="00AC7E3A" w:rsidP="009E01B7">
      <w:pPr>
        <w:ind w:left="720"/>
        <w:jc w:val="both"/>
      </w:pPr>
      <w:r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(Принят постановлением Новосибирского областного Совета депутатов от 27.10.2005 N 337-ОСД);</w:t>
      </w:r>
    </w:p>
    <w:p w:rsidR="00AC7E3A" w:rsidRDefault="00AC7E3A" w:rsidP="009E01B7">
      <w:pPr>
        <w:ind w:left="720"/>
        <w:jc w:val="both"/>
      </w:pPr>
      <w:r>
        <w:t>-Федеральным законом от 12.01.1995 № 5-ФЗ «О ветеранах» ("Российская газета", N 1 - 3, 05.01.2000);</w:t>
      </w:r>
    </w:p>
    <w:p w:rsidR="00AC7E3A" w:rsidRDefault="00AC7E3A" w:rsidP="009E01B7">
      <w:pPr>
        <w:ind w:left="720"/>
        <w:jc w:val="both"/>
      </w:pPr>
    </w:p>
    <w:p w:rsidR="00AC7E3A" w:rsidRPr="00B910F0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Полный перечень документов, необходимых для предоставления муниципальной услуги </w:t>
      </w:r>
      <w:r w:rsidRPr="00182256">
        <w:rPr>
          <w:b/>
          <w:bCs/>
        </w:rPr>
        <w:t xml:space="preserve">- </w:t>
      </w:r>
      <w:r w:rsidRPr="00B910F0">
        <w:t>непосредственно оператору МФЦ в бумажном виде :</w:t>
      </w:r>
    </w:p>
    <w:p w:rsidR="00AC7E3A" w:rsidRDefault="00AC7E3A" w:rsidP="009E01B7">
      <w:pPr>
        <w:ind w:left="720"/>
        <w:jc w:val="both"/>
      </w:pPr>
      <w: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AC7E3A" w:rsidRDefault="00AC7E3A" w:rsidP="009E01B7">
      <w:pPr>
        <w:ind w:left="720"/>
        <w:jc w:val="both"/>
      </w:pPr>
      <w:r>
        <w:t>- документ, удостоверяющий личность заявителя (копия);</w:t>
      </w:r>
    </w:p>
    <w:p w:rsidR="00AC7E3A" w:rsidRDefault="00AC7E3A" w:rsidP="009E01B7">
      <w:pPr>
        <w:autoSpaceDE w:val="0"/>
        <w:autoSpaceDN w:val="0"/>
        <w:adjustRightInd w:val="0"/>
        <w:ind w:left="1418"/>
        <w:jc w:val="both"/>
      </w:pPr>
      <w:r>
        <w:t xml:space="preserve">В случае, если документы подает представитель заявителя, дополнительно предоставляются: </w:t>
      </w:r>
    </w:p>
    <w:p w:rsidR="00AC7E3A" w:rsidRDefault="00AC7E3A" w:rsidP="009E01B7">
      <w:pPr>
        <w:autoSpaceDE w:val="0"/>
        <w:autoSpaceDN w:val="0"/>
        <w:adjustRightInd w:val="0"/>
        <w:ind w:left="1418"/>
        <w:jc w:val="both"/>
      </w:pPr>
      <w:r>
        <w:t>- документ, удостоверяющий личность представителя заявителя (копия);</w:t>
      </w:r>
    </w:p>
    <w:p w:rsidR="00AC7E3A" w:rsidRDefault="00AC7E3A" w:rsidP="009E01B7">
      <w:pPr>
        <w:autoSpaceDE w:val="0"/>
        <w:autoSpaceDN w:val="0"/>
        <w:adjustRightInd w:val="0"/>
        <w:ind w:left="1418"/>
        <w:jc w:val="both"/>
      </w:pPr>
      <w:r>
        <w:t>- надлежащим образом заверенная доверенность (копия).</w:t>
      </w:r>
    </w:p>
    <w:p w:rsidR="00AC7E3A" w:rsidRDefault="00AC7E3A" w:rsidP="009E01B7">
      <w:pPr>
        <w:ind w:firstLine="720"/>
        <w:jc w:val="both"/>
      </w:pPr>
      <w:r>
        <w:t>-выписка из домовой книги по месту жительства;</w:t>
      </w:r>
    </w:p>
    <w:p w:rsidR="00AC7E3A" w:rsidRDefault="00AC7E3A" w:rsidP="009E01B7">
      <w:pPr>
        <w:ind w:firstLine="720"/>
        <w:jc w:val="both"/>
      </w:pPr>
      <w:r>
        <w:t>-копия финансового лицевого счета;</w:t>
      </w:r>
    </w:p>
    <w:p w:rsidR="00AC7E3A" w:rsidRDefault="00AC7E3A" w:rsidP="009E01B7">
      <w:pPr>
        <w:ind w:left="720"/>
        <w:jc w:val="both"/>
      </w:pPr>
      <w: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предоставляемую по каждому дееспособному члену семьи гражданина.</w:t>
      </w:r>
    </w:p>
    <w:p w:rsidR="00AC7E3A" w:rsidRDefault="00AC7E3A" w:rsidP="009E01B7">
      <w:pPr>
        <w:ind w:firstLine="720"/>
        <w:jc w:val="both"/>
      </w:pPr>
    </w:p>
    <w:p w:rsidR="00AC7E3A" w:rsidRDefault="00AC7E3A" w:rsidP="009E01B7">
      <w:pPr>
        <w:ind w:left="720"/>
        <w:jc w:val="both"/>
        <w:rPr>
          <w:color w:val="auto"/>
        </w:rPr>
      </w:pPr>
      <w:r>
        <w:rPr>
          <w:color w:val="auto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свободы.</w:t>
      </w:r>
    </w:p>
    <w:p w:rsidR="00AC7E3A" w:rsidRDefault="00AC7E3A" w:rsidP="009E01B7">
      <w:pPr>
        <w:ind w:firstLine="720"/>
        <w:jc w:val="both"/>
        <w:rPr>
          <w:color w:val="auto"/>
        </w:rPr>
      </w:pPr>
    </w:p>
    <w:p w:rsidR="00AC7E3A" w:rsidRDefault="00AC7E3A" w:rsidP="009E01B7">
      <w:pPr>
        <w:ind w:firstLine="720"/>
        <w:jc w:val="both"/>
        <w:rPr>
          <w:color w:val="auto"/>
        </w:rPr>
      </w:pPr>
      <w:r>
        <w:rPr>
          <w:color w:val="auto"/>
        </w:rPr>
        <w:t>Помимо вышеуказанных документов для принятия на учет представляются:</w:t>
      </w:r>
    </w:p>
    <w:p w:rsidR="00AC7E3A" w:rsidRDefault="00AC7E3A" w:rsidP="009E01B7">
      <w:pPr>
        <w:ind w:firstLine="720"/>
        <w:jc w:val="both"/>
        <w:rPr>
          <w:color w:val="auto"/>
        </w:rPr>
      </w:pPr>
      <w:r>
        <w:rPr>
          <w:color w:val="auto"/>
        </w:rPr>
        <w:t>1) Малоимущими гражданами:</w:t>
      </w:r>
    </w:p>
    <w:p w:rsidR="00AC7E3A" w:rsidRDefault="00AC7E3A" w:rsidP="009E01B7">
      <w:pPr>
        <w:ind w:left="720" w:firstLine="720"/>
        <w:jc w:val="both"/>
        <w:rPr>
          <w:color w:val="auto"/>
        </w:rPr>
      </w:pPr>
      <w:r>
        <w:rPr>
          <w:color w:val="auto"/>
        </w:rPr>
        <w:t>- справка о признании их малоимущими.</w:t>
      </w:r>
    </w:p>
    <w:p w:rsidR="00AC7E3A" w:rsidRDefault="00AC7E3A" w:rsidP="009E01B7">
      <w:pPr>
        <w:ind w:left="720"/>
        <w:jc w:val="both"/>
      </w:pPr>
      <w: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</w:p>
    <w:p w:rsidR="00AC7E3A" w:rsidRDefault="00AC7E3A" w:rsidP="009E01B7">
      <w:pPr>
        <w:ind w:left="720" w:firstLine="720"/>
        <w:jc w:val="both"/>
      </w:pPr>
      <w:r>
        <w:t xml:space="preserve">- договор социального найма (копия). </w:t>
      </w:r>
    </w:p>
    <w:p w:rsidR="00AC7E3A" w:rsidRDefault="00AC7E3A" w:rsidP="009E01B7">
      <w:pPr>
        <w:ind w:left="1440"/>
        <w:jc w:val="both"/>
      </w:pPr>
      <w: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AC7E3A" w:rsidRDefault="00AC7E3A" w:rsidP="009E01B7">
      <w:pPr>
        <w:ind w:left="720"/>
        <w:jc w:val="both"/>
      </w:pPr>
      <w:r>
        <w:t>3) Гражданами, являющимся собственником жилого помещения или членами семьи собственника жилого помещения, право собственности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AC7E3A" w:rsidRDefault="00AC7E3A" w:rsidP="009E01B7">
      <w:pPr>
        <w:ind w:left="1440"/>
        <w:jc w:val="both"/>
      </w:pPr>
      <w: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AC7E3A" w:rsidRDefault="00AC7E3A" w:rsidP="009E01B7">
      <w:pPr>
        <w:ind w:left="720"/>
        <w:jc w:val="both"/>
      </w:pPr>
      <w:r>
        <w:t xml:space="preserve">4) Гражданами, не являющимся </w:t>
      </w:r>
    </w:p>
    <w:p w:rsidR="00AC7E3A" w:rsidRDefault="00AC7E3A" w:rsidP="009E01B7">
      <w:pPr>
        <w:ind w:left="1440"/>
        <w:jc w:val="both"/>
      </w:pPr>
      <w:r>
        <w:t>а) нанимателями жилого помещения по договору социального найма;</w:t>
      </w:r>
    </w:p>
    <w:p w:rsidR="00AC7E3A" w:rsidRDefault="00AC7E3A" w:rsidP="009E01B7">
      <w:pPr>
        <w:ind w:left="1440"/>
        <w:jc w:val="both"/>
      </w:pPr>
      <w:r>
        <w:t>б) членами семьи нанимателя жилого помещения по договору социального найма;</w:t>
      </w:r>
    </w:p>
    <w:p w:rsidR="00AC7E3A" w:rsidRDefault="00AC7E3A" w:rsidP="009E01B7">
      <w:pPr>
        <w:ind w:left="1440"/>
        <w:jc w:val="both"/>
      </w:pPr>
      <w:r>
        <w:t>в) собственниками жилого помещения;</w:t>
      </w:r>
    </w:p>
    <w:p w:rsidR="00AC7E3A" w:rsidRDefault="00AC7E3A" w:rsidP="009E01B7">
      <w:pPr>
        <w:ind w:left="1440"/>
        <w:jc w:val="both"/>
      </w:pPr>
      <w:r>
        <w:t>г) членами семьи собственника жилого помещения:</w:t>
      </w:r>
    </w:p>
    <w:p w:rsidR="00AC7E3A" w:rsidRDefault="00AC7E3A" w:rsidP="009E01B7">
      <w:pPr>
        <w:ind w:left="1440"/>
        <w:jc w:val="both"/>
      </w:pPr>
      <w:r>
        <w:t>- документ, подтверждающий законное основание владения и (или) пользования жилым помещением (копия).</w:t>
      </w:r>
    </w:p>
    <w:p w:rsidR="00AC7E3A" w:rsidRDefault="00AC7E3A" w:rsidP="009E01B7">
      <w:pPr>
        <w:ind w:left="720"/>
        <w:jc w:val="both"/>
      </w:pPr>
      <w:r>
        <w:t>5) Гражданами, проживающими в жилом помещении, признанным непригодным для проживания:</w:t>
      </w:r>
    </w:p>
    <w:p w:rsidR="00AC7E3A" w:rsidRDefault="00AC7E3A" w:rsidP="009E01B7">
      <w:pPr>
        <w:ind w:left="1440"/>
        <w:jc w:val="both"/>
      </w:pPr>
      <w:r>
        <w:t>- решение уполномоченного органа о признании жилого дома (жилого помещения) не пригодным для проживания (копия).</w:t>
      </w:r>
    </w:p>
    <w:p w:rsidR="00AC7E3A" w:rsidRDefault="00AC7E3A" w:rsidP="009E01B7">
      <w:pPr>
        <w:ind w:left="720"/>
        <w:jc w:val="both"/>
      </w:pPr>
      <w: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AC7E3A" w:rsidRDefault="00AC7E3A" w:rsidP="009E01B7">
      <w:pPr>
        <w:ind w:left="1440"/>
        <w:jc w:val="both"/>
      </w:pPr>
      <w:r>
        <w:t>- медицинская справка о наличии соответствующего заболевания;</w:t>
      </w:r>
    </w:p>
    <w:p w:rsidR="00AC7E3A" w:rsidRDefault="00AC7E3A" w:rsidP="009E01B7">
      <w:pPr>
        <w:ind w:firstLine="720"/>
        <w:jc w:val="both"/>
      </w:pPr>
      <w:r>
        <w:t>7) Детьми-сиротами и детьми, оставшимися без попечения родителей:</w:t>
      </w:r>
    </w:p>
    <w:p w:rsidR="00AC7E3A" w:rsidRDefault="00AC7E3A" w:rsidP="009E01B7">
      <w:pPr>
        <w:ind w:left="1440"/>
        <w:jc w:val="both"/>
      </w:pPr>
      <w:r>
        <w:t>- решение органа опеки и попечительства об установлении над ними опеки (попечительства) (копия).</w:t>
      </w:r>
    </w:p>
    <w:p w:rsidR="00AC7E3A" w:rsidRDefault="00AC7E3A" w:rsidP="009E01B7">
      <w:pPr>
        <w:ind w:firstLine="720"/>
        <w:jc w:val="both"/>
      </w:pPr>
      <w:r>
        <w:t>8) Опекуны (попечители):</w:t>
      </w:r>
    </w:p>
    <w:p w:rsidR="00AC7E3A" w:rsidRDefault="00AC7E3A" w:rsidP="009E01B7">
      <w:pPr>
        <w:ind w:left="1440"/>
        <w:jc w:val="both"/>
      </w:pPr>
      <w:r>
        <w:t>- решение органа опеки и попечительства о назначении опекуна (попечителя) (копия).</w:t>
      </w:r>
    </w:p>
    <w:p w:rsidR="00AC7E3A" w:rsidRDefault="00AC7E3A" w:rsidP="009E01B7">
      <w:pPr>
        <w:ind w:left="993"/>
        <w:jc w:val="both"/>
      </w:pPr>
      <w:r>
        <w:t>В случае необходимости, дополнительно предоставляется:</w:t>
      </w:r>
    </w:p>
    <w:p w:rsidR="00AC7E3A" w:rsidRDefault="00AC7E3A" w:rsidP="009E01B7">
      <w:pPr>
        <w:ind w:left="993" w:firstLine="447"/>
        <w:jc w:val="both"/>
      </w:pPr>
      <w:r>
        <w:t>- решение суда о признании гражданина недееспособным (копия).</w:t>
      </w:r>
    </w:p>
    <w:p w:rsidR="00AC7E3A" w:rsidRDefault="00AC7E3A" w:rsidP="009E01B7">
      <w:pPr>
        <w:ind w:left="720"/>
        <w:jc w:val="both"/>
      </w:pPr>
      <w:r>
        <w:t>9) Ветеранами ВОВ, имеющими право на реализацию мер социальной поддержки:</w:t>
      </w:r>
    </w:p>
    <w:p w:rsidR="00AC7E3A" w:rsidRDefault="00AC7E3A" w:rsidP="009E01B7">
      <w:pPr>
        <w:ind w:left="1440"/>
        <w:jc w:val="both"/>
      </w:pPr>
      <w:r>
        <w:t>- удостоверение ветерана ВОВ</w:t>
      </w:r>
    </w:p>
    <w:p w:rsidR="00AC7E3A" w:rsidRDefault="00AC7E3A" w:rsidP="009E01B7">
      <w:pPr>
        <w:ind w:left="720"/>
        <w:jc w:val="both"/>
      </w:pPr>
      <w:r>
        <w:t>10) Инвалидами ВОВ:</w:t>
      </w:r>
    </w:p>
    <w:p w:rsidR="00AC7E3A" w:rsidRDefault="00AC7E3A" w:rsidP="009E01B7">
      <w:pPr>
        <w:ind w:left="1440"/>
        <w:jc w:val="both"/>
      </w:pPr>
      <w:r>
        <w:t>- справка об инвалидности (копия).</w:t>
      </w:r>
    </w:p>
    <w:p w:rsidR="00AC7E3A" w:rsidRDefault="00AC7E3A" w:rsidP="009E01B7">
      <w:pPr>
        <w:ind w:left="720"/>
        <w:jc w:val="both"/>
      </w:pPr>
      <w:r>
        <w:t>11) Вдовами участников ВОВ:</w:t>
      </w:r>
    </w:p>
    <w:p w:rsidR="00AC7E3A" w:rsidRDefault="00AC7E3A" w:rsidP="009E01B7">
      <w:pPr>
        <w:ind w:left="1440"/>
        <w:jc w:val="both"/>
      </w:pPr>
      <w:r>
        <w:t>- удостоверение вдовы участника ВОВ;</w:t>
      </w:r>
    </w:p>
    <w:p w:rsidR="00AC7E3A" w:rsidRDefault="00AC7E3A" w:rsidP="009E01B7">
      <w:pPr>
        <w:ind w:left="1440"/>
        <w:jc w:val="both"/>
      </w:pPr>
      <w:r>
        <w:t>- справка из военкомата подтверждающая что умерший (погибший) супруг относился к категории участников ВОВ.</w:t>
      </w:r>
    </w:p>
    <w:p w:rsidR="00AC7E3A" w:rsidRDefault="00AC7E3A" w:rsidP="009E01B7">
      <w:pPr>
        <w:ind w:left="720"/>
        <w:jc w:val="both"/>
      </w:pPr>
      <w:r>
        <w:t>12) Вдовами инвалидов ВОВ:</w:t>
      </w:r>
    </w:p>
    <w:p w:rsidR="00AC7E3A" w:rsidRDefault="00AC7E3A" w:rsidP="009E01B7">
      <w:pPr>
        <w:ind w:left="1440"/>
        <w:jc w:val="both"/>
      </w:pPr>
      <w:r>
        <w:t>- удостоверение вдовы инвалида ВОВ;</w:t>
      </w:r>
    </w:p>
    <w:p w:rsidR="00AC7E3A" w:rsidRDefault="00AC7E3A" w:rsidP="009E01B7">
      <w:pPr>
        <w:ind w:left="1440"/>
        <w:jc w:val="both"/>
      </w:pPr>
      <w:r>
        <w:t>- справка из военкомата подтверждающая что умерший (погибший) супруг относился к категории инвалидов ВОВ.</w:t>
      </w:r>
    </w:p>
    <w:p w:rsidR="00AC7E3A" w:rsidRDefault="00AC7E3A" w:rsidP="009E01B7">
      <w:pPr>
        <w:ind w:left="720"/>
        <w:jc w:val="both"/>
      </w:pPr>
      <w:r>
        <w:t>13) Гражданами, проживавшими в Ленинграде в период ВОВ:</w:t>
      </w:r>
    </w:p>
    <w:p w:rsidR="00AC7E3A" w:rsidRDefault="00AC7E3A" w:rsidP="009E01B7">
      <w:pPr>
        <w:ind w:left="1440"/>
        <w:jc w:val="both"/>
      </w:pPr>
      <w:r>
        <w:t>- удостоверение «Жителя блокадного Ленинграда».</w:t>
      </w:r>
    </w:p>
    <w:p w:rsidR="00AC7E3A" w:rsidRDefault="00AC7E3A" w:rsidP="009E01B7">
      <w:pPr>
        <w:ind w:left="720"/>
        <w:jc w:val="both"/>
      </w:pPr>
      <w:r>
        <w:t>14) Иными категориями граждан, признанными федеральными законами и законами Новосибирской области,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AC7E3A" w:rsidRDefault="00AC7E3A" w:rsidP="009E01B7">
      <w:pPr>
        <w:jc w:val="both"/>
        <w:rPr>
          <w:i/>
          <w:iCs/>
          <w:color w:val="auto"/>
        </w:rPr>
      </w:pPr>
    </w:p>
    <w:p w:rsidR="00AC7E3A" w:rsidRPr="006A5B34" w:rsidRDefault="00AC7E3A" w:rsidP="009E01B7">
      <w:pPr>
        <w:jc w:val="both"/>
        <w:rPr>
          <w:color w:val="auto"/>
        </w:rPr>
      </w:pPr>
      <w:r w:rsidRPr="006A5B34">
        <w:rPr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AC7E3A" w:rsidRDefault="00AC7E3A" w:rsidP="009E01B7">
      <w:pPr>
        <w:jc w:val="both"/>
      </w:pPr>
    </w:p>
    <w:p w:rsidR="00AC7E3A" w:rsidRDefault="00AC7E3A" w:rsidP="009E01B7">
      <w:pPr>
        <w:numPr>
          <w:ilvl w:val="2"/>
          <w:numId w:val="1"/>
        </w:numPr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AC7E3A" w:rsidRDefault="00AC7E3A" w:rsidP="009E01B7">
      <w:pPr>
        <w:ind w:left="1758"/>
        <w:jc w:val="both"/>
      </w:pPr>
      <w: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AC7E3A" w:rsidRDefault="00AC7E3A" w:rsidP="009E01B7">
      <w:pPr>
        <w:ind w:left="1758"/>
        <w:jc w:val="both"/>
      </w:pPr>
      <w:r>
        <w:t>- документ, удостоверяющий личность заявителя (копия);</w:t>
      </w:r>
    </w:p>
    <w:p w:rsidR="00AC7E3A" w:rsidRDefault="00AC7E3A" w:rsidP="009E01B7">
      <w:pPr>
        <w:autoSpaceDE w:val="0"/>
        <w:autoSpaceDN w:val="0"/>
        <w:adjustRightInd w:val="0"/>
        <w:ind w:left="1758"/>
        <w:jc w:val="both"/>
      </w:pPr>
      <w:r>
        <w:t xml:space="preserve">В случае, если документы подает представитель заявителя, дополнительно предоставляются: </w:t>
      </w:r>
    </w:p>
    <w:p w:rsidR="00AC7E3A" w:rsidRDefault="00AC7E3A" w:rsidP="009E01B7">
      <w:pPr>
        <w:autoSpaceDE w:val="0"/>
        <w:autoSpaceDN w:val="0"/>
        <w:adjustRightInd w:val="0"/>
        <w:ind w:left="1758"/>
        <w:jc w:val="both"/>
      </w:pPr>
      <w:r>
        <w:t>- документ, удостоверяющий личность представителя заявителя (копия);</w:t>
      </w:r>
    </w:p>
    <w:p w:rsidR="00AC7E3A" w:rsidRDefault="00AC7E3A" w:rsidP="009E01B7">
      <w:pPr>
        <w:autoSpaceDE w:val="0"/>
        <w:autoSpaceDN w:val="0"/>
        <w:adjustRightInd w:val="0"/>
        <w:ind w:left="1758"/>
        <w:jc w:val="both"/>
      </w:pPr>
      <w:r>
        <w:t>- надлежащим образом заверенная доверенность (копия).</w:t>
      </w:r>
    </w:p>
    <w:p w:rsidR="00AC7E3A" w:rsidRDefault="00AC7E3A" w:rsidP="009E01B7">
      <w:pPr>
        <w:ind w:left="1758"/>
        <w:jc w:val="both"/>
      </w:pPr>
      <w:r>
        <w:t>-выписка из домовой книги по месту жительства;</w:t>
      </w:r>
    </w:p>
    <w:p w:rsidR="00AC7E3A" w:rsidRDefault="00AC7E3A" w:rsidP="009E01B7">
      <w:pPr>
        <w:ind w:left="1758"/>
        <w:jc w:val="both"/>
      </w:pPr>
      <w:r>
        <w:t>-копия финансового лицевого счета.</w:t>
      </w:r>
    </w:p>
    <w:p w:rsidR="00AC7E3A" w:rsidRDefault="00AC7E3A" w:rsidP="009E01B7">
      <w:pPr>
        <w:ind w:left="1758"/>
        <w:jc w:val="both"/>
      </w:pPr>
    </w:p>
    <w:p w:rsidR="00AC7E3A" w:rsidRDefault="00AC7E3A" w:rsidP="009E01B7">
      <w:pPr>
        <w:ind w:left="1758"/>
        <w:jc w:val="both"/>
        <w:rPr>
          <w:color w:val="auto"/>
        </w:rPr>
      </w:pPr>
      <w:r>
        <w:rPr>
          <w:color w:val="auto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свободы.</w:t>
      </w:r>
    </w:p>
    <w:p w:rsidR="00AC7E3A" w:rsidRDefault="00AC7E3A" w:rsidP="009E01B7">
      <w:pPr>
        <w:ind w:left="1758"/>
        <w:jc w:val="both"/>
        <w:rPr>
          <w:color w:val="auto"/>
        </w:rPr>
      </w:pPr>
    </w:p>
    <w:p w:rsidR="00AC7E3A" w:rsidRDefault="00AC7E3A" w:rsidP="009E01B7">
      <w:pPr>
        <w:ind w:left="1758"/>
        <w:jc w:val="both"/>
        <w:rPr>
          <w:color w:val="auto"/>
        </w:rPr>
      </w:pPr>
      <w:r>
        <w:rPr>
          <w:color w:val="auto"/>
        </w:rPr>
        <w:t>Помимо вышеуказанных документов для принятия на учет представляются:</w:t>
      </w:r>
    </w:p>
    <w:p w:rsidR="00AC7E3A" w:rsidRDefault="00AC7E3A" w:rsidP="009E01B7">
      <w:pPr>
        <w:ind w:left="1758"/>
        <w:jc w:val="both"/>
        <w:rPr>
          <w:color w:val="auto"/>
        </w:rPr>
      </w:pPr>
      <w:r>
        <w:rPr>
          <w:color w:val="auto"/>
        </w:rPr>
        <w:t>1) Малоимущими гражданами:</w:t>
      </w:r>
    </w:p>
    <w:p w:rsidR="00AC7E3A" w:rsidRDefault="00AC7E3A" w:rsidP="009E01B7">
      <w:pPr>
        <w:ind w:left="1758"/>
        <w:jc w:val="both"/>
        <w:rPr>
          <w:color w:val="auto"/>
        </w:rPr>
      </w:pPr>
      <w:r>
        <w:rPr>
          <w:color w:val="auto"/>
        </w:rPr>
        <w:t>- справка о признании их малоимущими.</w:t>
      </w:r>
    </w:p>
    <w:p w:rsidR="00AC7E3A" w:rsidRDefault="00AC7E3A" w:rsidP="009E01B7">
      <w:pPr>
        <w:ind w:left="1758"/>
        <w:jc w:val="both"/>
      </w:pPr>
      <w: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</w:p>
    <w:p w:rsidR="00AC7E3A" w:rsidRDefault="00AC7E3A" w:rsidP="009E01B7">
      <w:pPr>
        <w:ind w:left="1758"/>
        <w:jc w:val="both"/>
      </w:pPr>
      <w:r>
        <w:t xml:space="preserve">- договор социального найма (копия). </w:t>
      </w:r>
    </w:p>
    <w:p w:rsidR="00AC7E3A" w:rsidRDefault="00AC7E3A" w:rsidP="009E01B7">
      <w:pPr>
        <w:ind w:left="1758"/>
        <w:jc w:val="both"/>
      </w:pPr>
      <w: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AC7E3A" w:rsidRDefault="00AC7E3A" w:rsidP="009E01B7">
      <w:pPr>
        <w:ind w:left="1758"/>
        <w:jc w:val="both"/>
      </w:pPr>
      <w:r>
        <w:t>3) Гражданами, являющимся собственником жилого помещения или членами семьи собственника жилого помещения, право собственности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AC7E3A" w:rsidRDefault="00AC7E3A" w:rsidP="009E01B7">
      <w:pPr>
        <w:ind w:left="1758"/>
        <w:jc w:val="both"/>
      </w:pPr>
      <w: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AC7E3A" w:rsidRDefault="00AC7E3A" w:rsidP="009E01B7">
      <w:pPr>
        <w:ind w:left="1758"/>
        <w:jc w:val="both"/>
      </w:pPr>
      <w:r>
        <w:t xml:space="preserve">4) Гражданами, не являющимся </w:t>
      </w:r>
    </w:p>
    <w:p w:rsidR="00AC7E3A" w:rsidRDefault="00AC7E3A" w:rsidP="009E01B7">
      <w:pPr>
        <w:ind w:left="1758"/>
        <w:jc w:val="both"/>
      </w:pPr>
      <w:r>
        <w:t>а) нанимателями жилого помещения по договору социального найма;</w:t>
      </w:r>
    </w:p>
    <w:p w:rsidR="00AC7E3A" w:rsidRDefault="00AC7E3A" w:rsidP="009E01B7">
      <w:pPr>
        <w:ind w:left="1758"/>
        <w:jc w:val="both"/>
      </w:pPr>
      <w:r>
        <w:t>б) членами семьи нанимателя жилого помещения по договору социального найма;</w:t>
      </w:r>
    </w:p>
    <w:p w:rsidR="00AC7E3A" w:rsidRDefault="00AC7E3A" w:rsidP="009E01B7">
      <w:pPr>
        <w:ind w:left="1758"/>
        <w:jc w:val="both"/>
      </w:pPr>
      <w:r>
        <w:t>в) собственниками жилого помещения;</w:t>
      </w:r>
    </w:p>
    <w:p w:rsidR="00AC7E3A" w:rsidRDefault="00AC7E3A" w:rsidP="009E01B7">
      <w:pPr>
        <w:ind w:left="1758"/>
        <w:jc w:val="both"/>
      </w:pPr>
      <w:r>
        <w:t>г) членами семьи собственника жилого помещения:</w:t>
      </w:r>
    </w:p>
    <w:p w:rsidR="00AC7E3A" w:rsidRDefault="00AC7E3A" w:rsidP="009E01B7">
      <w:pPr>
        <w:ind w:left="1758"/>
        <w:jc w:val="both"/>
      </w:pPr>
      <w:r>
        <w:t>- документ, подтверждающий законное основание владения и (или) пользования жилым помещением (копия).</w:t>
      </w:r>
    </w:p>
    <w:p w:rsidR="00AC7E3A" w:rsidRDefault="00AC7E3A" w:rsidP="009E01B7">
      <w:pPr>
        <w:ind w:left="1758"/>
        <w:jc w:val="both"/>
      </w:pPr>
      <w:r>
        <w:t>5) Гражданами, проживающими в жилом помещении, признанным непригодным для проживания:</w:t>
      </w:r>
    </w:p>
    <w:p w:rsidR="00AC7E3A" w:rsidRDefault="00AC7E3A" w:rsidP="009E01B7">
      <w:pPr>
        <w:ind w:left="1758"/>
        <w:jc w:val="both"/>
      </w:pPr>
      <w:r>
        <w:t>- решение уполномоченного органа о признании жилого дома (жилого помещения) не пригодным для проживания (копия).</w:t>
      </w:r>
    </w:p>
    <w:p w:rsidR="00AC7E3A" w:rsidRDefault="00AC7E3A" w:rsidP="009E01B7">
      <w:pPr>
        <w:ind w:left="1758"/>
        <w:jc w:val="both"/>
      </w:pPr>
      <w: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AC7E3A" w:rsidRDefault="00AC7E3A" w:rsidP="009E01B7">
      <w:pPr>
        <w:ind w:left="1758"/>
        <w:jc w:val="both"/>
      </w:pPr>
      <w:r>
        <w:t>- медицинская справка о наличии соответствующего заболевания;</w:t>
      </w:r>
    </w:p>
    <w:p w:rsidR="00AC7E3A" w:rsidRDefault="00AC7E3A" w:rsidP="009E01B7">
      <w:pPr>
        <w:ind w:left="1758"/>
        <w:jc w:val="both"/>
      </w:pPr>
      <w:r>
        <w:t>7) Детьми-сиротами и детьми, оставшимися без попечения родителей:</w:t>
      </w:r>
    </w:p>
    <w:p w:rsidR="00AC7E3A" w:rsidRDefault="00AC7E3A" w:rsidP="009E01B7">
      <w:pPr>
        <w:ind w:left="1758"/>
        <w:jc w:val="both"/>
      </w:pPr>
      <w:r>
        <w:t>- решение органа опеки и попечительства об установлении над ними опеки (попечительства) (копия).</w:t>
      </w:r>
    </w:p>
    <w:p w:rsidR="00AC7E3A" w:rsidRDefault="00AC7E3A" w:rsidP="009E01B7">
      <w:pPr>
        <w:ind w:left="1758"/>
        <w:jc w:val="both"/>
      </w:pPr>
      <w:r>
        <w:t>8) Опекуны (попечители):</w:t>
      </w:r>
    </w:p>
    <w:p w:rsidR="00AC7E3A" w:rsidRDefault="00AC7E3A" w:rsidP="009E01B7">
      <w:pPr>
        <w:ind w:left="1758"/>
        <w:jc w:val="both"/>
      </w:pPr>
      <w:r>
        <w:t>- решение органа опеки и попечительства о назначении опекуна (попечителя) (копия).</w:t>
      </w:r>
    </w:p>
    <w:p w:rsidR="00AC7E3A" w:rsidRDefault="00AC7E3A" w:rsidP="009E01B7">
      <w:pPr>
        <w:ind w:left="1758"/>
        <w:jc w:val="both"/>
      </w:pPr>
      <w:r>
        <w:t>В случае необходимости, дополнительно предоставляется:</w:t>
      </w:r>
    </w:p>
    <w:p w:rsidR="00AC7E3A" w:rsidRDefault="00AC7E3A" w:rsidP="009E01B7">
      <w:pPr>
        <w:ind w:left="1758"/>
        <w:jc w:val="both"/>
      </w:pPr>
      <w:r>
        <w:t>- решение суда о признании гражданина недееспособным (копия).</w:t>
      </w:r>
    </w:p>
    <w:p w:rsidR="00AC7E3A" w:rsidRDefault="00AC7E3A" w:rsidP="009E01B7">
      <w:pPr>
        <w:ind w:left="1758"/>
        <w:jc w:val="both"/>
      </w:pPr>
      <w:r>
        <w:t>9) Ветеранами ВОВ, имеющими право на реализацию мер социальной поддержки:</w:t>
      </w:r>
    </w:p>
    <w:p w:rsidR="00AC7E3A" w:rsidRDefault="00AC7E3A" w:rsidP="009E01B7">
      <w:pPr>
        <w:ind w:left="1758"/>
        <w:jc w:val="both"/>
      </w:pPr>
      <w:r>
        <w:t>- удостоверение ветерана ВОВ</w:t>
      </w:r>
    </w:p>
    <w:p w:rsidR="00AC7E3A" w:rsidRDefault="00AC7E3A" w:rsidP="009E01B7">
      <w:pPr>
        <w:ind w:left="1758"/>
        <w:jc w:val="both"/>
      </w:pPr>
      <w:r>
        <w:t>10) Инвалидами ВОВ:</w:t>
      </w:r>
    </w:p>
    <w:p w:rsidR="00AC7E3A" w:rsidRDefault="00AC7E3A" w:rsidP="009E01B7">
      <w:pPr>
        <w:ind w:left="1758"/>
        <w:jc w:val="both"/>
      </w:pPr>
      <w:r>
        <w:t>- справка об инвалидности (копия).</w:t>
      </w:r>
    </w:p>
    <w:p w:rsidR="00AC7E3A" w:rsidRDefault="00AC7E3A" w:rsidP="009E01B7">
      <w:pPr>
        <w:ind w:left="1758"/>
        <w:jc w:val="both"/>
      </w:pPr>
      <w:r>
        <w:t>11) Вдовами участников ВОВ:</w:t>
      </w:r>
    </w:p>
    <w:p w:rsidR="00AC7E3A" w:rsidRDefault="00AC7E3A" w:rsidP="009E01B7">
      <w:pPr>
        <w:ind w:left="1758"/>
        <w:jc w:val="both"/>
      </w:pPr>
      <w:r>
        <w:t>- удостоверение вдовы участника ВОВ;</w:t>
      </w:r>
    </w:p>
    <w:p w:rsidR="00AC7E3A" w:rsidRDefault="00AC7E3A" w:rsidP="009E01B7">
      <w:pPr>
        <w:ind w:left="1758"/>
        <w:jc w:val="both"/>
      </w:pPr>
      <w:r>
        <w:t>- справка из военкомата подтверждающая что умерший (погибший) супруг относился к категории участников ВОВ.</w:t>
      </w:r>
    </w:p>
    <w:p w:rsidR="00AC7E3A" w:rsidRDefault="00AC7E3A" w:rsidP="009E01B7">
      <w:pPr>
        <w:ind w:left="1758"/>
        <w:jc w:val="both"/>
      </w:pPr>
      <w:r>
        <w:t>12) Вдовами инвалидов ВОВ:</w:t>
      </w:r>
    </w:p>
    <w:p w:rsidR="00AC7E3A" w:rsidRDefault="00AC7E3A" w:rsidP="009E01B7">
      <w:pPr>
        <w:ind w:left="1758"/>
        <w:jc w:val="both"/>
      </w:pPr>
      <w:r>
        <w:t>- удостоверение вдовы инвалида ВОВ;</w:t>
      </w:r>
    </w:p>
    <w:p w:rsidR="00AC7E3A" w:rsidRDefault="00AC7E3A" w:rsidP="009E01B7">
      <w:pPr>
        <w:ind w:left="1758"/>
        <w:jc w:val="both"/>
      </w:pPr>
      <w:r>
        <w:t>- справка из военкомата подтверждающая что умерший (погибший) супруг относился к категории инвалидов ВОВ.</w:t>
      </w:r>
    </w:p>
    <w:p w:rsidR="00AC7E3A" w:rsidRDefault="00AC7E3A" w:rsidP="009E01B7">
      <w:pPr>
        <w:ind w:left="1758"/>
        <w:jc w:val="both"/>
      </w:pPr>
      <w:r>
        <w:t>13) Гражданами, проживавшими в Ленинграде в период ВОВ:</w:t>
      </w:r>
    </w:p>
    <w:p w:rsidR="00AC7E3A" w:rsidRDefault="00AC7E3A" w:rsidP="009E01B7">
      <w:pPr>
        <w:ind w:left="1758"/>
        <w:jc w:val="both"/>
      </w:pPr>
      <w:r>
        <w:t>- удостоверение «Жителя блокадного Ленинграда».</w:t>
      </w:r>
    </w:p>
    <w:p w:rsidR="00AC7E3A" w:rsidRDefault="00AC7E3A" w:rsidP="009E01B7">
      <w:pPr>
        <w:ind w:left="1758"/>
        <w:jc w:val="both"/>
      </w:pPr>
      <w:r>
        <w:t>14) Иными категориями граждан, признанными федеральными законами и законами Новосибирской области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AC7E3A" w:rsidRDefault="00AC7E3A" w:rsidP="009E01B7">
      <w:pPr>
        <w:ind w:firstLine="720"/>
        <w:jc w:val="both"/>
      </w:pPr>
    </w:p>
    <w:p w:rsidR="00AC7E3A" w:rsidRDefault="00AC7E3A" w:rsidP="009E01B7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>, истребуемых сотрудниками администрации Морозовского сельсовета самостоятельно, или предоставляемых заявителем по желанию (с 01.07.2012 г.):</w:t>
      </w:r>
    </w:p>
    <w:p w:rsidR="00AC7E3A" w:rsidRDefault="00AC7E3A" w:rsidP="009E01B7">
      <w:pPr>
        <w:ind w:left="720"/>
        <w:jc w:val="both"/>
      </w:pPr>
      <w: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предоставляемую по каждому дееспособному члену семьи гражданина.</w:t>
      </w:r>
    </w:p>
    <w:p w:rsidR="00AC7E3A" w:rsidRPr="006A5B34" w:rsidRDefault="00AC7E3A" w:rsidP="009E01B7">
      <w:pPr>
        <w:ind w:left="720"/>
        <w:jc w:val="both"/>
        <w:rPr>
          <w:b/>
          <w:bCs/>
        </w:rPr>
      </w:pPr>
      <w:r w:rsidRPr="006A5B34">
        <w:t>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наличии) в соответствии с регламентом работы МФЦ (при наличии).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AC7E3A" w:rsidRPr="006A5B34" w:rsidRDefault="00AC7E3A" w:rsidP="009E01B7">
      <w:pPr>
        <w:ind w:left="720"/>
        <w:jc w:val="both"/>
      </w:pPr>
      <w:r w:rsidRPr="006A5B34"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AC7E3A" w:rsidRPr="006A5B34" w:rsidRDefault="00AC7E3A" w:rsidP="009E01B7">
      <w:pPr>
        <w:ind w:left="720"/>
        <w:jc w:val="both"/>
      </w:pPr>
      <w:r w:rsidRPr="006A5B34">
        <w:t>Предоставление муниципальной услуги с использованием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</w:t>
      </w:r>
    </w:p>
    <w:p w:rsidR="00AC7E3A" w:rsidRPr="006A5B34" w:rsidRDefault="00AC7E3A" w:rsidP="009E01B7">
      <w:pPr>
        <w:ind w:left="720"/>
        <w:jc w:val="both"/>
      </w:pPr>
    </w:p>
    <w:p w:rsidR="00AC7E3A" w:rsidRDefault="00AC7E3A" w:rsidP="009E01B7">
      <w:pPr>
        <w:numPr>
          <w:ilvl w:val="2"/>
          <w:numId w:val="1"/>
        </w:numPr>
        <w:jc w:val="both"/>
      </w:pPr>
      <w:r>
        <w:t>Запрещается требовать от заявителя:</w:t>
      </w:r>
    </w:p>
    <w:p w:rsidR="00AC7E3A" w:rsidRDefault="00AC7E3A" w:rsidP="009E01B7">
      <w:pPr>
        <w:numPr>
          <w:ilvl w:val="5"/>
          <w:numId w:val="4"/>
        </w:numPr>
        <w:tabs>
          <w:tab w:val="num" w:pos="5231"/>
        </w:tabs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AC7E3A" w:rsidRDefault="00AC7E3A" w:rsidP="009E01B7">
      <w:pPr>
        <w:ind w:firstLine="700"/>
        <w:jc w:val="both"/>
      </w:pPr>
      <w:r>
        <w:t>Основаниями для отказа в приеме документов являются:</w:t>
      </w:r>
    </w:p>
    <w:p w:rsidR="00AC7E3A" w:rsidRDefault="00AC7E3A" w:rsidP="009E01B7">
      <w:pPr>
        <w:numPr>
          <w:ilvl w:val="0"/>
          <w:numId w:val="6"/>
        </w:numPr>
        <w:jc w:val="both"/>
      </w:pPr>
      <w: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AC7E3A" w:rsidRDefault="00AC7E3A" w:rsidP="009E01B7">
      <w:pPr>
        <w:numPr>
          <w:ilvl w:val="0"/>
          <w:numId w:val="6"/>
        </w:numPr>
        <w:jc w:val="both"/>
      </w:pPr>
      <w:r>
        <w:t>невозможность установления содержания представленных документов;</w:t>
      </w:r>
    </w:p>
    <w:p w:rsidR="00AC7E3A" w:rsidRDefault="00AC7E3A" w:rsidP="009E01B7">
      <w:pPr>
        <w:numPr>
          <w:ilvl w:val="0"/>
          <w:numId w:val="6"/>
        </w:numPr>
        <w:jc w:val="both"/>
      </w:pPr>
      <w:r>
        <w:t>представленные документы исполнены карандашом.</w:t>
      </w:r>
    </w:p>
    <w:p w:rsidR="00AC7E3A" w:rsidRDefault="00AC7E3A" w:rsidP="009E01B7">
      <w:pPr>
        <w:numPr>
          <w:ilvl w:val="1"/>
          <w:numId w:val="1"/>
        </w:numPr>
        <w:ind w:left="720" w:hanging="720"/>
        <w:jc w:val="both"/>
      </w:pPr>
      <w:r>
        <w:t>Основаниями для отказа в предоставлении муниципальной услуги</w:t>
      </w:r>
    </w:p>
    <w:p w:rsidR="00AC7E3A" w:rsidRDefault="00AC7E3A" w:rsidP="009E01B7">
      <w:pPr>
        <w:ind w:left="720"/>
        <w:jc w:val="both"/>
      </w:pPr>
      <w:r>
        <w:t>являются:</w:t>
      </w:r>
    </w:p>
    <w:p w:rsidR="00AC7E3A" w:rsidRDefault="00AC7E3A" w:rsidP="009E01B7">
      <w:pPr>
        <w:numPr>
          <w:ilvl w:val="0"/>
          <w:numId w:val="5"/>
        </w:numPr>
        <w:tabs>
          <w:tab w:val="num" w:pos="1080"/>
        </w:tabs>
        <w:ind w:left="1080"/>
        <w:jc w:val="both"/>
      </w:pPr>
      <w: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C7E3A" w:rsidRDefault="00AC7E3A" w:rsidP="009E01B7">
      <w:pPr>
        <w:numPr>
          <w:ilvl w:val="0"/>
          <w:numId w:val="5"/>
        </w:numPr>
        <w:tabs>
          <w:tab w:val="num" w:pos="1080"/>
        </w:tabs>
        <w:ind w:left="1080"/>
        <w:jc w:val="both"/>
      </w:pPr>
      <w:r>
        <w:t>письменное заявление заявителя об отказе в предоставлении муниципальной  услуги;</w:t>
      </w:r>
    </w:p>
    <w:p w:rsidR="00AC7E3A" w:rsidRDefault="00AC7E3A" w:rsidP="009E01B7">
      <w:pPr>
        <w:numPr>
          <w:ilvl w:val="0"/>
          <w:numId w:val="5"/>
        </w:numPr>
        <w:tabs>
          <w:tab w:val="num" w:pos="1080"/>
        </w:tabs>
        <w:ind w:left="1080"/>
        <w:jc w:val="both"/>
      </w:pPr>
      <w:r>
        <w:t>отсутствие оснований, предусмотренных законодательством, для получения муниципальной услуги.</w:t>
      </w:r>
    </w:p>
    <w:p w:rsidR="00AC7E3A" w:rsidRDefault="00AC7E3A" w:rsidP="009E01B7">
      <w:pPr>
        <w:ind w:left="720"/>
        <w:jc w:val="both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Услуги, являющиеся необходимыми и обязательными для предоставления муниципальной услуги:</w:t>
      </w:r>
    </w:p>
    <w:p w:rsidR="00AC7E3A" w:rsidRDefault="00AC7E3A" w:rsidP="009E01B7">
      <w:pPr>
        <w:ind w:left="720"/>
        <w:jc w:val="both"/>
      </w:pPr>
      <w:r>
        <w:t>- Государственная услуга по выдаче выписки из Единого Государственного Реестра Прав;</w:t>
      </w:r>
    </w:p>
    <w:p w:rsidR="00AC7E3A" w:rsidRDefault="00AC7E3A" w:rsidP="009E01B7">
      <w:pPr>
        <w:ind w:left="720"/>
        <w:jc w:val="both"/>
      </w:pPr>
      <w:r>
        <w:t>- Муниципальная услуга по признанию граждан малоимущими в целях постановки на учет в качестве нуждающихся в жилых помещениях;</w:t>
      </w:r>
    </w:p>
    <w:p w:rsidR="00AC7E3A" w:rsidRDefault="00AC7E3A" w:rsidP="009E01B7">
      <w:pPr>
        <w:ind w:left="720"/>
        <w:jc w:val="both"/>
      </w:pPr>
      <w:r>
        <w:t>- Государственная услуга по выдаче справки Медико-социальной экспертизы;</w:t>
      </w:r>
    </w:p>
    <w:p w:rsidR="00AC7E3A" w:rsidRDefault="00AC7E3A" w:rsidP="009E01B7">
      <w:pPr>
        <w:ind w:left="720"/>
        <w:jc w:val="both"/>
      </w:pPr>
      <w:r>
        <w:t>- Государственная услуга по выдаче удостоверения «Ветеран Великой Отечественной войны»;</w:t>
      </w:r>
    </w:p>
    <w:p w:rsidR="00AC7E3A" w:rsidRDefault="00AC7E3A" w:rsidP="009E01B7">
      <w:pPr>
        <w:ind w:left="720"/>
        <w:jc w:val="both"/>
      </w:pPr>
      <w:r>
        <w:t>- Государственная услуга по выдаче удостоверения инвалида Отечественной войны;</w:t>
      </w:r>
    </w:p>
    <w:p w:rsidR="00AC7E3A" w:rsidRDefault="00AC7E3A" w:rsidP="009E01B7">
      <w:pPr>
        <w:ind w:left="720"/>
        <w:jc w:val="both"/>
      </w:pPr>
      <w:r>
        <w:t>- Муниципальная услуга по признанию жилого дома (жилого помещения) не пригодным для проживания.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AC7E3A" w:rsidRDefault="00AC7E3A" w:rsidP="009E01B7">
      <w:pPr>
        <w:tabs>
          <w:tab w:val="left" w:pos="540"/>
        </w:tabs>
        <w:ind w:left="720"/>
        <w:jc w:val="both"/>
      </w:pPr>
      <w:r>
        <w:t>Муниципальная услуга предоставляется бесплатно.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AC7E3A" w:rsidRDefault="00AC7E3A" w:rsidP="009E01B7">
      <w:pPr>
        <w:ind w:left="720"/>
        <w:jc w:val="both"/>
      </w:pPr>
      <w:r>
        <w:t>Для получения данной услуги не требуется получение иных услуг.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Максимальное время ожидания в очереди при подаче заявления о предоставлении муниципальной услуги не может превышать </w:t>
      </w:r>
      <w:r w:rsidRPr="009E01B7">
        <w:rPr>
          <w:i/>
          <w:iCs/>
        </w:rPr>
        <w:t>15 минут</w:t>
      </w:r>
      <w:r>
        <w:t>.</w:t>
      </w:r>
    </w:p>
    <w:p w:rsidR="00AC7E3A" w:rsidRDefault="00AC7E3A" w:rsidP="009E01B7">
      <w:pPr>
        <w:ind w:left="720"/>
        <w:jc w:val="both"/>
      </w:pPr>
      <w: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AC7E3A" w:rsidRDefault="00AC7E3A" w:rsidP="009E01B7">
      <w:pPr>
        <w:ind w:left="720" w:hanging="2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C7E3A" w:rsidRDefault="00AC7E3A" w:rsidP="009E01B7">
      <w:pPr>
        <w:ind w:left="720" w:hanging="20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Требования к помещениям, в которых предоставляется муниципальная услуга: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В администрации Морозовского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Требования к местам для ожидания: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Требования к местам для получения информации о муниципальной услуге: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Требования к местам приема заявителей: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Показатели качества и доступности предоставления муниципальной услуги: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Показатели качества муниципальной услуги: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выполнение должностными лицами, сотрудниками администрации Морозовского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отсутствие обоснованных жалоб на действия (бездействие) должностных лиц, сотрудников администрации Морозовского сельсовета при предоставлении муниципальной услуги.</w:t>
      </w:r>
    </w:p>
    <w:p w:rsidR="00AC7E3A" w:rsidRDefault="00AC7E3A" w:rsidP="009E01B7">
      <w:pPr>
        <w:numPr>
          <w:ilvl w:val="2"/>
          <w:numId w:val="1"/>
        </w:numPr>
        <w:jc w:val="both"/>
      </w:pPr>
      <w:r>
        <w:t>Показатели доступности предоставления муниципальной услуги: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Морозовского сельсовета, «Едином портале государственных и муниципальных услуг (функций)»;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пешеходная доступность от остановок общественного транспорта до, здания администрации сельсовета;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C7E3A" w:rsidRDefault="00AC7E3A" w:rsidP="009E01B7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AC7E3A" w:rsidRDefault="00AC7E3A" w:rsidP="009E01B7">
      <w:pPr>
        <w:numPr>
          <w:ilvl w:val="1"/>
          <w:numId w:val="1"/>
        </w:numPr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AC7E3A" w:rsidRDefault="00AC7E3A" w:rsidP="009E01B7">
      <w:pPr>
        <w:ind w:left="360"/>
        <w:jc w:val="both"/>
      </w:pPr>
    </w:p>
    <w:p w:rsidR="00AC7E3A" w:rsidRDefault="00AC7E3A" w:rsidP="009E01B7">
      <w:pPr>
        <w:ind w:left="1069"/>
        <w:jc w:val="both"/>
      </w:pPr>
    </w:p>
    <w:p w:rsidR="00AC7E3A" w:rsidRDefault="00AC7E3A" w:rsidP="009E01B7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C7E3A" w:rsidRDefault="00AC7E3A" w:rsidP="009E01B7">
      <w:pPr>
        <w:jc w:val="center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AC7E3A" w:rsidRDefault="00AC7E3A" w:rsidP="009E01B7">
      <w:pPr>
        <w:tabs>
          <w:tab w:val="left" w:pos="540"/>
        </w:tabs>
        <w:ind w:left="720"/>
        <w:jc w:val="both"/>
      </w:pPr>
      <w:r>
        <w:t>- прием и регистрация заявления и документов, необходимых для предоставления муниципальной услуги;</w:t>
      </w:r>
    </w:p>
    <w:p w:rsidR="00AC7E3A" w:rsidRDefault="00AC7E3A" w:rsidP="009E01B7">
      <w:pPr>
        <w:tabs>
          <w:tab w:val="left" w:pos="540"/>
        </w:tabs>
        <w:ind w:left="720"/>
        <w:jc w:val="both"/>
      </w:pPr>
      <w:r>
        <w:t>- проверка сведений, представленных заявителем;</w:t>
      </w:r>
    </w:p>
    <w:p w:rsidR="00AC7E3A" w:rsidRDefault="00AC7E3A" w:rsidP="009E01B7">
      <w:pPr>
        <w:tabs>
          <w:tab w:val="left" w:pos="540"/>
        </w:tabs>
        <w:ind w:left="720"/>
        <w:jc w:val="both"/>
      </w:pPr>
      <w:r>
        <w:t>- принятие решения о предоставлении муниципальной услуги;</w:t>
      </w:r>
    </w:p>
    <w:p w:rsidR="00AC7E3A" w:rsidRDefault="00AC7E3A" w:rsidP="009E01B7">
      <w:pPr>
        <w:tabs>
          <w:tab w:val="left" w:pos="540"/>
        </w:tabs>
        <w:ind w:left="720"/>
        <w:jc w:val="both"/>
      </w:pPr>
      <w:r>
        <w:t>- выдача результата предоставления муниципальной услуги.</w:t>
      </w:r>
    </w:p>
    <w:p w:rsidR="00AC7E3A" w:rsidRPr="006A5B34" w:rsidRDefault="00AC7E3A" w:rsidP="009E01B7">
      <w:pPr>
        <w:jc w:val="both"/>
      </w:pPr>
      <w:r w:rsidRPr="006A5B34">
        <w:t>В случае представления заявления и документов, необходимых для предоставления муниципальной услуги через МФЦ (при наличии),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6A5B34">
        <w:rPr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6A5B34"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AC7E3A" w:rsidRPr="006A5B34" w:rsidRDefault="00AC7E3A" w:rsidP="009E01B7">
      <w:pPr>
        <w:jc w:val="both"/>
      </w:pPr>
      <w:r w:rsidRPr="006A5B34"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форме.</w:t>
      </w:r>
    </w:p>
    <w:p w:rsidR="00AC7E3A" w:rsidRPr="006A5B34" w:rsidRDefault="00AC7E3A" w:rsidP="009E01B7">
      <w:pPr>
        <w:jc w:val="both"/>
        <w:rPr>
          <w:color w:val="auto"/>
        </w:rPr>
      </w:pPr>
      <w:r w:rsidRPr="006A5B34">
        <w:t xml:space="preserve">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 w:rsidRPr="006A5B34">
        <w:rPr>
          <w:lang w:val="en-US"/>
        </w:rPr>
        <w:t>call</w:t>
      </w:r>
      <w:r w:rsidRPr="006A5B34">
        <w:t xml:space="preserve">-центра МФЦ и </w:t>
      </w:r>
      <w:r w:rsidRPr="006A5B34">
        <w:rPr>
          <w:lang w:val="en-US"/>
        </w:rPr>
        <w:t>sms</w:t>
      </w:r>
      <w:r w:rsidRPr="006A5B34">
        <w:t>-информирования.</w:t>
      </w:r>
    </w:p>
    <w:p w:rsidR="00AC7E3A" w:rsidRPr="006A5B34" w:rsidRDefault="00AC7E3A" w:rsidP="009E01B7">
      <w:pPr>
        <w:jc w:val="both"/>
        <w:rPr>
          <w:color w:val="auto"/>
        </w:rPr>
      </w:pPr>
      <w:r w:rsidRPr="006A5B34">
        <w:rPr>
          <w:color w:val="auto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AC7E3A" w:rsidRPr="006A5B34" w:rsidRDefault="00AC7E3A" w:rsidP="009E01B7">
      <w:pPr>
        <w:jc w:val="both"/>
        <w:rPr>
          <w:color w:val="auto"/>
        </w:rPr>
      </w:pPr>
      <w:r w:rsidRPr="006A5B34">
        <w:rPr>
          <w:color w:val="auto"/>
        </w:rPr>
        <w:t>3.1.2.</w:t>
      </w:r>
      <w:r w:rsidRPr="006A5B34">
        <w:t xml:space="preserve"> При подаче заявления на оказание муниципальной услуги через МФЦ (при наличии),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</w:t>
      </w:r>
    </w:p>
    <w:p w:rsidR="00AC7E3A" w:rsidRPr="006A5B34" w:rsidRDefault="00AC7E3A" w:rsidP="009E01B7">
      <w:pPr>
        <w:jc w:val="both"/>
        <w:rPr>
          <w:color w:val="auto"/>
        </w:rPr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Прием заявления и документов, необходимых для предоставления муниципальной услуги 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Прием заявления и документов, необходимых для предоставления муниципальной услуги, осуществляется специалистом администрации Морозовского сельсовета, ответственным  за прием и регистрацию документов.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В случае,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Заявителю выдается расписка в получении заявления и приложенных к нему документов по утвержденной форме (приложение N 3).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AC7E3A" w:rsidRDefault="00AC7E3A" w:rsidP="009E01B7">
      <w:pPr>
        <w:ind w:left="709"/>
        <w:jc w:val="both"/>
      </w:pPr>
      <w: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AC7E3A" w:rsidRDefault="00AC7E3A" w:rsidP="009E01B7">
      <w:pPr>
        <w:ind w:left="709"/>
        <w:jc w:val="both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Проверка сведений, представленных заявителем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ab/>
        <w:t>С 01.07.2012 в случае непредставления заявителем специалистом, ответственным за предоставление муниципальной услуги, самостоятельно истребуются по каналам межведомственного взаимодействия следующие документы (или сведения их заменяющие):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предоставляемую по каждому дееспособному члену семьи гражданина.</w:t>
      </w:r>
    </w:p>
    <w:p w:rsidR="00AC7E3A" w:rsidRDefault="00AC7E3A" w:rsidP="009E01B7">
      <w:pPr>
        <w:tabs>
          <w:tab w:val="left" w:pos="540"/>
        </w:tabs>
        <w:ind w:left="709"/>
        <w:jc w:val="both"/>
      </w:pP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AC7E3A" w:rsidRDefault="00AC7E3A" w:rsidP="009E01B7">
      <w:pPr>
        <w:tabs>
          <w:tab w:val="left" w:pos="540"/>
        </w:tabs>
        <w:ind w:left="709"/>
        <w:jc w:val="both"/>
      </w:pP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AC7E3A" w:rsidRDefault="00AC7E3A" w:rsidP="009E01B7">
      <w:pPr>
        <w:ind w:left="709"/>
        <w:jc w:val="both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Принятие решения о предоставлении муниципальной услуги 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 xml:space="preserve">В том случае, если заявитель в соответствии с действующим законодательством имеет право на постановку на учет граждан в качестве нуждающегося в жилом помещении, инициируется заседание органа, принимающего решение. 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Данное действие осуществляется специалистом, ответственным за исполнение административной процедуры.</w:t>
      </w:r>
    </w:p>
    <w:p w:rsidR="00AC7E3A" w:rsidRDefault="00AC7E3A" w:rsidP="009E01B7">
      <w:pPr>
        <w:tabs>
          <w:tab w:val="left" w:pos="540"/>
        </w:tabs>
        <w:ind w:left="709"/>
        <w:jc w:val="both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Выдача результата предоставления муниципальной услуги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В случае положительного решения осуществляется подготовка и согласование Постановления о принятии гражданина на учет в качестве нуждающегося в жилом помещении.</w:t>
      </w:r>
    </w:p>
    <w:p w:rsidR="00AC7E3A" w:rsidRDefault="00AC7E3A" w:rsidP="009E01B7">
      <w:pPr>
        <w:tabs>
          <w:tab w:val="left" w:pos="540"/>
        </w:tabs>
        <w:ind w:left="709"/>
        <w:jc w:val="both"/>
      </w:pPr>
      <w:r>
        <w:t>В книгу учета граждан, нуждающихся в жилых помещениях, вносится запись о заявителе.</w:t>
      </w:r>
    </w:p>
    <w:p w:rsidR="00AC7E3A" w:rsidRDefault="00AC7E3A" w:rsidP="009E01B7">
      <w:pPr>
        <w:ind w:left="720"/>
        <w:jc w:val="both"/>
      </w:pPr>
      <w:r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AC7E3A" w:rsidRDefault="00AC7E3A" w:rsidP="009E01B7">
      <w:pPr>
        <w:ind w:firstLine="720"/>
        <w:jc w:val="both"/>
      </w:pPr>
    </w:p>
    <w:p w:rsidR="00AC7E3A" w:rsidRDefault="00AC7E3A" w:rsidP="009E01B7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Формы контроля за исполнением регламента</w:t>
      </w:r>
    </w:p>
    <w:p w:rsidR="00AC7E3A" w:rsidRDefault="00AC7E3A" w:rsidP="009E01B7">
      <w:pPr>
        <w:jc w:val="both"/>
      </w:pP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Морозовского  сельсовета.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Морозовского сельсовета.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Ответственность за предоставление муниципальной услуги возлагается на Главу Морозовского сельсовета, который непосредственно принимает решение по вопросам предоставления муниципальной услуги.</w:t>
      </w:r>
    </w:p>
    <w:p w:rsidR="00AC7E3A" w:rsidRDefault="00AC7E3A" w:rsidP="009E01B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Морозовского 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AC7E3A" w:rsidRDefault="00AC7E3A" w:rsidP="009E01B7">
      <w:pPr>
        <w:ind w:firstLine="709"/>
        <w:jc w:val="both"/>
      </w:pPr>
    </w:p>
    <w:p w:rsidR="00AC7E3A" w:rsidRDefault="00AC7E3A" w:rsidP="009E01B7">
      <w:pPr>
        <w:ind w:firstLine="709"/>
        <w:jc w:val="both"/>
      </w:pPr>
    </w:p>
    <w:p w:rsidR="00AC7E3A" w:rsidRDefault="00AC7E3A" w:rsidP="009E01B7">
      <w:pPr>
        <w:jc w:val="center"/>
        <w:rPr>
          <w:b/>
          <w:bCs/>
        </w:rPr>
      </w:pPr>
      <w:r>
        <w:rPr>
          <w:b/>
          <w:bCs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  лиц, муниципальных служащих.</w:t>
      </w:r>
    </w:p>
    <w:p w:rsidR="00AC7E3A" w:rsidRDefault="00AC7E3A" w:rsidP="009E01B7">
      <w:pPr>
        <w:jc w:val="center"/>
      </w:pPr>
    </w:p>
    <w:p w:rsidR="00AC7E3A" w:rsidRDefault="00AC7E3A" w:rsidP="00B910F0">
      <w:pPr>
        <w:jc w:val="both"/>
      </w:pPr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AC7E3A" w:rsidRDefault="00AC7E3A" w:rsidP="00B910F0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AC7E3A" w:rsidRDefault="00AC7E3A" w:rsidP="00B910F0">
      <w:pPr>
        <w:jc w:val="both"/>
      </w:pPr>
      <w:r>
        <w:t>2) нарушение срока предоставления муниципальной услуги;</w:t>
      </w:r>
    </w:p>
    <w:p w:rsidR="00AC7E3A" w:rsidRDefault="00AC7E3A" w:rsidP="00B910F0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AC7E3A" w:rsidRDefault="00AC7E3A" w:rsidP="00B910F0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AC7E3A" w:rsidRDefault="00AC7E3A" w:rsidP="00B910F0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AC7E3A" w:rsidRDefault="00AC7E3A" w:rsidP="00B910F0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AC7E3A" w:rsidRDefault="00AC7E3A" w:rsidP="00B910F0">
      <w:pPr>
        <w:jc w:val="both"/>
      </w:pPr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C7E3A" w:rsidRDefault="00AC7E3A" w:rsidP="00B910F0">
      <w:pPr>
        <w:jc w:val="both"/>
      </w:pPr>
      <w:r>
        <w:t>5.2. 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(</w:t>
      </w:r>
      <w:hyperlink r:id="rId10" w:history="1">
        <w:r w:rsidRPr="001B7599">
          <w:rPr>
            <w:rStyle w:val="Hyperlink"/>
          </w:rPr>
          <w:t>www.gosuslugi.ru</w:t>
        </w:r>
      </w:hyperlink>
      <w:r>
        <w:t>) либо регионального портала государственных и муниципальных услуг (54.</w:t>
      </w:r>
      <w:r>
        <w:rPr>
          <w:lang w:val="en-US"/>
        </w:rPr>
        <w:t>gosuslugi</w:t>
      </w:r>
      <w:r>
        <w:t>.</w:t>
      </w:r>
      <w:r>
        <w:rPr>
          <w:lang w:val="en-US"/>
        </w:rPr>
        <w:t>ru</w:t>
      </w:r>
      <w:r>
        <w:t>), а также может быть принята при личном приеме заявителя.</w:t>
      </w:r>
    </w:p>
    <w:p w:rsidR="00AC7E3A" w:rsidRDefault="00AC7E3A" w:rsidP="00B910F0">
      <w:pPr>
        <w:jc w:val="both"/>
      </w:pPr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администрации Морозовского главе Морозовского сельсовета</w:t>
      </w:r>
    </w:p>
    <w:p w:rsidR="00AC7E3A" w:rsidRDefault="00AC7E3A" w:rsidP="00B910F0">
      <w:pPr>
        <w:jc w:val="both"/>
      </w:pPr>
      <w:r>
        <w:t>5.3. Жалоба должна содержать:</w:t>
      </w:r>
    </w:p>
    <w:p w:rsidR="00AC7E3A" w:rsidRDefault="00AC7E3A" w:rsidP="00B910F0">
      <w:pPr>
        <w:jc w:val="both"/>
      </w:pPr>
      <w: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</w:t>
      </w:r>
      <w:bookmarkStart w:id="1" w:name="_msoanchor_1"/>
      <w:r>
        <w:rPr>
          <w:color w:val="0000FF"/>
          <w:sz w:val="16"/>
          <w:szCs w:val="16"/>
          <w:u w:val="single"/>
        </w:rPr>
        <w:t>]</w:t>
      </w:r>
      <w:bookmarkEnd w:id="1"/>
      <w:r>
        <w:t>муниципального служащего, решения и действия (бездействие) которых обжалуются;</w:t>
      </w:r>
    </w:p>
    <w:p w:rsidR="00AC7E3A" w:rsidRDefault="00AC7E3A" w:rsidP="00B910F0">
      <w:pPr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C7E3A" w:rsidRDefault="00AC7E3A" w:rsidP="00B910F0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AC7E3A" w:rsidRDefault="00AC7E3A" w:rsidP="00B910F0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AC7E3A" w:rsidRDefault="00AC7E3A" w:rsidP="00B910F0">
      <w:pPr>
        <w:jc w:val="both"/>
      </w:pPr>
      <w:r>
        <w:t>5) личную подпись заявителя и дату.</w:t>
      </w:r>
    </w:p>
    <w:p w:rsidR="00AC7E3A" w:rsidRDefault="00AC7E3A" w:rsidP="00B910F0">
      <w:pPr>
        <w:jc w:val="both"/>
      </w:pPr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AC7E3A" w:rsidRDefault="00AC7E3A" w:rsidP="00B910F0">
      <w:pPr>
        <w:jc w:val="both"/>
      </w:pPr>
      <w:r>
        <w:t>о местонахождении  структурного подразделения администрации, ответственного за предоставление муниципальной услуги;</w:t>
      </w:r>
    </w:p>
    <w:p w:rsidR="00AC7E3A" w:rsidRDefault="00AC7E3A" w:rsidP="00B910F0">
      <w:pPr>
        <w:jc w:val="both"/>
      </w:pPr>
      <w:r>
        <w:t>сведения о режиме работы администрации, ответственного за предоставление муниципальной услуги;</w:t>
      </w:r>
    </w:p>
    <w:p w:rsidR="00AC7E3A" w:rsidRDefault="00AC7E3A" w:rsidP="00B910F0">
      <w:pPr>
        <w:jc w:val="both"/>
      </w:pPr>
      <w:r>
        <w:t>о графике приема заявителей главой Морозовского сельсовета;</w:t>
      </w:r>
    </w:p>
    <w:p w:rsidR="00AC7E3A" w:rsidRDefault="00AC7E3A" w:rsidP="00B910F0">
      <w:pPr>
        <w:jc w:val="both"/>
      </w:pPr>
      <w:r>
        <w:t>о перечне номеров телефонов для получения сведений о прохождении процедур рассмотрения жалобы;</w:t>
      </w:r>
    </w:p>
    <w:p w:rsidR="00AC7E3A" w:rsidRDefault="00AC7E3A" w:rsidP="00B910F0">
      <w:pPr>
        <w:jc w:val="both"/>
      </w:pPr>
      <w:r>
        <w:t>о входящем номере, под которым зарегистрирована жалоба в администрации;</w:t>
      </w:r>
    </w:p>
    <w:p w:rsidR="00AC7E3A" w:rsidRDefault="00AC7E3A" w:rsidP="00B910F0">
      <w:pPr>
        <w:jc w:val="both"/>
      </w:pPr>
      <w:r>
        <w:t>о сроке рассмотрения жалобы;</w:t>
      </w:r>
    </w:p>
    <w:p w:rsidR="00AC7E3A" w:rsidRDefault="00AC7E3A" w:rsidP="00B910F0">
      <w:pPr>
        <w:jc w:val="both"/>
      </w:pPr>
      <w:r>
        <w:t>о принятых промежуточных решениях (принятие к рассмотрению, истребование документов).</w:t>
      </w:r>
    </w:p>
    <w:p w:rsidR="00AC7E3A" w:rsidRDefault="00AC7E3A" w:rsidP="00B910F0">
      <w:pPr>
        <w:jc w:val="both"/>
      </w:pPr>
      <w:r>
        <w:t>При подаче жалобы заявитель вправе получить в структурном подразделении администрации, ответственного за предоставление муниципальной услуги, копии документов, подтверждающих обжалуемое действие (бездействие) должностного лица структурного подразделения.</w:t>
      </w:r>
    </w:p>
    <w:p w:rsidR="00AC7E3A" w:rsidRDefault="00AC7E3A" w:rsidP="00B910F0">
      <w:pPr>
        <w:jc w:val="both"/>
      </w:pPr>
      <w:r>
        <w:t xml:space="preserve">5.5.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AC7E3A" w:rsidRDefault="00AC7E3A" w:rsidP="00B910F0">
      <w:pPr>
        <w:jc w:val="both"/>
      </w:pPr>
      <w:r>
        <w:t>5.6. По результатам рассмотрения жалобы администрация принимает одно из следующих решений:</w:t>
      </w:r>
    </w:p>
    <w:p w:rsidR="00AC7E3A" w:rsidRDefault="00AC7E3A" w:rsidP="00B910F0">
      <w:pPr>
        <w:jc w:val="both"/>
      </w:pPr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AC7E3A" w:rsidRDefault="00AC7E3A" w:rsidP="00B910F0">
      <w:pPr>
        <w:jc w:val="both"/>
      </w:pPr>
      <w:r>
        <w:t>2) отказывает в удовлетворении жалобы.</w:t>
      </w:r>
    </w:p>
    <w:p w:rsidR="00AC7E3A" w:rsidRDefault="00AC7E3A" w:rsidP="00B910F0">
      <w:pPr>
        <w:jc w:val="both"/>
      </w:pPr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C7E3A" w:rsidRDefault="00AC7E3A" w:rsidP="00B910F0">
      <w:pPr>
        <w:jc w:val="both"/>
      </w:pPr>
      <w: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C7E3A" w:rsidRDefault="00AC7E3A" w:rsidP="00B910F0">
      <w:pPr>
        <w:jc w:val="both"/>
      </w:pPr>
      <w:r>
        <w:t>5.9. Запись заявителей на личный прием к главе Морозовского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информационных стендах администрации, предоставляющего муниципальную услугу.</w:t>
      </w:r>
    </w:p>
    <w:p w:rsidR="00AC7E3A" w:rsidRDefault="00AC7E3A" w:rsidP="00B910F0">
      <w:pPr>
        <w:jc w:val="both"/>
      </w:pPr>
      <w:r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AC7E3A" w:rsidRDefault="00AC7E3A" w:rsidP="00B910F0">
      <w:pPr>
        <w:jc w:val="both"/>
      </w:pPr>
      <w:r>
        <w:t>5.11. 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AC7E3A" w:rsidRDefault="00AC7E3A" w:rsidP="00B910F0">
      <w:pPr>
        <w:ind w:firstLine="540"/>
        <w:jc w:val="both"/>
      </w:pPr>
      <w:r>
        <w:t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AC7E3A" w:rsidRDefault="00AC7E3A" w:rsidP="00B910F0">
      <w:pPr>
        <w:ind w:firstLine="540"/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C7E3A" w:rsidRDefault="00AC7E3A" w:rsidP="00B910F0">
      <w:pPr>
        <w:jc w:val="both"/>
      </w:pPr>
      <w:r>
        <w:t>5.13. Порядок рассмотрения жалобы заявителя, основания для отказа в рассмотрении жалобы:</w:t>
      </w:r>
    </w:p>
    <w:p w:rsidR="00AC7E3A" w:rsidRDefault="00AC7E3A" w:rsidP="00B910F0">
      <w:pPr>
        <w:jc w:val="both"/>
      </w:pPr>
      <w: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AC7E3A" w:rsidRDefault="00AC7E3A" w:rsidP="00B910F0">
      <w:pPr>
        <w:jc w:val="both"/>
      </w:pPr>
      <w: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AC7E3A" w:rsidRDefault="00AC7E3A" w:rsidP="00B910F0">
      <w:pPr>
        <w:jc w:val="both"/>
      </w:pPr>
      <w: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AC7E3A" w:rsidRDefault="00AC7E3A" w:rsidP="00B910F0">
      <w:pPr>
        <w:jc w:val="both"/>
      </w:pPr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AC7E3A" w:rsidRDefault="00AC7E3A" w:rsidP="00B910F0">
      <w:pPr>
        <w:jc w:val="both"/>
      </w:pPr>
      <w: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AC7E3A" w:rsidRDefault="00AC7E3A" w:rsidP="00B910F0">
      <w:pPr>
        <w:jc w:val="both"/>
      </w:pPr>
      <w: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AC7E3A" w:rsidRDefault="00AC7E3A" w:rsidP="00B910F0">
      <w:pPr>
        <w:jc w:val="both"/>
      </w:pPr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AC7E3A" w:rsidRDefault="00AC7E3A" w:rsidP="00B910F0">
      <w:pPr>
        <w:jc w:val="both"/>
      </w:pPr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AC7E3A" w:rsidRDefault="00AC7E3A" w:rsidP="00B910F0">
      <w:pPr>
        <w:ind w:firstLine="540"/>
        <w:jc w:val="both"/>
      </w:pPr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AC7E3A" w:rsidRDefault="00AC7E3A" w:rsidP="00B910F0">
      <w:pPr>
        <w:ind w:firstLine="540"/>
        <w:jc w:val="both"/>
      </w:pPr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AC7E3A" w:rsidRDefault="00AC7E3A" w:rsidP="00B910F0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AC7E3A" w:rsidRDefault="00AC7E3A" w:rsidP="00B910F0">
      <w:pPr>
        <w:jc w:val="both"/>
      </w:pPr>
    </w:p>
    <w:p w:rsidR="00AC7E3A" w:rsidRDefault="00AC7E3A" w:rsidP="009E01B7"/>
    <w:p w:rsidR="00AC7E3A" w:rsidRDefault="00AC7E3A" w:rsidP="009E01B7">
      <w:pPr>
        <w:tabs>
          <w:tab w:val="left" w:pos="3672"/>
        </w:tabs>
        <w:ind w:left="720"/>
        <w:jc w:val="right"/>
      </w:pPr>
      <w:r>
        <w:t>Приложение № 1</w:t>
      </w:r>
    </w:p>
    <w:p w:rsidR="00AC7E3A" w:rsidRDefault="00AC7E3A" w:rsidP="009E01B7">
      <w:pPr>
        <w:jc w:val="right"/>
      </w:pPr>
      <w:r>
        <w:t>к административному регламенту</w:t>
      </w:r>
    </w:p>
    <w:p w:rsidR="00AC7E3A" w:rsidRDefault="00AC7E3A" w:rsidP="009E01B7">
      <w:pPr>
        <w:jc w:val="right"/>
      </w:pPr>
      <w:r>
        <w:t>предоставления муниципальной услуги</w:t>
      </w:r>
    </w:p>
    <w:p w:rsidR="00AC7E3A" w:rsidRDefault="00AC7E3A" w:rsidP="009E01B7">
      <w:pPr>
        <w:jc w:val="right"/>
      </w:pPr>
      <w:r>
        <w:t>по приему заявлений, документов,</w:t>
      </w:r>
    </w:p>
    <w:p w:rsidR="00AC7E3A" w:rsidRDefault="00AC7E3A" w:rsidP="009E01B7">
      <w:pPr>
        <w:jc w:val="right"/>
      </w:pPr>
      <w:r>
        <w:t>а также постановке граждан на учет в качестве</w:t>
      </w:r>
    </w:p>
    <w:p w:rsidR="00AC7E3A" w:rsidRDefault="00AC7E3A" w:rsidP="009E01B7">
      <w:pPr>
        <w:jc w:val="right"/>
      </w:pPr>
      <w:r>
        <w:t>нуждающихся в жилых помещениях</w:t>
      </w:r>
    </w:p>
    <w:p w:rsidR="00AC7E3A" w:rsidRDefault="00AC7E3A" w:rsidP="009E01B7">
      <w:pPr>
        <w:jc w:val="right"/>
      </w:pPr>
    </w:p>
    <w:p w:rsidR="00AC7E3A" w:rsidRDefault="00AC7E3A" w:rsidP="009E01B7">
      <w:pPr>
        <w:jc w:val="center"/>
      </w:pPr>
      <w:r>
        <w:t>ЗАЯВЛЕНИЕ</w:t>
      </w:r>
    </w:p>
    <w:p w:rsidR="00AC7E3A" w:rsidRDefault="00AC7E3A" w:rsidP="009E01B7">
      <w:pPr>
        <w:jc w:val="center"/>
      </w:pPr>
    </w:p>
    <w:p w:rsidR="00AC7E3A" w:rsidRDefault="00AC7E3A" w:rsidP="009E01B7">
      <w:pPr>
        <w:jc w:val="right"/>
      </w:pPr>
      <w:r>
        <w:rPr>
          <w:i/>
          <w:iCs/>
          <w:sz w:val="22"/>
          <w:szCs w:val="22"/>
        </w:rPr>
        <w:t>Примерная форма</w:t>
      </w:r>
    </w:p>
    <w:p w:rsidR="00AC7E3A" w:rsidRDefault="00AC7E3A" w:rsidP="009E01B7">
      <w:pPr>
        <w:jc w:val="center"/>
      </w:pPr>
    </w:p>
    <w:p w:rsidR="00AC7E3A" w:rsidRDefault="00AC7E3A" w:rsidP="009E01B7">
      <w:pPr>
        <w:jc w:val="right"/>
        <w:rPr>
          <w:sz w:val="22"/>
          <w:szCs w:val="22"/>
        </w:rPr>
      </w:pPr>
      <w:r>
        <w:rPr>
          <w:sz w:val="22"/>
          <w:szCs w:val="22"/>
        </w:rPr>
        <w:t>Главе Морозовского  сельсовета</w:t>
      </w:r>
    </w:p>
    <w:p w:rsidR="00AC7E3A" w:rsidRDefault="00AC7E3A" w:rsidP="009E01B7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________________________________</w:t>
      </w:r>
    </w:p>
    <w:p w:rsidR="00AC7E3A" w:rsidRDefault="00AC7E3A" w:rsidP="009E01B7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__________________________________,</w:t>
      </w:r>
    </w:p>
    <w:p w:rsidR="00AC7E3A" w:rsidRDefault="00AC7E3A" w:rsidP="009E01B7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проживающего(ей) по адресу: _______</w:t>
      </w:r>
    </w:p>
    <w:p w:rsidR="00AC7E3A" w:rsidRDefault="00AC7E3A" w:rsidP="009E01B7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AC7E3A" w:rsidRDefault="00AC7E3A" w:rsidP="009E01B7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AC7E3A" w:rsidRDefault="00AC7E3A" w:rsidP="009E01B7">
      <w:pPr>
        <w:jc w:val="both"/>
      </w:pPr>
      <w:r>
        <w:t> </w:t>
      </w:r>
    </w:p>
    <w:p w:rsidR="00AC7E3A" w:rsidRDefault="00AC7E3A" w:rsidP="009E01B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ЗАЯВЛЕНИЕ</w:t>
      </w:r>
    </w:p>
    <w:p w:rsidR="00AC7E3A" w:rsidRDefault="00AC7E3A" w:rsidP="009E01B7">
      <w:pPr>
        <w:jc w:val="both"/>
      </w:pPr>
      <w:r>
        <w:t> </w:t>
      </w:r>
    </w:p>
    <w:p w:rsidR="00AC7E3A" w:rsidRDefault="00AC7E3A" w:rsidP="009E01B7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В связи ______________________________________________________________________________</w:t>
      </w:r>
    </w:p>
    <w:p w:rsidR="00AC7E3A" w:rsidRDefault="00AC7E3A" w:rsidP="009E01B7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(указать основания)</w:t>
      </w:r>
    </w:p>
    <w:p w:rsidR="00AC7E3A" w:rsidRDefault="00AC7E3A" w:rsidP="009E01B7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────────────────────────────────────────────────────────────</w:t>
      </w:r>
    </w:p>
    <w:p w:rsidR="00AC7E3A" w:rsidRDefault="00AC7E3A" w:rsidP="009E01B7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──────────────────────────────────────────────────────────────</w:t>
      </w:r>
    </w:p>
    <w:p w:rsidR="00AC7E3A" w:rsidRDefault="00AC7E3A" w:rsidP="009E01B7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Прошу принять документы и поставить меня и мою семью на учет в качестве нуждающихся в жилом помещении в категории граждан:</w:t>
      </w:r>
    </w:p>
    <w:p w:rsidR="00AC7E3A" w:rsidRDefault="00AC7E3A" w:rsidP="009E01B7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1 ____________________________________</w:t>
      </w:r>
    </w:p>
    <w:p w:rsidR="00AC7E3A" w:rsidRDefault="00AC7E3A" w:rsidP="009E01B7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2. ___________________________________</w:t>
      </w:r>
    </w:p>
    <w:p w:rsidR="00AC7E3A" w:rsidRDefault="00AC7E3A" w:rsidP="009E01B7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3 ____________________________________</w:t>
      </w:r>
    </w:p>
    <w:p w:rsidR="00AC7E3A" w:rsidRDefault="00AC7E3A" w:rsidP="009E01B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О себе сообщаю, что я работаю</w:t>
      </w:r>
    </w:p>
    <w:p w:rsidR="00AC7E3A" w:rsidRDefault="00AC7E3A" w:rsidP="009E01B7">
      <w:pPr>
        <w:pStyle w:val="NoSpacing"/>
        <w:jc w:val="both"/>
      </w:pPr>
      <w:r>
        <w:t>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sz w:val="18"/>
          <w:szCs w:val="18"/>
        </w:rPr>
      </w:pPr>
      <w:r>
        <w:t>               </w:t>
      </w:r>
      <w:r>
        <w:rPr>
          <w:sz w:val="18"/>
          <w:szCs w:val="18"/>
        </w:rPr>
        <w:t>(указать наименование предприятия, учреждения, организации)</w:t>
      </w:r>
    </w:p>
    <w:p w:rsidR="00AC7E3A" w:rsidRDefault="00AC7E3A" w:rsidP="009E01B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в должности ______________________________________________________.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Я ______________________ с семьей из ____ человек занимаю ____ комнатную квартиру на ___ этаже</w:t>
      </w:r>
    </w:p>
    <w:p w:rsidR="00AC7E3A" w:rsidRDefault="00AC7E3A" w:rsidP="009E01B7">
      <w:pPr>
        <w:pStyle w:val="NoSpacing"/>
        <w:jc w:val="both"/>
        <w:rPr>
          <w:color w:val="auto"/>
          <w:sz w:val="18"/>
          <w:szCs w:val="18"/>
        </w:rPr>
      </w:pPr>
      <w:r>
        <w:rPr>
          <w:color w:val="auto"/>
          <w:sz w:val="22"/>
          <w:szCs w:val="22"/>
        </w:rPr>
        <w:t xml:space="preserve">     </w:t>
      </w:r>
      <w:r>
        <w:rPr>
          <w:color w:val="auto"/>
          <w:sz w:val="18"/>
          <w:szCs w:val="18"/>
        </w:rPr>
        <w:t>(фамилия, имя, отчество)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 этажного жилого дома по адресу: _______________________,  общей  площадью  ______кв.  м.  Квартира относится к ______________________________________________________ жилищному фонду. </w:t>
      </w:r>
    </w:p>
    <w:p w:rsidR="00AC7E3A" w:rsidRDefault="00AC7E3A" w:rsidP="009E01B7">
      <w:pPr>
        <w:pStyle w:val="NoSpacing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Сведения о членах семьи, проживающих со мной: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1971"/>
        <w:gridCol w:w="1862"/>
        <w:gridCol w:w="1489"/>
        <w:gridCol w:w="1900"/>
        <w:gridCol w:w="2203"/>
      </w:tblGrid>
      <w:tr w:rsidR="00AC7E3A">
        <w:trPr>
          <w:cantSplit/>
          <w:trHeight w:val="600"/>
        </w:trPr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 Фамилия, имя,    </w:t>
            </w:r>
            <w:r>
              <w:rPr>
                <w:color w:val="auto"/>
                <w:sz w:val="24"/>
                <w:szCs w:val="24"/>
              </w:rPr>
              <w:br/>
              <w:t>отчество (полностью)</w:t>
            </w:r>
            <w:r>
              <w:rPr>
                <w:color w:val="auto"/>
                <w:sz w:val="24"/>
                <w:szCs w:val="24"/>
              </w:rPr>
              <w:br/>
              <w:t xml:space="preserve">заявителя, членов  </w:t>
            </w:r>
            <w:r>
              <w:rPr>
                <w:color w:val="auto"/>
                <w:sz w:val="24"/>
                <w:szCs w:val="24"/>
              </w:rPr>
              <w:br/>
              <w:t>семьи    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Год   </w:t>
            </w:r>
            <w:r>
              <w:rPr>
                <w:color w:val="auto"/>
                <w:sz w:val="24"/>
                <w:szCs w:val="24"/>
              </w:rPr>
              <w:br/>
              <w:t>рождения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Родственные</w:t>
            </w:r>
            <w:r>
              <w:rPr>
                <w:color w:val="auto"/>
                <w:sz w:val="24"/>
                <w:szCs w:val="24"/>
              </w:rPr>
              <w:br/>
              <w:t>отношения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Место  </w:t>
            </w:r>
            <w:r>
              <w:rPr>
                <w:color w:val="auto"/>
                <w:sz w:val="24"/>
                <w:szCs w:val="24"/>
              </w:rPr>
              <w:br/>
              <w:t xml:space="preserve">работы, </w:t>
            </w:r>
            <w:r>
              <w:rPr>
                <w:color w:val="auto"/>
                <w:sz w:val="24"/>
                <w:szCs w:val="24"/>
              </w:rPr>
              <w:br/>
              <w:t>должность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Номер контактного </w:t>
            </w:r>
            <w:r>
              <w:rPr>
                <w:color w:val="auto"/>
                <w:sz w:val="24"/>
                <w:szCs w:val="24"/>
              </w:rPr>
              <w:br/>
              <w:t xml:space="preserve">телефона:      </w:t>
            </w:r>
            <w:r>
              <w:rPr>
                <w:color w:val="auto"/>
                <w:sz w:val="24"/>
                <w:szCs w:val="24"/>
              </w:rPr>
              <w:br/>
              <w:t>служебный ______</w:t>
            </w:r>
            <w:r>
              <w:rPr>
                <w:color w:val="auto"/>
                <w:sz w:val="24"/>
                <w:szCs w:val="24"/>
              </w:rPr>
              <w:br/>
              <w:t>домашний _______</w:t>
            </w:r>
          </w:p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AC7E3A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AC7E3A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AC7E3A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AC7E3A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7E3A" w:rsidRDefault="00AC7E3A">
            <w:pPr>
              <w:pStyle w:val="NoSpacing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</w:tbl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Я и проживающие со  мной  члены  семьи  имеем  на  праве  собственности  жилое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помещение (долю), а именно: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 _______________________ 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 _______________________ 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 _______________________ 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 _______________________ 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   Я и проживающие со мной члены семьи  имеем  право  на  внеочередное  получение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жилых помещений, а именно: 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Действий и гражданско-правовых сделок, приведших к уменьшению размера занимаемых жилых помещений или к их отчуждению, за последние 5 лет я и проживающие со мной члены семьи не производили 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AC7E3A" w:rsidRDefault="00AC7E3A" w:rsidP="009E01B7">
      <w:pPr>
        <w:pStyle w:val="NoSpacing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Я предупрежден, что в случае принятия на учет обязан, при изменении указанных в заявлении и документах сведений, представить документы, подтверждающие произошедшие изменения, в орган, осуществляющий принятие на учет.</w:t>
      </w:r>
    </w:p>
    <w:p w:rsidR="00AC7E3A" w:rsidRDefault="00AC7E3A" w:rsidP="009E01B7">
      <w:pPr>
        <w:pStyle w:val="NoSpacing"/>
      </w:pPr>
    </w:p>
    <w:p w:rsidR="00AC7E3A" w:rsidRDefault="00AC7E3A" w:rsidP="009E01B7">
      <w:pPr>
        <w:pStyle w:val="NoSpacing"/>
      </w:pPr>
    </w:p>
    <w:p w:rsidR="00AC7E3A" w:rsidRDefault="00AC7E3A" w:rsidP="009E01B7">
      <w:pPr>
        <w:pStyle w:val="NoSpacing"/>
      </w:pPr>
      <w:r>
        <w:t>_____________________     ________________________________________</w:t>
      </w:r>
    </w:p>
    <w:p w:rsidR="00AC7E3A" w:rsidRDefault="00AC7E3A" w:rsidP="009E01B7">
      <w:pPr>
        <w:pStyle w:val="NoSpacing"/>
      </w:pPr>
      <w:r>
        <w:t>  </w:t>
      </w:r>
      <w:r>
        <w:rPr>
          <w:sz w:val="18"/>
          <w:szCs w:val="18"/>
        </w:rPr>
        <w:t>(число, месяц, год)</w:t>
      </w:r>
      <w:r>
        <w:t>           </w:t>
      </w:r>
      <w:r>
        <w:rPr>
          <w:sz w:val="18"/>
          <w:szCs w:val="18"/>
        </w:rPr>
        <w:t>(личная подпись заявителя)</w:t>
      </w:r>
    </w:p>
    <w:p w:rsidR="00AC7E3A" w:rsidRDefault="00AC7E3A" w:rsidP="009E01B7">
      <w:pPr>
        <w:pStyle w:val="NoSpacing"/>
      </w:pPr>
      <w:r>
        <w:t>                          ________________________________________</w:t>
      </w:r>
    </w:p>
    <w:p w:rsidR="00AC7E3A" w:rsidRDefault="00AC7E3A" w:rsidP="009E01B7">
      <w:pPr>
        <w:pStyle w:val="NoSpacing"/>
        <w:rPr>
          <w:sz w:val="18"/>
          <w:szCs w:val="18"/>
        </w:rPr>
      </w:pPr>
      <w:r>
        <w:t>                          </w:t>
      </w:r>
      <w:r>
        <w:rPr>
          <w:sz w:val="18"/>
          <w:szCs w:val="18"/>
        </w:rPr>
        <w:t>(подписи всех дееспособных членов семьи,</w:t>
      </w:r>
    </w:p>
    <w:p w:rsidR="00AC7E3A" w:rsidRDefault="00AC7E3A" w:rsidP="009E01B7">
      <w:pPr>
        <w:pStyle w:val="NoSpacing"/>
      </w:pPr>
      <w:r>
        <w:t>                          ________________________________________</w:t>
      </w:r>
    </w:p>
    <w:p w:rsidR="00AC7E3A" w:rsidRDefault="00AC7E3A" w:rsidP="009E01B7">
      <w:pPr>
        <w:pStyle w:val="NoSpacing"/>
        <w:rPr>
          <w:sz w:val="18"/>
          <w:szCs w:val="18"/>
        </w:rPr>
      </w:pPr>
      <w:r>
        <w:t>                           </w:t>
      </w:r>
      <w:r>
        <w:rPr>
          <w:sz w:val="18"/>
          <w:szCs w:val="18"/>
        </w:rPr>
        <w:t> проживающих совместно с заявителем)</w:t>
      </w:r>
    </w:p>
    <w:p w:rsidR="00AC7E3A" w:rsidRDefault="00AC7E3A" w:rsidP="009E01B7">
      <w:pPr>
        <w:pStyle w:val="NoSpacing"/>
      </w:pPr>
    </w:p>
    <w:p w:rsidR="00AC7E3A" w:rsidRDefault="00AC7E3A" w:rsidP="009E01B7">
      <w:pPr>
        <w:jc w:val="center"/>
      </w:pPr>
    </w:p>
    <w:p w:rsidR="00AC7E3A" w:rsidRDefault="00AC7E3A" w:rsidP="009E01B7">
      <w:pPr>
        <w:ind w:left="720"/>
        <w:jc w:val="both"/>
      </w:pPr>
    </w:p>
    <w:p w:rsidR="00AC7E3A" w:rsidRDefault="00AC7E3A" w:rsidP="009E01B7">
      <w:pPr>
        <w:jc w:val="right"/>
        <w:rPr>
          <w:i/>
          <w:iCs/>
          <w:sz w:val="22"/>
          <w:szCs w:val="22"/>
        </w:rPr>
      </w:pPr>
    </w:p>
    <w:p w:rsidR="00AC7E3A" w:rsidRDefault="00AC7E3A" w:rsidP="009E01B7">
      <w:pPr>
        <w:ind w:left="720"/>
        <w:jc w:val="both"/>
      </w:pPr>
    </w:p>
    <w:p w:rsidR="00AC7E3A" w:rsidRDefault="00AC7E3A" w:rsidP="009E01B7">
      <w:pPr>
        <w:ind w:left="720"/>
        <w:jc w:val="right"/>
      </w:pPr>
      <w:r>
        <w:br w:type="page"/>
        <w:t>Приложение № 2</w:t>
      </w:r>
    </w:p>
    <w:p w:rsidR="00AC7E3A" w:rsidRDefault="00AC7E3A" w:rsidP="009E01B7">
      <w:pPr>
        <w:jc w:val="right"/>
      </w:pPr>
      <w:r>
        <w:t>к административному регламенту</w:t>
      </w:r>
    </w:p>
    <w:p w:rsidR="00AC7E3A" w:rsidRDefault="00AC7E3A" w:rsidP="009E01B7">
      <w:pPr>
        <w:jc w:val="right"/>
      </w:pPr>
      <w:r>
        <w:t>предоставления муниципальной услуги</w:t>
      </w:r>
    </w:p>
    <w:p w:rsidR="00AC7E3A" w:rsidRDefault="00AC7E3A" w:rsidP="009E01B7">
      <w:pPr>
        <w:jc w:val="right"/>
      </w:pPr>
      <w:r>
        <w:t>по приему заявлений, документов,</w:t>
      </w:r>
    </w:p>
    <w:p w:rsidR="00AC7E3A" w:rsidRDefault="00AC7E3A" w:rsidP="009E01B7">
      <w:pPr>
        <w:jc w:val="right"/>
      </w:pPr>
      <w:r>
        <w:t>а также постановке граждан на учет в качестве</w:t>
      </w:r>
    </w:p>
    <w:p w:rsidR="00AC7E3A" w:rsidRDefault="00AC7E3A" w:rsidP="009E01B7">
      <w:pPr>
        <w:jc w:val="right"/>
      </w:pPr>
      <w:r>
        <w:t>нуждающихся в жилых помещениях</w:t>
      </w:r>
    </w:p>
    <w:p w:rsidR="00AC7E3A" w:rsidRDefault="00AC7E3A" w:rsidP="009E01B7">
      <w:pPr>
        <w:jc w:val="right"/>
      </w:pPr>
    </w:p>
    <w:p w:rsidR="00AC7E3A" w:rsidRDefault="00AC7E3A" w:rsidP="009E01B7">
      <w:pPr>
        <w:jc w:val="center"/>
      </w:pPr>
      <w:r>
        <w:t>БЛОК-СХЕМА</w:t>
      </w:r>
    </w:p>
    <w:p w:rsidR="00AC7E3A" w:rsidRDefault="00AC7E3A" w:rsidP="009E01B7">
      <w:pPr>
        <w:jc w:val="center"/>
      </w:pPr>
      <w:r>
        <w:t>предоставления муниципальной услуги</w:t>
      </w:r>
    </w:p>
    <w:p w:rsidR="00AC7E3A" w:rsidRDefault="00AC7E3A" w:rsidP="009E01B7">
      <w:pPr>
        <w:jc w:val="center"/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96"/>
        <w:gridCol w:w="2956"/>
        <w:gridCol w:w="3211"/>
      </w:tblGrid>
      <w:tr w:rsidR="00AC7E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3A" w:rsidRDefault="00AC7E3A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AC7E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E3A" w:rsidRDefault="00AC7E3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E3A" w:rsidRDefault="00AC7E3A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0;text-align:left;margin-left:82.65pt;margin-top:-.4pt;width:.75pt;height:16.5pt;z-index:251655680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E3A" w:rsidRDefault="00AC7E3A">
            <w:pPr>
              <w:jc w:val="center"/>
            </w:pPr>
          </w:p>
        </w:tc>
      </w:tr>
      <w:tr w:rsidR="00AC7E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3A" w:rsidRDefault="00AC7E3A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AC7E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E3A" w:rsidRDefault="00AC7E3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E3A" w:rsidRDefault="00AC7E3A">
            <w:r>
              <w:rPr>
                <w:noProof/>
              </w:rPr>
              <w:pict>
                <v:shape id="Прямая со стрелкой 3" o:spid="_x0000_s1028" type="#_x0000_t32" style="position:absolute;margin-left:81.9pt;margin-top:.15pt;width:.75pt;height:16.5pt;z-index:251656704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E3A" w:rsidRDefault="00AC7E3A">
            <w:pPr>
              <w:jc w:val="center"/>
            </w:pPr>
          </w:p>
        </w:tc>
      </w:tr>
      <w:tr w:rsidR="00AC7E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3A" w:rsidRDefault="00AC7E3A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AC7E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E3A" w:rsidRDefault="00AC7E3A">
            <w:pPr>
              <w:jc w:val="center"/>
            </w:pPr>
            <w:r>
              <w:rPr>
                <w:noProof/>
              </w:rPr>
              <w:pict>
                <v:shape id="Прямая со стрелкой 2" o:spid="_x0000_s1029" type="#_x0000_t32" style="position:absolute;left:0;text-align:left;margin-left:124.1pt;margin-top:-.8pt;width:.75pt;height:16.5pt;z-index:251657728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7E3A" w:rsidRDefault="00AC7E3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E3A" w:rsidRDefault="00AC7E3A">
            <w:pPr>
              <w:jc w:val="center"/>
            </w:pPr>
            <w:r>
              <w:rPr>
                <w:noProof/>
              </w:rPr>
              <w:pict>
                <v:shape id="Прямая со стрелкой 1" o:spid="_x0000_s1030" type="#_x0000_t32" style="position:absolute;left:0;text-align:left;margin-left:70.45pt;margin-top:-.8pt;width:.75pt;height:16.5pt;z-index:251658752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AC7E3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3A" w:rsidRDefault="00AC7E3A">
            <w:pPr>
              <w:autoSpaceDE w:val="0"/>
              <w:autoSpaceDN w:val="0"/>
              <w:adjustRightInd w:val="0"/>
              <w:ind w:left="720"/>
              <w:jc w:val="both"/>
            </w:pPr>
            <w:r>
              <w:t>Постановления о принятии гражданина на учет в качестве нуждающегося в жилом помещении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E3A" w:rsidRDefault="00AC7E3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3A" w:rsidRDefault="00AC7E3A">
            <w:pPr>
              <w:jc w:val="center"/>
            </w:pPr>
            <w:r>
              <w:t>Отказ в предоставлении муниципальной услуги</w:t>
            </w:r>
          </w:p>
        </w:tc>
      </w:tr>
    </w:tbl>
    <w:p w:rsidR="00AC7E3A" w:rsidRDefault="00AC7E3A" w:rsidP="009E01B7">
      <w:pPr>
        <w:jc w:val="center"/>
      </w:pPr>
    </w:p>
    <w:p w:rsidR="00AC7E3A" w:rsidRDefault="00AC7E3A" w:rsidP="009E01B7">
      <w:pPr>
        <w:jc w:val="center"/>
      </w:pPr>
    </w:p>
    <w:p w:rsidR="00AC7E3A" w:rsidRDefault="00AC7E3A" w:rsidP="009E01B7">
      <w:pPr>
        <w:ind w:firstLine="540"/>
        <w:jc w:val="both"/>
      </w:pPr>
    </w:p>
    <w:p w:rsidR="00AC7E3A" w:rsidRDefault="00AC7E3A" w:rsidP="009E01B7">
      <w:pPr>
        <w:ind w:left="720"/>
        <w:jc w:val="right"/>
      </w:pPr>
      <w:r>
        <w:br w:type="page"/>
        <w:t>Приложение № 3</w:t>
      </w:r>
    </w:p>
    <w:p w:rsidR="00AC7E3A" w:rsidRDefault="00AC7E3A" w:rsidP="009E01B7">
      <w:pPr>
        <w:jc w:val="right"/>
      </w:pPr>
      <w:r>
        <w:t>к административному регламенту</w:t>
      </w:r>
    </w:p>
    <w:p w:rsidR="00AC7E3A" w:rsidRDefault="00AC7E3A" w:rsidP="009E01B7">
      <w:pPr>
        <w:jc w:val="right"/>
      </w:pPr>
      <w:r>
        <w:t>предоставления муниципальной услуги</w:t>
      </w:r>
    </w:p>
    <w:p w:rsidR="00AC7E3A" w:rsidRDefault="00AC7E3A" w:rsidP="009E01B7">
      <w:pPr>
        <w:jc w:val="right"/>
      </w:pPr>
      <w:r>
        <w:t>по приему заявлений, документов,</w:t>
      </w:r>
    </w:p>
    <w:p w:rsidR="00AC7E3A" w:rsidRDefault="00AC7E3A" w:rsidP="009E01B7">
      <w:pPr>
        <w:jc w:val="right"/>
      </w:pPr>
      <w:r>
        <w:t>а также постановке граждан на учет в качестве</w:t>
      </w:r>
    </w:p>
    <w:p w:rsidR="00AC7E3A" w:rsidRDefault="00AC7E3A" w:rsidP="009E01B7">
      <w:pPr>
        <w:jc w:val="right"/>
      </w:pPr>
      <w:r>
        <w:t>нуждающихся в жилых помещениях</w:t>
      </w:r>
    </w:p>
    <w:p w:rsidR="00AC7E3A" w:rsidRDefault="00AC7E3A" w:rsidP="009E01B7">
      <w:pPr>
        <w:ind w:left="5040"/>
        <w:jc w:val="center"/>
      </w:pPr>
    </w:p>
    <w:p w:rsidR="00AC7E3A" w:rsidRDefault="00AC7E3A" w:rsidP="009E01B7">
      <w:pPr>
        <w:jc w:val="center"/>
      </w:pPr>
      <w:r>
        <w:t>РАСПИСКА</w:t>
      </w:r>
    </w:p>
    <w:p w:rsidR="00AC7E3A" w:rsidRDefault="00AC7E3A" w:rsidP="009E01B7">
      <w:pPr>
        <w:jc w:val="center"/>
      </w:pPr>
      <w:r>
        <w:t>в получении заявления и приложенных к нему документов</w:t>
      </w:r>
    </w:p>
    <w:p w:rsidR="00AC7E3A" w:rsidRDefault="00AC7E3A" w:rsidP="009E01B7">
      <w:pPr>
        <w:jc w:val="center"/>
      </w:pP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Я, 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______________________________________________________________________________________,</w:t>
      </w:r>
    </w:p>
    <w:p w:rsidR="00AC7E3A" w:rsidRDefault="00AC7E3A" w:rsidP="009E01B7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должность лица, принявшего заявление)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получит от _________________________________________________________________________</w:t>
      </w:r>
    </w:p>
    <w:p w:rsidR="00AC7E3A" w:rsidRDefault="00AC7E3A" w:rsidP="009E01B7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паспортные данные заявителя)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следующие документы: _______________________________________________________________</w:t>
      </w:r>
    </w:p>
    <w:p w:rsidR="00AC7E3A" w:rsidRDefault="00AC7E3A" w:rsidP="009E01B7">
      <w:pPr>
        <w:jc w:val="center"/>
        <w:rPr>
          <w:sz w:val="18"/>
          <w:szCs w:val="18"/>
        </w:rPr>
      </w:pPr>
      <w:r>
        <w:rPr>
          <w:sz w:val="18"/>
          <w:szCs w:val="18"/>
        </w:rPr>
        <w:t>(точное наименование документов и их реквизиты)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регистрации в Книге регистрации заявлений - ________________________________________</w:t>
      </w: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   _____________________________</w:t>
      </w:r>
    </w:p>
    <w:p w:rsidR="00AC7E3A" w:rsidRDefault="00AC7E3A" w:rsidP="009E01B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(время и дата получения заявления)                                (подпись должностного лица)</w:t>
      </w:r>
    </w:p>
    <w:p w:rsidR="00AC7E3A" w:rsidRDefault="00AC7E3A" w:rsidP="009E01B7">
      <w:pPr>
        <w:jc w:val="both"/>
        <w:rPr>
          <w:sz w:val="22"/>
          <w:szCs w:val="22"/>
        </w:rPr>
      </w:pPr>
    </w:p>
    <w:p w:rsidR="00AC7E3A" w:rsidRDefault="00AC7E3A" w:rsidP="009E01B7">
      <w:pPr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AC7E3A" w:rsidRDefault="00AC7E3A" w:rsidP="009E01B7"/>
    <w:p w:rsidR="00AC7E3A" w:rsidRDefault="00AC7E3A" w:rsidP="009E01B7"/>
    <w:p w:rsidR="00AC7E3A" w:rsidRDefault="00AC7E3A"/>
    <w:sectPr w:rsidR="00AC7E3A" w:rsidSect="000836A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E3A" w:rsidRDefault="00AC7E3A">
      <w:r>
        <w:separator/>
      </w:r>
    </w:p>
  </w:endnote>
  <w:endnote w:type="continuationSeparator" w:id="0">
    <w:p w:rsidR="00AC7E3A" w:rsidRDefault="00AC7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E3A" w:rsidRDefault="00AC7E3A" w:rsidP="0035021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C7E3A" w:rsidRDefault="00AC7E3A" w:rsidP="00B910F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E3A" w:rsidRDefault="00AC7E3A">
      <w:r>
        <w:separator/>
      </w:r>
    </w:p>
  </w:footnote>
  <w:footnote w:type="continuationSeparator" w:id="0">
    <w:p w:rsidR="00AC7E3A" w:rsidRDefault="00AC7E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3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5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D63"/>
    <w:rsid w:val="00001642"/>
    <w:rsid w:val="000069BA"/>
    <w:rsid w:val="000836AE"/>
    <w:rsid w:val="00150FFD"/>
    <w:rsid w:val="00182256"/>
    <w:rsid w:val="001B7599"/>
    <w:rsid w:val="001C6A22"/>
    <w:rsid w:val="001F4926"/>
    <w:rsid w:val="00246682"/>
    <w:rsid w:val="00305234"/>
    <w:rsid w:val="00350217"/>
    <w:rsid w:val="003B307A"/>
    <w:rsid w:val="003F5BE5"/>
    <w:rsid w:val="00403C2E"/>
    <w:rsid w:val="004162D9"/>
    <w:rsid w:val="004512E4"/>
    <w:rsid w:val="00474A3B"/>
    <w:rsid w:val="005453BD"/>
    <w:rsid w:val="005B0169"/>
    <w:rsid w:val="005D2D63"/>
    <w:rsid w:val="006031E5"/>
    <w:rsid w:val="006A5B34"/>
    <w:rsid w:val="006B3EA2"/>
    <w:rsid w:val="006C4AD6"/>
    <w:rsid w:val="006D49AF"/>
    <w:rsid w:val="00730C63"/>
    <w:rsid w:val="00745A0D"/>
    <w:rsid w:val="00783955"/>
    <w:rsid w:val="007F0E59"/>
    <w:rsid w:val="00807642"/>
    <w:rsid w:val="0084219D"/>
    <w:rsid w:val="00860FF3"/>
    <w:rsid w:val="009240ED"/>
    <w:rsid w:val="0093566C"/>
    <w:rsid w:val="00957A10"/>
    <w:rsid w:val="009956C2"/>
    <w:rsid w:val="009E01B7"/>
    <w:rsid w:val="009F55E8"/>
    <w:rsid w:val="00A814F9"/>
    <w:rsid w:val="00AC1001"/>
    <w:rsid w:val="00AC7E3A"/>
    <w:rsid w:val="00B250D0"/>
    <w:rsid w:val="00B26016"/>
    <w:rsid w:val="00B910F0"/>
    <w:rsid w:val="00B97610"/>
    <w:rsid w:val="00BF0B3A"/>
    <w:rsid w:val="00C13062"/>
    <w:rsid w:val="00C15B4E"/>
    <w:rsid w:val="00C97BB8"/>
    <w:rsid w:val="00DA7928"/>
    <w:rsid w:val="00DF0DD2"/>
    <w:rsid w:val="00E64A43"/>
    <w:rsid w:val="00ED433F"/>
    <w:rsid w:val="00EF2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1B7"/>
    <w:rPr>
      <w:rFonts w:ascii="Times New Roman" w:eastAsia="Times New Roman" w:hAnsi="Times New Roman"/>
      <w:color w:val="000000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031E5"/>
    <w:pPr>
      <w:keepNext/>
      <w:ind w:firstLine="709"/>
      <w:jc w:val="center"/>
      <w:outlineLvl w:val="0"/>
    </w:pPr>
    <w:rPr>
      <w:rFonts w:eastAsia="Calibri"/>
      <w:b/>
      <w:bCs/>
      <w:color w:val="auto"/>
      <w:sz w:val="44"/>
      <w:szCs w:val="44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6031E5"/>
    <w:pPr>
      <w:keepNext/>
      <w:ind w:firstLine="709"/>
      <w:jc w:val="center"/>
      <w:outlineLvl w:val="2"/>
    </w:pPr>
    <w:rPr>
      <w:rFonts w:eastAsia="Calibri"/>
      <w:color w:val="auto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6031E5"/>
    <w:pPr>
      <w:keepNext/>
      <w:ind w:firstLine="709"/>
      <w:jc w:val="center"/>
      <w:outlineLvl w:val="3"/>
    </w:pPr>
    <w:rPr>
      <w:rFonts w:eastAsia="Calibri"/>
      <w:b/>
      <w:bCs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0FF3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60FF3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60FF3"/>
    <w:rPr>
      <w:rFonts w:ascii="Calibri" w:hAnsi="Calibri" w:cs="Calibri"/>
      <w:b/>
      <w:bCs/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9E01B7"/>
    <w:rPr>
      <w:color w:val="0000FF"/>
      <w:u w:val="single"/>
    </w:rPr>
  </w:style>
  <w:style w:type="paragraph" w:styleId="NoSpacing">
    <w:name w:val="No Spacing"/>
    <w:uiPriority w:val="99"/>
    <w:qFormat/>
    <w:rsid w:val="009E01B7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">
    <w:name w:val="Абзац_пост"/>
    <w:basedOn w:val="Normal"/>
    <w:uiPriority w:val="99"/>
    <w:rsid w:val="009E01B7"/>
    <w:pPr>
      <w:spacing w:before="120"/>
      <w:ind w:firstLine="720"/>
      <w:jc w:val="both"/>
    </w:pPr>
    <w:rPr>
      <w:color w:val="auto"/>
      <w:sz w:val="26"/>
      <w:szCs w:val="26"/>
    </w:rPr>
  </w:style>
  <w:style w:type="character" w:customStyle="1" w:styleId="apple-style-span">
    <w:name w:val="apple-style-span"/>
    <w:basedOn w:val="DefaultParagraphFont"/>
    <w:uiPriority w:val="99"/>
    <w:rsid w:val="009E01B7"/>
  </w:style>
  <w:style w:type="paragraph" w:customStyle="1" w:styleId="a0">
    <w:name w:val="Знак Знак Знак Знак Знак Знак Знак"/>
    <w:basedOn w:val="Normal"/>
    <w:uiPriority w:val="99"/>
    <w:rsid w:val="009E01B7"/>
    <w:pPr>
      <w:widowControl w:val="0"/>
      <w:adjustRightInd w:val="0"/>
      <w:spacing w:after="160" w:line="240" w:lineRule="exact"/>
      <w:jc w:val="right"/>
    </w:pPr>
    <w:rPr>
      <w:rFonts w:ascii="Arial" w:hAnsi="Arial" w:cs="Arial"/>
      <w:color w:val="auto"/>
      <w:sz w:val="20"/>
      <w:szCs w:val="20"/>
      <w:lang w:val="en-GB" w:eastAsia="en-US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031E5"/>
    <w:rPr>
      <w:sz w:val="32"/>
      <w:szCs w:val="32"/>
      <w:lang w:val="ru-RU" w:eastAsia="ru-RU"/>
    </w:rPr>
  </w:style>
  <w:style w:type="paragraph" w:styleId="Footer">
    <w:name w:val="footer"/>
    <w:basedOn w:val="Normal"/>
    <w:link w:val="FooterChar"/>
    <w:uiPriority w:val="99"/>
    <w:rsid w:val="00B910F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6682"/>
    <w:rPr>
      <w:rFonts w:ascii="Times New Roman" w:hAnsi="Times New Roman" w:cs="Times New Roman"/>
      <w:color w:val="000000"/>
      <w:sz w:val="28"/>
      <w:szCs w:val="28"/>
    </w:rPr>
  </w:style>
  <w:style w:type="character" w:styleId="PageNumber">
    <w:name w:val="page number"/>
    <w:basedOn w:val="DefaultParagraphFont"/>
    <w:uiPriority w:val="99"/>
    <w:rsid w:val="00B910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9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r.ns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rozovo.iskitim-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54.rosreest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29</Pages>
  <Words>9235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5элемент</dc:creator>
  <cp:keywords/>
  <dc:description/>
  <cp:lastModifiedBy>Customer</cp:lastModifiedBy>
  <cp:revision>23</cp:revision>
  <cp:lastPrinted>2015-03-18T13:36:00Z</cp:lastPrinted>
  <dcterms:created xsi:type="dcterms:W3CDTF">2014-04-06T03:23:00Z</dcterms:created>
  <dcterms:modified xsi:type="dcterms:W3CDTF">2015-03-18T13:37:00Z</dcterms:modified>
</cp:coreProperties>
</file>