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Pr="000D2223" w:rsidRDefault="004A418B" w:rsidP="000D2223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0D22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0D2223">
        <w:rPr>
          <w:rFonts w:ascii="Times New Roman" w:hAnsi="Times New Roman" w:cs="Times New Roman"/>
          <w:sz w:val="28"/>
          <w:szCs w:val="28"/>
        </w:rPr>
        <w:t xml:space="preserve"> МОРОЗОВСКОГО СЕЛЬСОВЕТА</w:t>
      </w:r>
    </w:p>
    <w:p w:rsidR="004A418B" w:rsidRPr="000D2223" w:rsidRDefault="004A418B" w:rsidP="000D2223">
      <w:pPr>
        <w:jc w:val="center"/>
        <w:rPr>
          <w:b/>
          <w:bCs/>
        </w:rPr>
      </w:pPr>
      <w:r w:rsidRPr="000D2223">
        <w:rPr>
          <w:b/>
          <w:bCs/>
        </w:rPr>
        <w:t>МОРОЗОВСКОГО СЕЛЬСОВЕТА НОВОСИБИРСКОЙ ОБЛАСТИ</w:t>
      </w:r>
    </w:p>
    <w:p w:rsidR="004A418B" w:rsidRPr="000D2223" w:rsidRDefault="004A418B" w:rsidP="000D2223">
      <w:pPr>
        <w:jc w:val="center"/>
        <w:rPr>
          <w:b/>
          <w:bCs/>
        </w:rPr>
      </w:pPr>
    </w:p>
    <w:p w:rsidR="004A418B" w:rsidRPr="000D2223" w:rsidRDefault="004A418B" w:rsidP="000D2223">
      <w:pPr>
        <w:jc w:val="center"/>
        <w:rPr>
          <w:b/>
          <w:bCs/>
        </w:rPr>
      </w:pPr>
      <w:r>
        <w:rPr>
          <w:b/>
          <w:bCs/>
        </w:rPr>
        <w:t>П</w:t>
      </w:r>
      <w:r w:rsidRPr="000D2223">
        <w:rPr>
          <w:b/>
          <w:bCs/>
        </w:rPr>
        <w:t>ОСТАНОВЛЕНИЕ</w:t>
      </w:r>
    </w:p>
    <w:p w:rsidR="004A418B" w:rsidRPr="000D2223" w:rsidRDefault="004A418B" w:rsidP="000D2223">
      <w:pPr>
        <w:rPr>
          <w:b/>
          <w:bCs/>
        </w:rPr>
      </w:pPr>
    </w:p>
    <w:p w:rsidR="004A418B" w:rsidRPr="000D2223" w:rsidRDefault="004A418B" w:rsidP="000D2223">
      <w:pPr>
        <w:pStyle w:val="Heading1"/>
        <w:spacing w:line="240" w:lineRule="atLeast"/>
        <w:rPr>
          <w:b w:val="0"/>
          <w:bCs w:val="0"/>
          <w:sz w:val="28"/>
          <w:szCs w:val="28"/>
          <w:u w:val="single"/>
        </w:rPr>
      </w:pPr>
      <w:r w:rsidRPr="004E72EB">
        <w:rPr>
          <w:b w:val="0"/>
          <w:bCs w:val="0"/>
          <w:sz w:val="28"/>
          <w:szCs w:val="28"/>
          <w:u w:val="single"/>
        </w:rPr>
        <w:t>18.03.2015</w:t>
      </w:r>
      <w:r w:rsidRPr="000D2223">
        <w:rPr>
          <w:b w:val="0"/>
          <w:bCs w:val="0"/>
          <w:sz w:val="28"/>
          <w:szCs w:val="28"/>
        </w:rPr>
        <w:t xml:space="preserve">   №  </w:t>
      </w:r>
      <w:r w:rsidRPr="004E72EB">
        <w:rPr>
          <w:b w:val="0"/>
          <w:bCs w:val="0"/>
          <w:sz w:val="28"/>
          <w:szCs w:val="28"/>
          <w:u w:val="single"/>
        </w:rPr>
        <w:t>38</w:t>
      </w:r>
    </w:p>
    <w:p w:rsidR="004A418B" w:rsidRPr="000D2223" w:rsidRDefault="004A418B" w:rsidP="000D2223">
      <w:pPr>
        <w:pStyle w:val="Heading2"/>
        <w:jc w:val="center"/>
        <w:rPr>
          <w:b/>
          <w:bCs/>
          <w:sz w:val="24"/>
          <w:szCs w:val="24"/>
        </w:rPr>
      </w:pPr>
      <w:r w:rsidRPr="000D2223">
        <w:rPr>
          <w:sz w:val="24"/>
          <w:szCs w:val="24"/>
        </w:rPr>
        <w:t>село Морозово</w:t>
      </w:r>
    </w:p>
    <w:p w:rsidR="004A418B" w:rsidRDefault="004A418B" w:rsidP="003D5EA7">
      <w:pPr>
        <w:jc w:val="center"/>
      </w:pPr>
    </w:p>
    <w:p w:rsidR="004A418B" w:rsidRDefault="004A418B" w:rsidP="00C81AED">
      <w:pPr>
        <w:pStyle w:val="NormalWeb"/>
        <w:spacing w:before="0" w:beforeAutospacing="0" w:after="0" w:afterAutospacing="0"/>
      </w:pPr>
      <w:r>
        <w:t xml:space="preserve">Об утверждении  административного   </w:t>
      </w:r>
    </w:p>
    <w:p w:rsidR="004A418B" w:rsidRDefault="004A418B" w:rsidP="003D5EA7">
      <w:pPr>
        <w:pStyle w:val="NormalWeb"/>
        <w:spacing w:before="0" w:beforeAutospacing="0" w:after="0" w:afterAutospacing="0"/>
      </w:pPr>
      <w:r>
        <w:t>регламента предоставления  муниципальной</w:t>
      </w:r>
    </w:p>
    <w:p w:rsidR="004A418B" w:rsidRDefault="004A418B" w:rsidP="003D5EA7">
      <w:pPr>
        <w:pStyle w:val="NormalWeb"/>
        <w:spacing w:before="0" w:beforeAutospacing="0" w:after="0" w:afterAutospacing="0"/>
      </w:pPr>
      <w:r>
        <w:t xml:space="preserve">услуги «Предоставления в собственность граждан </w:t>
      </w:r>
    </w:p>
    <w:p w:rsidR="004A418B" w:rsidRDefault="004A418B" w:rsidP="003D5EA7">
      <w:pPr>
        <w:pStyle w:val="NormalWeb"/>
        <w:spacing w:before="0" w:beforeAutospacing="0" w:after="0" w:afterAutospacing="0"/>
      </w:pPr>
      <w:r>
        <w:t xml:space="preserve">земельных участков для ведения садоводства, </w:t>
      </w:r>
    </w:p>
    <w:p w:rsidR="004A418B" w:rsidRDefault="004A418B" w:rsidP="003D5EA7">
      <w:pPr>
        <w:pStyle w:val="NormalWeb"/>
        <w:spacing w:before="0" w:beforeAutospacing="0" w:after="0" w:afterAutospacing="0"/>
      </w:pPr>
      <w:r>
        <w:t>огородничества и дачного хозяйства»</w:t>
      </w:r>
    </w:p>
    <w:p w:rsidR="004A418B" w:rsidRDefault="004A418B" w:rsidP="003D5EA7">
      <w:pPr>
        <w:pStyle w:val="NormalWeb"/>
        <w:spacing w:before="0" w:beforeAutospacing="0" w:after="0" w:afterAutospacing="0"/>
      </w:pPr>
    </w:p>
    <w:p w:rsidR="004A418B" w:rsidRDefault="004A418B" w:rsidP="003D5EA7">
      <w:pPr>
        <w:pStyle w:val="NormalWeb"/>
        <w:spacing w:before="0" w:beforeAutospacing="0" w:after="0" w:afterAutospacing="0"/>
      </w:pPr>
    </w:p>
    <w:p w:rsidR="004A418B" w:rsidRDefault="004A418B" w:rsidP="00D702F0">
      <w:pPr>
        <w:ind w:firstLine="567"/>
      </w:pPr>
      <w:r>
        <w:t xml:space="preserve">   В соответствии с Гражданским кодексом Российской Федерации, Земельным кодексом Российской Федерации, распоряжением Правительства Российской Федерации  от 17.12.2009 № 1993-р «Об утверждении сводного перечня первоочередных государственных и муниципальных услуг, предоставляемых в электронном виде»</w:t>
      </w:r>
    </w:p>
    <w:p w:rsidR="004A418B" w:rsidRDefault="004A418B" w:rsidP="00D702F0">
      <w:pPr>
        <w:ind w:firstLine="0"/>
      </w:pPr>
      <w:r>
        <w:t>ПОСТАНОВЛЯЮ:</w:t>
      </w:r>
    </w:p>
    <w:p w:rsidR="004A418B" w:rsidRDefault="004A418B" w:rsidP="003D5EA7">
      <w:pPr>
        <w:ind w:firstLine="567"/>
      </w:pPr>
      <w:r>
        <w:t>1.Утвердить административный регламент предоставления  муниципальной  услуги   «Предоставления в собственность граждан земельных участков для ведения садоводства, огородничества и дачного хозяйства» (Приложение).</w:t>
      </w:r>
    </w:p>
    <w:p w:rsidR="004A418B" w:rsidRDefault="004A418B" w:rsidP="003D5EA7">
      <w:pPr>
        <w:ind w:right="-6" w:firstLine="567"/>
        <w:rPr>
          <w:sz w:val="32"/>
          <w:szCs w:val="32"/>
        </w:rPr>
      </w:pPr>
      <w:r>
        <w:t xml:space="preserve">2.Опубликовать постановление в газете «Искитимская газета», разместить  на сайте администрации Морозовского сельсовета: </w:t>
      </w:r>
      <w:r>
        <w:rPr>
          <w:lang w:val="en-US"/>
        </w:rPr>
        <w:t>http</w:t>
      </w:r>
      <w:r>
        <w:t>//</w:t>
      </w:r>
      <w:r>
        <w:rPr>
          <w:lang w:val="en-US"/>
        </w:rPr>
        <w:t>www</w:t>
      </w:r>
      <w:r>
        <w:t>.</w:t>
      </w:r>
      <w:r>
        <w:rPr>
          <w:lang w:val="en-US"/>
        </w:rPr>
        <w:t>morozovo</w:t>
      </w:r>
      <w:r w:rsidRPr="009E45C4">
        <w:t>.</w:t>
      </w:r>
      <w:r>
        <w:rPr>
          <w:lang w:val="en-US"/>
        </w:rPr>
        <w:t>iskitim</w:t>
      </w:r>
      <w:r>
        <w:t>-</w:t>
      </w:r>
      <w:r>
        <w:rPr>
          <w:lang w:val="en-US"/>
        </w:rPr>
        <w:t>r</w:t>
      </w:r>
      <w:r>
        <w:t>.</w:t>
      </w:r>
      <w:r>
        <w:rPr>
          <w:lang w:val="en-US"/>
        </w:rPr>
        <w:t>ru</w:t>
      </w:r>
      <w:r>
        <w:t>..</w:t>
      </w:r>
    </w:p>
    <w:p w:rsidR="004A418B" w:rsidRDefault="004A418B" w:rsidP="009E45C4">
      <w:pPr>
        <w:ind w:right="-6" w:firstLine="567"/>
        <w:rPr>
          <w:rFonts w:eastAsia="MS Mincho"/>
        </w:rPr>
      </w:pPr>
      <w:r>
        <w:t>3.</w:t>
      </w:r>
      <w:r>
        <w:rPr>
          <w:rFonts w:eastAsia="MS Mincho"/>
        </w:rPr>
        <w:t xml:space="preserve"> Контроль за выполнением постановления  возложить на заместителя главы Репкину Л.Н.</w:t>
      </w:r>
    </w:p>
    <w:p w:rsidR="004A418B" w:rsidRDefault="004A418B" w:rsidP="003D5EA7">
      <w:pPr>
        <w:ind w:right="-6"/>
        <w:rPr>
          <w:rFonts w:eastAsia="MS Mincho"/>
        </w:rPr>
      </w:pPr>
    </w:p>
    <w:p w:rsidR="004A418B" w:rsidRDefault="004A418B" w:rsidP="00C81AED">
      <w:pPr>
        <w:ind w:right="-6"/>
        <w:jc w:val="left"/>
        <w:rPr>
          <w:rFonts w:eastAsia="MS Mincho"/>
        </w:rPr>
      </w:pPr>
      <w:r>
        <w:rPr>
          <w:rFonts w:eastAsia="MS Mincho"/>
        </w:rPr>
        <w:t>Глава Морозовского сельсовета                                              П.И.Балашев</w:t>
      </w: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2243FA">
      <w:pPr>
        <w:ind w:left="6663" w:firstLine="0"/>
        <w:jc w:val="center"/>
        <w:rPr>
          <w:sz w:val="24"/>
          <w:szCs w:val="24"/>
        </w:rPr>
      </w:pPr>
    </w:p>
    <w:p w:rsidR="004A418B" w:rsidRDefault="004A418B" w:rsidP="00C81AED">
      <w:pPr>
        <w:jc w:val="right"/>
      </w:pPr>
      <w:r>
        <w:t>УТВЕРЖДЕН</w:t>
      </w:r>
    </w:p>
    <w:p w:rsidR="004A418B" w:rsidRDefault="004A418B" w:rsidP="00C81AED">
      <w:pPr>
        <w:ind w:left="5940"/>
        <w:jc w:val="center"/>
      </w:pPr>
      <w:r>
        <w:t>Постановлением администрации Морозовского сельсовета</w:t>
      </w:r>
    </w:p>
    <w:p w:rsidR="004A418B" w:rsidRDefault="004A418B" w:rsidP="00C81AED">
      <w:pPr>
        <w:ind w:left="5940"/>
        <w:jc w:val="center"/>
      </w:pPr>
      <w:r>
        <w:t>От 18.03.2015 № 38</w:t>
      </w:r>
    </w:p>
    <w:p w:rsidR="004A418B" w:rsidRDefault="004A418B" w:rsidP="002243FA">
      <w:pPr>
        <w:rPr>
          <w:sz w:val="24"/>
          <w:szCs w:val="24"/>
        </w:rPr>
      </w:pPr>
    </w:p>
    <w:p w:rsidR="004A418B" w:rsidRPr="00680C6A" w:rsidRDefault="004A418B" w:rsidP="002243FA">
      <w:pPr>
        <w:rPr>
          <w:sz w:val="24"/>
          <w:szCs w:val="24"/>
        </w:rPr>
      </w:pPr>
    </w:p>
    <w:p w:rsidR="004A418B" w:rsidRPr="00D702F0" w:rsidRDefault="004A418B" w:rsidP="00680C6A">
      <w:pPr>
        <w:ind w:firstLine="0"/>
        <w:jc w:val="center"/>
        <w:rPr>
          <w:b/>
          <w:bCs/>
        </w:rPr>
      </w:pPr>
      <w:r w:rsidRPr="00D702F0">
        <w:rPr>
          <w:b/>
          <w:bCs/>
        </w:rPr>
        <w:t>АДМИНИСТРАТИВНЫЙ РЕГЛАМЕНТ</w:t>
      </w:r>
    </w:p>
    <w:p w:rsidR="004A418B" w:rsidRPr="00D702F0" w:rsidRDefault="004A418B" w:rsidP="00680C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02F0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 предоставления в </w:t>
      </w:r>
    </w:p>
    <w:p w:rsidR="004A418B" w:rsidRPr="00D702F0" w:rsidRDefault="004A418B" w:rsidP="00680C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02F0">
        <w:rPr>
          <w:rFonts w:ascii="Times New Roman" w:hAnsi="Times New Roman" w:cs="Times New Roman"/>
          <w:sz w:val="28"/>
          <w:szCs w:val="28"/>
        </w:rPr>
        <w:t xml:space="preserve">собственность граждан земельных участков для ведения </w:t>
      </w:r>
    </w:p>
    <w:p w:rsidR="004A418B" w:rsidRPr="00D702F0" w:rsidRDefault="004A418B" w:rsidP="00680C6A">
      <w:pPr>
        <w:ind w:firstLine="0"/>
        <w:jc w:val="center"/>
        <w:rPr>
          <w:b/>
          <w:bCs/>
        </w:rPr>
      </w:pPr>
      <w:r w:rsidRPr="00D702F0">
        <w:rPr>
          <w:b/>
          <w:bCs/>
        </w:rPr>
        <w:t>садоводства, огородничества и дачного хозяйства</w:t>
      </w:r>
    </w:p>
    <w:p w:rsidR="004A418B" w:rsidRDefault="004A418B" w:rsidP="00680C6A">
      <w:pPr>
        <w:jc w:val="center"/>
        <w:rPr>
          <w:b/>
          <w:bCs/>
        </w:rPr>
      </w:pPr>
    </w:p>
    <w:p w:rsidR="004A418B" w:rsidRPr="00D702F0" w:rsidRDefault="004A418B" w:rsidP="00680C6A">
      <w:pPr>
        <w:numPr>
          <w:ilvl w:val="0"/>
          <w:numId w:val="2"/>
        </w:numPr>
        <w:tabs>
          <w:tab w:val="clear" w:pos="1070"/>
          <w:tab w:val="num" w:pos="0"/>
        </w:tabs>
        <w:ind w:left="0" w:firstLine="709"/>
        <w:jc w:val="center"/>
        <w:rPr>
          <w:b/>
          <w:bCs/>
        </w:rPr>
      </w:pPr>
      <w:r w:rsidRPr="00D702F0">
        <w:rPr>
          <w:b/>
          <w:bCs/>
        </w:rPr>
        <w:t>Общие положения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  <w:tab w:val="num" w:pos="720"/>
        </w:tabs>
        <w:ind w:left="0" w:firstLine="709"/>
      </w:pPr>
      <w:r w:rsidRPr="00680C6A">
        <w:t>Наименование муниципальной услуги: предоставление в собственность граждан земельных участков для ведения садоводства, огородничества и дачного хозяйства.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Предоставление муниципальной услуги осуществляет </w:t>
      </w:r>
      <w:r>
        <w:t>администрация</w:t>
      </w:r>
      <w:r w:rsidRPr="00680C6A">
        <w:t xml:space="preserve"> </w:t>
      </w:r>
      <w:r>
        <w:t xml:space="preserve">Морозовского сельсовета </w:t>
      </w:r>
      <w:r w:rsidRPr="00680C6A">
        <w:t xml:space="preserve">Искитимского района Новосибирской области (далее </w:t>
      </w:r>
      <w:r>
        <w:t>администрация</w:t>
      </w:r>
      <w:r w:rsidRPr="00680C6A">
        <w:t>).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Заявителями на предоставление муниципальной услуги выступают: граждане, являющиеся членами садоводческих, огороднических или дачных некоммерческих объединений граждан, подавшие заявление (далее – заявитель).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Порядок информирования о правилах предоставлении муниципальной услуги: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-360"/>
          <w:tab w:val="num" w:pos="0"/>
        </w:tabs>
        <w:ind w:left="0" w:firstLine="709"/>
      </w:pPr>
      <w:r w:rsidRPr="00680C6A">
        <w:t>Местонахождение органа местного самоуправления, предоставляющего муниципальную услугу:</w:t>
      </w:r>
      <w:r>
        <w:t xml:space="preserve"> 633218,</w:t>
      </w:r>
      <w:r w:rsidRPr="00680C6A">
        <w:t xml:space="preserve"> Новосибирская область, </w:t>
      </w:r>
      <w:r>
        <w:t>Искитимский район, село Морозово, переулок Медицинский, 1-2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Часы работы:</w:t>
      </w:r>
    </w:p>
    <w:p w:rsidR="004A418B" w:rsidRPr="00763C06" w:rsidRDefault="004A418B" w:rsidP="003121DA">
      <w:pPr>
        <w:tabs>
          <w:tab w:val="num" w:pos="0"/>
        </w:tabs>
      </w:pPr>
      <w:r w:rsidRPr="00763C06">
        <w:t>- понедельник – четверг: 8.</w:t>
      </w:r>
      <w:r>
        <w:t>3</w:t>
      </w:r>
      <w:r w:rsidRPr="00763C06">
        <w:t>0 – 1</w:t>
      </w:r>
      <w:r>
        <w:t>6</w:t>
      </w:r>
      <w:r w:rsidRPr="00763C06">
        <w:t>.</w:t>
      </w:r>
      <w:r>
        <w:t>30</w:t>
      </w:r>
      <w:r w:rsidRPr="00763C06">
        <w:t xml:space="preserve"> часов </w:t>
      </w:r>
    </w:p>
    <w:p w:rsidR="004A418B" w:rsidRPr="00763C06" w:rsidRDefault="004A418B" w:rsidP="003121DA">
      <w:pPr>
        <w:tabs>
          <w:tab w:val="num" w:pos="0"/>
        </w:tabs>
      </w:pPr>
      <w:r w:rsidRPr="00763C06">
        <w:t>- пятница: 8.</w:t>
      </w:r>
      <w:r>
        <w:t>30</w:t>
      </w:r>
      <w:r w:rsidRPr="00763C06">
        <w:t xml:space="preserve"> – 1</w:t>
      </w:r>
      <w:r>
        <w:t>5</w:t>
      </w:r>
      <w:r w:rsidRPr="00763C06">
        <w:t>.</w:t>
      </w:r>
      <w:r>
        <w:t>30</w:t>
      </w:r>
      <w:r w:rsidRPr="00763C06">
        <w:t xml:space="preserve"> часов</w:t>
      </w:r>
    </w:p>
    <w:p w:rsidR="004A418B" w:rsidRPr="00763C06" w:rsidRDefault="004A418B" w:rsidP="003121DA">
      <w:pPr>
        <w:tabs>
          <w:tab w:val="num" w:pos="0"/>
        </w:tabs>
      </w:pPr>
      <w:r>
        <w:t>- перерыв на обед: 13</w:t>
      </w:r>
      <w:r w:rsidRPr="00763C06">
        <w:t>.</w:t>
      </w:r>
      <w:r>
        <w:t>00</w:t>
      </w:r>
      <w:r w:rsidRPr="00763C06">
        <w:t xml:space="preserve"> – 1</w:t>
      </w:r>
      <w:r>
        <w:t>4</w:t>
      </w:r>
      <w:r w:rsidRPr="00763C06">
        <w:t>.</w:t>
      </w:r>
      <w:r>
        <w:t>00</w:t>
      </w:r>
      <w:r w:rsidRPr="00763C06">
        <w:t xml:space="preserve"> часов</w:t>
      </w:r>
    </w:p>
    <w:p w:rsidR="004A418B" w:rsidRDefault="004A418B" w:rsidP="003121DA">
      <w:pPr>
        <w:tabs>
          <w:tab w:val="num" w:pos="0"/>
        </w:tabs>
      </w:pPr>
      <w:r w:rsidRPr="00763C06">
        <w:t>- выходные дни – суббота, воскресенье.</w:t>
      </w:r>
    </w:p>
    <w:p w:rsidR="004A418B" w:rsidRDefault="004A418B" w:rsidP="003121DA">
      <w:pPr>
        <w:numPr>
          <w:ilvl w:val="2"/>
          <w:numId w:val="2"/>
        </w:numPr>
        <w:tabs>
          <w:tab w:val="clear" w:pos="1748"/>
          <w:tab w:val="num" w:pos="0"/>
        </w:tabs>
        <w:ind w:left="0" w:firstLine="720"/>
      </w:pPr>
      <w:r>
        <w:t xml:space="preserve">Телефонные номера администрации Морозовского сельсовета: </w:t>
      </w:r>
    </w:p>
    <w:p w:rsidR="004A418B" w:rsidRPr="007D16EB" w:rsidRDefault="004A418B" w:rsidP="003121DA">
      <w:pPr>
        <w:tabs>
          <w:tab w:val="num" w:pos="0"/>
        </w:tabs>
      </w:pPr>
      <w:r w:rsidRPr="007D16EB">
        <w:t>(383</w:t>
      </w:r>
      <w:r>
        <w:t>-43</w:t>
      </w:r>
      <w:r w:rsidRPr="007D16EB">
        <w:t xml:space="preserve">) </w:t>
      </w:r>
      <w:r>
        <w:t>73-134, 73-138.</w:t>
      </w:r>
    </w:p>
    <w:p w:rsidR="004A418B" w:rsidRPr="00827A7F" w:rsidRDefault="004A418B" w:rsidP="003121DA">
      <w:pPr>
        <w:tabs>
          <w:tab w:val="num" w:pos="0"/>
        </w:tabs>
      </w:pPr>
      <w:r>
        <w:t xml:space="preserve">Адрес официального сайта администрации </w:t>
      </w:r>
      <w:hyperlink r:id="rId7" w:history="1">
        <w:r w:rsidRPr="00353C1C">
          <w:rPr>
            <w:rStyle w:val="Hyperlink"/>
            <w:lang w:val="en-US"/>
          </w:rPr>
          <w:t>www</w:t>
        </w:r>
        <w:r w:rsidRPr="00353C1C">
          <w:rPr>
            <w:rStyle w:val="Hyperlink"/>
          </w:rPr>
          <w:t>.</w:t>
        </w:r>
        <w:r w:rsidRPr="00353C1C">
          <w:rPr>
            <w:rStyle w:val="Hyperlink"/>
            <w:lang w:val="en-US"/>
          </w:rPr>
          <w:t>morozovo</w:t>
        </w:r>
        <w:r w:rsidRPr="00353C1C">
          <w:rPr>
            <w:rStyle w:val="Hyperlink"/>
          </w:rPr>
          <w:t>.</w:t>
        </w:r>
        <w:r w:rsidRPr="00353C1C">
          <w:rPr>
            <w:rStyle w:val="Hyperlink"/>
            <w:lang w:val="en-US"/>
          </w:rPr>
          <w:t>iskitim</w:t>
        </w:r>
        <w:r w:rsidRPr="00353C1C">
          <w:rPr>
            <w:rStyle w:val="Hyperlink"/>
          </w:rPr>
          <w:t>-</w:t>
        </w:r>
        <w:r w:rsidRPr="00353C1C">
          <w:rPr>
            <w:rStyle w:val="Hyperlink"/>
            <w:lang w:val="en-US"/>
          </w:rPr>
          <w:t>r</w:t>
        </w:r>
        <w:r w:rsidRPr="00353C1C">
          <w:rPr>
            <w:rStyle w:val="Hyperlink"/>
          </w:rPr>
          <w:t>.</w:t>
        </w:r>
        <w:r w:rsidRPr="00353C1C">
          <w:rPr>
            <w:rStyle w:val="Hyperlink"/>
            <w:lang w:val="en-US"/>
          </w:rPr>
          <w:t>ru</w:t>
        </w:r>
      </w:hyperlink>
      <w:r w:rsidRPr="000C441C">
        <w:t>.</w:t>
      </w:r>
      <w:r>
        <w:t xml:space="preserve">, адрес электронной почты: </w:t>
      </w:r>
      <w:r>
        <w:rPr>
          <w:lang w:val="en-US"/>
        </w:rPr>
        <w:t>mor</w:t>
      </w:r>
      <w:r w:rsidRPr="00533571">
        <w:t>-</w:t>
      </w:r>
      <w:r>
        <w:rPr>
          <w:lang w:val="en-US"/>
        </w:rPr>
        <w:t>selsovet</w:t>
      </w:r>
      <w:r w:rsidRPr="00533571">
        <w:t>@</w:t>
      </w:r>
      <w:r>
        <w:rPr>
          <w:lang w:val="en-US"/>
        </w:rPr>
        <w:t>yandex</w:t>
      </w:r>
      <w:r w:rsidRPr="00015745">
        <w:t>.</w:t>
      </w:r>
      <w:r>
        <w:rPr>
          <w:lang w:val="en-US"/>
        </w:rPr>
        <w:t>ru</w:t>
      </w:r>
      <w:r w:rsidRPr="00827A7F">
        <w:t>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В порядке взаимодействия, при предоставлении муниципальной услуги </w:t>
      </w:r>
      <w:r>
        <w:t>администрация</w:t>
      </w:r>
      <w:r w:rsidRPr="00680C6A">
        <w:t xml:space="preserve"> взаимодействует с: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Искитимским отделом Управления Федеральной службы государственной регистрации, кадастра и картографии по Новосибирской области.</w:t>
      </w:r>
    </w:p>
    <w:p w:rsidR="004A418B" w:rsidRPr="00680C6A" w:rsidRDefault="004A418B" w:rsidP="00680C6A">
      <w:pPr>
        <w:tabs>
          <w:tab w:val="num" w:pos="0"/>
        </w:tabs>
      </w:pPr>
      <w:r w:rsidRPr="00680C6A">
        <w:t>Место нахождения организации: 633210 Новосибирская область, г.Искитим, м-он Индустриальный, 13 а.</w:t>
      </w:r>
    </w:p>
    <w:p w:rsidR="004A418B" w:rsidRPr="00680C6A" w:rsidRDefault="004A418B" w:rsidP="00680C6A">
      <w:pPr>
        <w:tabs>
          <w:tab w:val="num" w:pos="0"/>
        </w:tabs>
      </w:pPr>
      <w:r w:rsidRPr="00680C6A">
        <w:t>Информацию о  графике работы  Искитимского отдела Управления Федеральной службы государственной регистрации, кадастра и картографии по Новосибирской области можно получить на официальном сайте организации http://www.to54.rosreestr.ru и по телефону (383) 227-10-87; 325-05-24.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межрайонной инспекцией Федеральной налоговой службы № 3 по Новосибирской области.</w:t>
      </w:r>
    </w:p>
    <w:p w:rsidR="004A418B" w:rsidRPr="00680C6A" w:rsidRDefault="004A418B" w:rsidP="00680C6A">
      <w:pPr>
        <w:tabs>
          <w:tab w:val="num" w:pos="0"/>
        </w:tabs>
      </w:pPr>
      <w:r w:rsidRPr="00680C6A">
        <w:t>Место нахождения межрайонной инспекцией Федеральной налоговой службы № 3 по Новосибирской области: 633210, Новосибирская область, г.Искитим, ул.Советская, 247.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Информацию о  графике работы  межрайонной инспекцией Федеральной налоговой службы № 3 по Новосибирской области можно получить на официальном сайте организации </w:t>
      </w:r>
      <w:hyperlink r:id="rId8" w:history="1">
        <w:r w:rsidRPr="002171D1">
          <w:rPr>
            <w:rStyle w:val="Hyperlink"/>
          </w:rPr>
          <w:t>http://www.r54.nalog.ru</w:t>
        </w:r>
      </w:hyperlink>
      <w:r>
        <w:t xml:space="preserve"> </w:t>
      </w:r>
      <w:r w:rsidRPr="00680C6A">
        <w:t xml:space="preserve"> и по телефону (383) 201-22-89.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  <w:tab w:val="num" w:pos="900"/>
        </w:tabs>
        <w:ind w:left="0" w:firstLine="709"/>
      </w:pPr>
      <w:r w:rsidRPr="00680C6A">
        <w:t>Информация по вопросам предоставления муниципальной услуги предоставляется:</w:t>
      </w:r>
    </w:p>
    <w:p w:rsidR="004A418B" w:rsidRPr="00680C6A" w:rsidRDefault="004A418B" w:rsidP="00680C6A">
      <w:pPr>
        <w:numPr>
          <w:ilvl w:val="0"/>
          <w:numId w:val="5"/>
        </w:numPr>
        <w:tabs>
          <w:tab w:val="clear" w:pos="1429"/>
          <w:tab w:val="num" w:pos="0"/>
        </w:tabs>
        <w:ind w:left="0" w:firstLine="709"/>
      </w:pPr>
      <w:r w:rsidRPr="00680C6A">
        <w:t>в </w:t>
      </w:r>
      <w:r>
        <w:t>администрации</w:t>
      </w:r>
      <w:r w:rsidRPr="00680C6A">
        <w:t>;</w:t>
      </w:r>
    </w:p>
    <w:p w:rsidR="004A418B" w:rsidRPr="00680C6A" w:rsidRDefault="004A418B" w:rsidP="00680C6A">
      <w:pPr>
        <w:numPr>
          <w:ilvl w:val="0"/>
          <w:numId w:val="5"/>
        </w:numPr>
        <w:tabs>
          <w:tab w:val="clear" w:pos="1429"/>
          <w:tab w:val="num" w:pos="0"/>
        </w:tabs>
        <w:ind w:left="0" w:firstLine="709"/>
      </w:pPr>
      <w:r w:rsidRPr="00680C6A">
        <w:t xml:space="preserve">посредством размещения на информационном стенде и официальном сайте </w:t>
      </w:r>
      <w:r>
        <w:t>администрации</w:t>
      </w:r>
      <w:r w:rsidRPr="00680C6A">
        <w:t xml:space="preserve"> в сети Интернет, электронного информирования;</w:t>
      </w:r>
    </w:p>
    <w:p w:rsidR="004A418B" w:rsidRPr="00680C6A" w:rsidRDefault="004A418B" w:rsidP="002151D1">
      <w:pPr>
        <w:numPr>
          <w:ilvl w:val="0"/>
          <w:numId w:val="5"/>
        </w:numPr>
        <w:tabs>
          <w:tab w:val="clear" w:pos="1429"/>
          <w:tab w:val="num" w:pos="0"/>
        </w:tabs>
        <w:ind w:left="0" w:firstLine="709"/>
      </w:pPr>
      <w:r w:rsidRPr="00680C6A">
        <w:t>с использованием средств телефонной, почтовой связи.</w:t>
      </w:r>
      <w:r>
        <w:t xml:space="preserve"> </w:t>
      </w:r>
      <w:r w:rsidRPr="002151D1">
        <w:t xml:space="preserve">Для получения информации о правилах предоставления муниципальной услуги заявители вправе обратиться в орган местного самоуправления: лично; по телефону в соответствии с режимом работы управления; в письменном виде почтой; на официальном сайте </w:t>
      </w:r>
      <w:r>
        <w:t>администрации</w:t>
      </w:r>
      <w:r w:rsidRPr="002151D1">
        <w:t xml:space="preserve"> в информационно-телекоммуникационной сети «Интернет»; с использованием Единого портала государственных и муниципальных услуг; через МФЦ (при наличии)</w:t>
      </w:r>
      <w:r>
        <w:t>.</w:t>
      </w:r>
    </w:p>
    <w:p w:rsidR="004A418B" w:rsidRPr="00680C6A" w:rsidRDefault="004A418B" w:rsidP="00680C6A">
      <w:pPr>
        <w:tabs>
          <w:tab w:val="num" w:pos="0"/>
        </w:tabs>
      </w:pPr>
      <w:r w:rsidRPr="00680C6A"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фамилии специалиста, принявшего телефонный звонок.</w:t>
      </w:r>
    </w:p>
    <w:p w:rsidR="004A418B" w:rsidRPr="00680C6A" w:rsidRDefault="004A418B" w:rsidP="00680C6A">
      <w:pPr>
        <w:tabs>
          <w:tab w:val="num" w:pos="0"/>
        </w:tabs>
      </w:pPr>
      <w:r w:rsidRPr="00680C6A">
        <w:t>Устное информирование обратившегося лица осуществляется специалистом не более 10 минут.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>
        <w:t xml:space="preserve">Морозовского сельсовета </w:t>
      </w:r>
      <w:r w:rsidRPr="00680C6A">
        <w:t>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A418B" w:rsidRPr="00680C6A" w:rsidRDefault="004A418B" w:rsidP="00680C6A">
      <w:pPr>
        <w:tabs>
          <w:tab w:val="num" w:pos="0"/>
        </w:tabs>
      </w:pPr>
      <w:r w:rsidRPr="00680C6A"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</w:r>
    </w:p>
    <w:p w:rsidR="004A418B" w:rsidRPr="00680C6A" w:rsidRDefault="004A418B" w:rsidP="00680C6A">
      <w:pPr>
        <w:tabs>
          <w:tab w:val="num" w:pos="0"/>
        </w:tabs>
      </w:pPr>
      <w:r w:rsidRPr="00680C6A">
        <w:t>Ответ на обращение готовится в течение 30 дней со дня регистрации письменного обращения.</w:t>
      </w:r>
    </w:p>
    <w:p w:rsidR="004A418B" w:rsidRPr="00680C6A" w:rsidRDefault="004A418B" w:rsidP="00680C6A">
      <w:pPr>
        <w:tabs>
          <w:tab w:val="num" w:pos="0"/>
        </w:tabs>
      </w:pPr>
      <w:r w:rsidRPr="00680C6A"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Письменный ответ на обращение подписывается Главой </w:t>
      </w:r>
      <w:r>
        <w:t>Морозовского сельсовета</w:t>
      </w:r>
      <w:r w:rsidRPr="00680C6A">
        <w:t xml:space="preserve">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A418B" w:rsidRPr="00680C6A" w:rsidRDefault="004A418B" w:rsidP="00680C6A">
      <w:pPr>
        <w:tabs>
          <w:tab w:val="num" w:pos="0"/>
        </w:tabs>
      </w:pPr>
      <w:r w:rsidRPr="00680C6A"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4A418B" w:rsidRPr="00680C6A" w:rsidRDefault="004A418B" w:rsidP="00680C6A">
      <w:pPr>
        <w:tabs>
          <w:tab w:val="num" w:pos="0"/>
        </w:tabs>
      </w:pPr>
      <w:r w:rsidRPr="00680C6A"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Также вся информация о муниципальной услуге и услугах, необходимых для получения муниципальной услуги доступна на интернет-сайте </w:t>
      </w:r>
      <w:r>
        <w:t>администрации</w:t>
      </w:r>
      <w:r w:rsidRPr="00680C6A">
        <w:t>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4A418B" w:rsidRPr="00680C6A" w:rsidRDefault="004A418B" w:rsidP="00680C6A">
      <w:pPr>
        <w:numPr>
          <w:ilvl w:val="0"/>
          <w:numId w:val="2"/>
        </w:numPr>
        <w:tabs>
          <w:tab w:val="clear" w:pos="1070"/>
          <w:tab w:val="num" w:pos="0"/>
        </w:tabs>
        <w:ind w:left="0" w:firstLine="709"/>
        <w:jc w:val="center"/>
      </w:pPr>
      <w:r w:rsidRPr="00680C6A">
        <w:t>Стандарт предоставления муниципальной услуги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Наименование муниципальной услуги: предоставление в собственность граждан земельных участков для ведения садоводства, огородничества и дачного хозяйства.</w:t>
      </w:r>
    </w:p>
    <w:p w:rsidR="004A418B" w:rsidRDefault="004A418B" w:rsidP="00680C6A">
      <w:pPr>
        <w:tabs>
          <w:tab w:val="num" w:pos="0"/>
        </w:tabs>
      </w:pPr>
      <w:r w:rsidRPr="00680C6A">
        <w:t xml:space="preserve">Предоставление муниципальной услуги осуществляет </w:t>
      </w:r>
      <w:r>
        <w:t>администрация</w:t>
      </w:r>
      <w:r w:rsidRPr="00680C6A">
        <w:t xml:space="preserve"> </w:t>
      </w:r>
      <w:r>
        <w:t xml:space="preserve">Морозовского сельсовета </w:t>
      </w:r>
      <w:r w:rsidRPr="00680C6A">
        <w:t xml:space="preserve">Искитимского района Новосибирской области (далее </w:t>
      </w:r>
      <w:r>
        <w:t>Администрация</w:t>
      </w:r>
      <w:r w:rsidRPr="00680C6A">
        <w:t xml:space="preserve">).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  <w:r w:rsidRPr="00680C6A">
        <w:t xml:space="preserve"> услуг, которые являются необходимыми и обязательными для предоставления муниципальных услуг.</w:t>
      </w:r>
    </w:p>
    <w:p w:rsidR="004A418B" w:rsidRPr="00680C6A" w:rsidRDefault="004A418B" w:rsidP="00680C6A">
      <w:pPr>
        <w:tabs>
          <w:tab w:val="num" w:pos="0"/>
        </w:tabs>
      </w:pPr>
      <w:r w:rsidRPr="0090101E">
        <w:rPr>
          <w:color w:val="000000"/>
        </w:rPr>
        <w:t xml:space="preserve">Операторы МФЦ (при наличии) осуществляют прием, регистрацию, обработку заявлений и документов, необходимых для предоставления муниципальной услуги, и передачу </w:t>
      </w:r>
      <w:r w:rsidRPr="0090101E">
        <w:rPr>
          <w:color w:val="000000"/>
          <w:shd w:val="clear" w:color="auto" w:fill="FFFFFF"/>
        </w:rPr>
        <w:t>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</w:t>
      </w:r>
      <w:r>
        <w:rPr>
          <w:color w:val="000000"/>
          <w:shd w:val="clear" w:color="auto" w:fill="FFFFFF"/>
        </w:rPr>
        <w:t>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Результатом предоставления муниципальной услуги является: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- постановление </w:t>
      </w:r>
      <w:r>
        <w:t>администрации</w:t>
      </w:r>
      <w:r w:rsidRPr="00680C6A">
        <w:t xml:space="preserve"> </w:t>
      </w:r>
      <w:r>
        <w:t>Морозовского сельсовета</w:t>
      </w:r>
      <w:r w:rsidRPr="00680C6A">
        <w:t xml:space="preserve"> о предоставлении в собственность земельного участка для ведения садоводства, огородничества, дачного хозяйства (далее – постановление </w:t>
      </w:r>
      <w:r>
        <w:t>администрации</w:t>
      </w:r>
      <w:r w:rsidRPr="00680C6A">
        <w:t>);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письменное уведомление об отказе в предоставлении муниципальной услуги (далее – уведомление об отказе).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Срок предоставления муниципальной услуги: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1) Максимальный срок предоставления муниципальной услуги составляет 14 дней со дня регистрации заявления.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2) Возврат принятого пакета документов осуществляется в течение 14 дней со дня регистрации заявления с указанием причин (при наличии установленных пунктом   2.6. настоящего административного регламента оснований для возврата принятого пакета документов). После устранения причин возврата документов заявитель вправе повторно обратиться в </w:t>
      </w:r>
      <w:r>
        <w:t>а</w:t>
      </w:r>
      <w:r w:rsidRPr="00680C6A">
        <w:t>дминистрацию с заявлением.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3) В 14-тидневный срок со дня поступления заявления </w:t>
      </w:r>
      <w:r>
        <w:t>администрация</w:t>
      </w:r>
      <w:r w:rsidRPr="00680C6A">
        <w:t xml:space="preserve"> принимает решение о предоставлении земельного участка в собственность, либо решение об отказе в предоставлении земельного участка.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Правовые основания для предоставления муниципальной услуги</w:t>
      </w:r>
    </w:p>
    <w:p w:rsidR="004A418B" w:rsidRPr="00680C6A" w:rsidRDefault="004A418B" w:rsidP="00680C6A">
      <w:pPr>
        <w:tabs>
          <w:tab w:val="num" w:pos="0"/>
        </w:tabs>
      </w:pPr>
      <w:r w:rsidRPr="00680C6A">
        <w:t>Предоставление муниципальной услуги осуществляется в соответствии с: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Конституцией Российской Федерации от 12.12.1993 («Российская газета», 25.12.1993, № 237);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Гражданским кодексом Российской Федерации от</w:t>
      </w:r>
      <w:r>
        <w:t xml:space="preserve"> 30.11.1994 № 51-ФЗ  («</w:t>
      </w:r>
      <w:r w:rsidRPr="00680C6A">
        <w:t>С</w:t>
      </w:r>
      <w:r>
        <w:t>обрание законодательства РФ», 05.12.1994, № 32, ст. 3301, «Российская газета», №</w:t>
      </w:r>
      <w:r w:rsidRPr="00680C6A">
        <w:t xml:space="preserve"> 238-239, 08.12.1994);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Земельным кодексом Российской Федерации от 25.10.2001 № 136-ФЗ («Российская газета», 30.10.2001, № 211-212);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Федеральным законом от 06.10.2003 № 131-ФЗ «Об общих принципах организации местного самоуправления в Российской Федерации» («Российская газета», 08.10.2003, № 202);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Федеральным законом от 25.10.2001 № 137-ФЗ «О введении в действие Земельного кодекса Российской Федерации» («Собрание законодательства Российской Федерации», 29.10.2001, № 44, «Парламентская газета», 30.10.2001, № 204-205, «Российская газета», 30.10.2001, № 211-212);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Федеральным законом от 15.04.1998 № 66-ФЗ «О садоводческих, огороднических и дачных некоммерческих объединениях граждан» («Российская газета», 23.04.</w:t>
      </w:r>
      <w:r>
        <w:t>19</w:t>
      </w:r>
      <w:r w:rsidRPr="00680C6A">
        <w:t>98, № 79);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Законом Новос</w:t>
      </w:r>
      <w:r>
        <w:t>ибирской области от 14.04.2003</w:t>
      </w:r>
      <w:r w:rsidRPr="00680C6A">
        <w:t xml:space="preserve"> № 108-ОЗ «Об использовании земель на территории Новосибирской области» (принят постановлением Новосибирского областного С</w:t>
      </w:r>
      <w:r>
        <w:t>овета депутатов от 27.03.2003 №</w:t>
      </w:r>
      <w:r w:rsidRPr="00680C6A">
        <w:t>108-ОСД);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- Уставом </w:t>
      </w:r>
      <w:r>
        <w:t xml:space="preserve">Морозовского сельсовета </w:t>
      </w:r>
      <w:r w:rsidRPr="00680C6A">
        <w:t>Искитимского района Новосибирской области;</w:t>
      </w:r>
    </w:p>
    <w:p w:rsidR="004A418B" w:rsidRPr="00680C6A" w:rsidRDefault="004A418B" w:rsidP="00680C6A">
      <w:pPr>
        <w:tabs>
          <w:tab w:val="num" w:pos="0"/>
        </w:tabs>
        <w:spacing w:line="270" w:lineRule="atLeast"/>
      </w:pPr>
      <w:r w:rsidRPr="00680C6A">
        <w:t xml:space="preserve">- </w:t>
      </w:r>
      <w:r>
        <w:t xml:space="preserve">О </w:t>
      </w:r>
      <w:r w:rsidRPr="00680C6A">
        <w:t>Положени</w:t>
      </w:r>
      <w:r>
        <w:t>и</w:t>
      </w:r>
      <w:r w:rsidRPr="00680C6A">
        <w:t xml:space="preserve"> </w:t>
      </w:r>
      <w:r>
        <w:t xml:space="preserve">о порядке управления и распоряжения имуществом, находящегося в собственности </w:t>
      </w:r>
      <w:r w:rsidRPr="00680C6A">
        <w:t xml:space="preserve"> </w:t>
      </w:r>
      <w:r>
        <w:t xml:space="preserve">Морозовского сельсовета </w:t>
      </w:r>
      <w:r w:rsidRPr="00680C6A">
        <w:t>Искитимского района Новосибирской области</w:t>
      </w:r>
      <w:r>
        <w:t xml:space="preserve"> Решение сессии Совета депутатов от 28.05.2010 № 8</w:t>
      </w:r>
      <w:r w:rsidRPr="00680C6A">
        <w:t>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Полный перечень документов, необходимых для предоставления муниципальной услуги:</w:t>
      </w:r>
    </w:p>
    <w:p w:rsidR="004A418B" w:rsidRPr="00680C6A" w:rsidRDefault="004A418B" w:rsidP="00680C6A">
      <w:pPr>
        <w:pStyle w:val="ConsPlusNormal"/>
        <w:tabs>
          <w:tab w:val="num" w:pos="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C6A">
        <w:rPr>
          <w:rFonts w:ascii="Times New Roman" w:hAnsi="Times New Roman" w:cs="Times New Roman"/>
          <w:sz w:val="28"/>
          <w:szCs w:val="28"/>
        </w:rPr>
        <w:t>- письменное заявление по образцу, указанному в приложении 2 к административному регламенту;</w:t>
      </w:r>
    </w:p>
    <w:p w:rsidR="004A418B" w:rsidRPr="00680C6A" w:rsidRDefault="004A418B" w:rsidP="00680C6A">
      <w:pPr>
        <w:pStyle w:val="ConsPlusNormal"/>
        <w:tabs>
          <w:tab w:val="num" w:pos="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C6A">
        <w:rPr>
          <w:rFonts w:ascii="Times New Roman" w:hAnsi="Times New Roman" w:cs="Times New Roman"/>
          <w:sz w:val="28"/>
          <w:szCs w:val="28"/>
        </w:rPr>
        <w:t>- документы, подтверждающие полномочия заявителя (копия паспорта);</w:t>
      </w:r>
    </w:p>
    <w:p w:rsidR="004A418B" w:rsidRPr="00680C6A" w:rsidRDefault="004A418B" w:rsidP="00680C6A">
      <w:pPr>
        <w:pStyle w:val="ConsPlusNormal"/>
        <w:tabs>
          <w:tab w:val="num" w:pos="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C6A">
        <w:rPr>
          <w:rFonts w:ascii="Times New Roman" w:hAnsi="Times New Roman" w:cs="Times New Roman"/>
          <w:sz w:val="28"/>
          <w:szCs w:val="28"/>
        </w:rPr>
        <w:t>- документы, подтверждающие полномочия представителя заявителя (если от имени заявителя выступает представитель заявителя);</w:t>
      </w:r>
    </w:p>
    <w:p w:rsidR="004A418B" w:rsidRPr="00680C6A" w:rsidRDefault="004A418B" w:rsidP="00680C6A">
      <w:pPr>
        <w:pStyle w:val="ConsPlusNormal"/>
        <w:tabs>
          <w:tab w:val="num" w:pos="0"/>
          <w:tab w:val="left" w:pos="1080"/>
        </w:tabs>
        <w:ind w:firstLine="709"/>
        <w:jc w:val="both"/>
      </w:pPr>
      <w:r w:rsidRPr="00680C6A">
        <w:rPr>
          <w:rFonts w:ascii="Times New Roman" w:hAnsi="Times New Roman" w:cs="Times New Roman"/>
          <w:sz w:val="28"/>
          <w:szCs w:val="28"/>
        </w:rPr>
        <w:t>- описание местоположения земельного участка, подготовленное заявителем по образцу, указанному в приложении 3 к административному регламенту;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заключение правления садоводческого, огороднического, дачного некоммерческого объединения, в котором указывается гражданин, за которым закреплен земельный участок, и подтверждается соответствие указанного описания местоположения такого земельного участка местоположению земельного участка, фактически используемого гражданином, по образцу, указанному в приложении 4 к административному регламенту.</w:t>
      </w:r>
    </w:p>
    <w:p w:rsidR="004A418B" w:rsidRPr="00680C6A" w:rsidRDefault="004A418B" w:rsidP="00680C6A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C6A">
        <w:rPr>
          <w:rFonts w:ascii="Times New Roman" w:hAnsi="Times New Roman" w:cs="Times New Roman"/>
          <w:sz w:val="28"/>
          <w:szCs w:val="28"/>
        </w:rPr>
        <w:t>-выписка из Единого государственного реестра юридических лиц;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Запрещается требовать от заявителя: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>
        <w:t xml:space="preserve">с 01.07.2012 </w:t>
      </w:r>
      <w:r w:rsidRPr="00680C6A">
        <w:t xml:space="preserve">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</w:t>
      </w:r>
      <w:r>
        <w:t>6 статьи 7 Федерального закона «</w:t>
      </w:r>
      <w:r w:rsidRPr="00680C6A">
        <w:t>Об организации предоставления госуда</w:t>
      </w:r>
      <w:r>
        <w:t xml:space="preserve">рственных и муниципальных услуг»                   </w:t>
      </w:r>
      <w:r w:rsidRPr="00680C6A">
        <w:t xml:space="preserve"> №</w:t>
      </w:r>
      <w:r>
        <w:t xml:space="preserve"> </w:t>
      </w:r>
      <w:r w:rsidRPr="00680C6A">
        <w:t>210-ФЗ.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Перечень оснований для возврата документов, необходимых для предоставления муниципальной услуги.</w:t>
      </w:r>
    </w:p>
    <w:p w:rsidR="004A418B" w:rsidRPr="00680C6A" w:rsidRDefault="004A418B" w:rsidP="00680C6A">
      <w:pPr>
        <w:tabs>
          <w:tab w:val="num" w:pos="0"/>
        </w:tabs>
      </w:pPr>
      <w:r w:rsidRPr="00680C6A">
        <w:t>Основаниями для возврата документов являются: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отсутствие у заявителей права на получение муниципальной услуги в соответствии с действующим законодательством;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подачи заявления ненадлежащим лицом (представителем заявителя, не имеющим необходимых документов, указанных в пункте 2.6. административного регламента);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не предоставление заявителем необходимых документов, указанных в пункте 2.6. административного регламента;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предоставление заявителем документов, не соответствующих требованиям действующего законодательства.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Основаниями для отказа в предоставлении муниципальной услуги</w:t>
      </w:r>
    </w:p>
    <w:p w:rsidR="004A418B" w:rsidRPr="00680C6A" w:rsidRDefault="004A418B" w:rsidP="00680C6A">
      <w:pPr>
        <w:tabs>
          <w:tab w:val="num" w:pos="0"/>
        </w:tabs>
      </w:pPr>
      <w:r w:rsidRPr="00680C6A">
        <w:t>являются: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письменное заявление заявителя об отказе в предоставлении муниципальной  услуги;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запрет на предоставление земельного участка в частную собственность, установленный федеральным законодательством.</w:t>
      </w:r>
    </w:p>
    <w:p w:rsidR="004A418B" w:rsidRPr="00680C6A" w:rsidRDefault="004A418B" w:rsidP="00680C6A">
      <w:pPr>
        <w:tabs>
          <w:tab w:val="num" w:pos="0"/>
        </w:tabs>
      </w:pPr>
      <w:r w:rsidRPr="00680C6A">
        <w:t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Срок приостановления предоставления муниципальной услуги не более 14 дней.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Для предоставления настоящей услуги не требуется получение дополнительных муниципальных либо государственных услуг.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Размер платы, взимаемой с заявителя при предоставлении муниципальной услуги:</w:t>
      </w:r>
    </w:p>
    <w:p w:rsidR="004A418B" w:rsidRPr="00680C6A" w:rsidRDefault="004A418B" w:rsidP="00680C6A">
      <w:pPr>
        <w:tabs>
          <w:tab w:val="num" w:pos="0"/>
          <w:tab w:val="left" w:pos="540"/>
        </w:tabs>
      </w:pPr>
      <w:r w:rsidRPr="00680C6A">
        <w:t>Муниципальная услуга предоставляется бесплатно.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A418B" w:rsidRPr="00680C6A" w:rsidRDefault="004A418B" w:rsidP="00680C6A">
      <w:pPr>
        <w:tabs>
          <w:tab w:val="num" w:pos="0"/>
        </w:tabs>
      </w:pPr>
      <w:r w:rsidRPr="00680C6A"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Максимальное время ожидания в очереди при подаче заявления о предоставлении муниципаль</w:t>
      </w:r>
      <w:r>
        <w:t>ной услуги не может превышать 15</w:t>
      </w:r>
      <w:r w:rsidRPr="00680C6A">
        <w:t xml:space="preserve"> минут.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Срок и порядок регистрации запроса заявителя о предоставлении муниципальной услуги:</w:t>
      </w:r>
    </w:p>
    <w:p w:rsidR="004A418B" w:rsidRPr="00680C6A" w:rsidRDefault="004A418B" w:rsidP="00680C6A">
      <w:pPr>
        <w:tabs>
          <w:tab w:val="num" w:pos="0"/>
        </w:tabs>
      </w:pPr>
      <w:r w:rsidRPr="00680C6A"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Требования к помещениям, в которых предоставляется муниципальная услуга: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 xml:space="preserve">В </w:t>
      </w:r>
      <w:r>
        <w:t>администрации</w:t>
      </w:r>
      <w:r w:rsidRPr="00680C6A">
        <w:t>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соблюдение санитарно-эпидемиологических правил и нормативов, правил противопожарной безопасности;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оборудование местами общественного пользования (туалеты) и местами для хранения верхней одежды.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Требования к местам для ожидания: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места для ожидания оборудуются кресельными секциями;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места для ожидания находятся в специально приспособленном помещении;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в местах для ожидания предусматриваются места для получения информации о муниципальной услуге.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Требования к местам для получения информации о муниципальной услуге: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Требования к местам приема заявителей: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-180"/>
          <w:tab w:val="num" w:pos="0"/>
        </w:tabs>
        <w:ind w:left="0" w:firstLine="709"/>
      </w:pPr>
      <w:r w:rsidRPr="00680C6A"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  <w:tab w:val="num" w:pos="720"/>
        </w:tabs>
        <w:ind w:left="0" w:firstLine="709"/>
      </w:pPr>
      <w:r w:rsidRPr="00680C6A">
        <w:t>Показатели качества и доступности предоставления муниципальной услуги: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Показатели качества муниципальной услуги: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 xml:space="preserve">выполнение должностными лицами, </w:t>
      </w:r>
      <w:r>
        <w:t>специалистами</w:t>
      </w:r>
      <w:r w:rsidRPr="00680C6A">
        <w:t xml:space="preserve"> </w:t>
      </w:r>
      <w:r>
        <w:t>администрации</w:t>
      </w:r>
      <w:r w:rsidRPr="00680C6A">
        <w:t xml:space="preserve">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отсутствие обоснованных жалоб на действия (бездействие) должностных лиц, с</w:t>
      </w:r>
      <w:r>
        <w:t>пециалистов</w:t>
      </w:r>
      <w:r w:rsidRPr="00680C6A">
        <w:t xml:space="preserve"> </w:t>
      </w:r>
      <w:r>
        <w:t>администрации</w:t>
      </w:r>
      <w:r w:rsidRPr="00680C6A">
        <w:t xml:space="preserve"> при предоставлении муниципальной услуги.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Показатели доступности предоставления муниципальной услуги: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>
        <w:t>Д</w:t>
      </w:r>
      <w:r w:rsidRPr="00680C6A">
        <w:t>оля заявителей, получивших в собственность земельные участки для ведения садоводства, огородничества и дачного хозяйства по отношению к общему количеству поступивших заявок на получение муниципальной услуги;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 xml:space="preserve">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</w:t>
      </w:r>
      <w:r>
        <w:t>администрации</w:t>
      </w:r>
      <w:r w:rsidRPr="00680C6A">
        <w:t>, Едином портале государственных и муниципальных услуг;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-180"/>
          <w:tab w:val="num" w:pos="0"/>
        </w:tabs>
        <w:ind w:left="0" w:firstLine="709"/>
      </w:pPr>
      <w:r w:rsidRPr="00680C6A">
        <w:t xml:space="preserve">пешеходная доступность от остановок общественного транспорта до, здания, </w:t>
      </w:r>
      <w:r>
        <w:t>администрации</w:t>
      </w:r>
      <w:r w:rsidRPr="00680C6A">
        <w:t>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A418B" w:rsidRPr="00680C6A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A418B" w:rsidRDefault="004A418B" w:rsidP="00680C6A">
      <w:pPr>
        <w:numPr>
          <w:ilvl w:val="0"/>
          <w:numId w:val="3"/>
        </w:numPr>
        <w:tabs>
          <w:tab w:val="clear" w:pos="1429"/>
          <w:tab w:val="num" w:pos="0"/>
        </w:tabs>
        <w:ind w:left="0" w:firstLine="709"/>
      </w:pPr>
      <w:r w:rsidRPr="00680C6A"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4A418B" w:rsidRDefault="004A418B" w:rsidP="002151D1">
      <w:pPr>
        <w:ind w:firstLine="0"/>
      </w:pPr>
      <w:r w:rsidRPr="00360AA9">
        <w:t>При подаче заявления на оказание муниципальной</w:t>
      </w:r>
      <w:r>
        <w:t xml:space="preserve"> услуги через МФЦ (при наличии)</w:t>
      </w:r>
      <w:r w:rsidRPr="00360AA9">
        <w:t xml:space="preserve">, заявитель может получить сведения о ходе ее исполнения посредством </w:t>
      </w:r>
      <w:r w:rsidRPr="00360AA9">
        <w:rPr>
          <w:lang w:val="en-US"/>
        </w:rPr>
        <w:t>call</w:t>
      </w:r>
      <w:r w:rsidRPr="00360AA9">
        <w:t xml:space="preserve">-центра МФЦ и </w:t>
      </w:r>
      <w:r w:rsidRPr="00360AA9">
        <w:rPr>
          <w:lang w:val="en-US"/>
        </w:rPr>
        <w:t>sms</w:t>
      </w:r>
      <w:r w:rsidRPr="00360AA9">
        <w:t>-информирования</w:t>
      </w:r>
      <w:r>
        <w:t>.</w:t>
      </w:r>
    </w:p>
    <w:p w:rsidR="004A418B" w:rsidRPr="00CE72E0" w:rsidRDefault="004A418B" w:rsidP="002151D1">
      <w:pPr>
        <w:adjustRightInd w:val="0"/>
        <w:outlineLvl w:val="2"/>
      </w:pPr>
      <w:r>
        <w:t>2.14.4.</w:t>
      </w:r>
      <w:r w:rsidRPr="002151D1">
        <w:t xml:space="preserve"> </w:t>
      </w:r>
      <w:r w:rsidRPr="00CE72E0">
        <w:t xml:space="preserve">Предоставление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</w:t>
      </w:r>
      <w:r>
        <w:t>(</w:t>
      </w:r>
      <w:r w:rsidRPr="00CE72E0">
        <w:t>непосредственно оператору МФЦ (при наличии) в бумажном виде</w:t>
      </w:r>
      <w:r>
        <w:t>)</w:t>
      </w:r>
      <w:r w:rsidRPr="00CE72E0">
        <w:t xml:space="preserve">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CE72E0">
        <w:rPr>
          <w:color w:val="000000"/>
          <w:shd w:val="clear" w:color="auto" w:fill="FFFFFF"/>
        </w:rPr>
        <w:t xml:space="preserve">анные документы направляются для рассмотрения сотрудникам </w:t>
      </w:r>
      <w:r>
        <w:rPr>
          <w:color w:val="000000"/>
          <w:shd w:val="clear" w:color="auto" w:fill="FFFFFF"/>
        </w:rPr>
        <w:t>Администрации</w:t>
      </w:r>
      <w:r w:rsidRPr="00CE72E0">
        <w:rPr>
          <w:color w:val="000000"/>
          <w:shd w:val="clear" w:color="auto" w:fill="FFFFFF"/>
        </w:rPr>
        <w:t xml:space="preserve">, ответственным за регистрацию поступивших документов в ИС МАИС. </w:t>
      </w:r>
      <w:r w:rsidRPr="00CE72E0">
        <w:t xml:space="preserve">Зарегистрированный пакет документов передается в </w:t>
      </w:r>
      <w:r>
        <w:t>а</w:t>
      </w:r>
      <w:r w:rsidRPr="00CE72E0">
        <w:t xml:space="preserve">дминистрацию курьером МФЦ в порядке, определённом соглашением между МФЦ и </w:t>
      </w:r>
      <w:r>
        <w:t>а</w:t>
      </w:r>
      <w:r w:rsidRPr="00CE72E0">
        <w:t xml:space="preserve">дминистрацией. После принятия </w:t>
      </w:r>
      <w:r>
        <w:t>а</w:t>
      </w:r>
      <w:r w:rsidRPr="00CE72E0">
        <w:t>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4A418B" w:rsidRPr="00CE72E0" w:rsidRDefault="004A418B" w:rsidP="002151D1">
      <w:pPr>
        <w:adjustRightInd w:val="0"/>
        <w:outlineLvl w:val="2"/>
      </w:pPr>
      <w:r w:rsidRPr="00CE72E0">
        <w:t xml:space="preserve"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(скан-копии), могут быть направлены в </w:t>
      </w:r>
      <w:r>
        <w:t>а</w:t>
      </w:r>
      <w:r w:rsidRPr="00CE72E0">
        <w:t>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4A418B" w:rsidRPr="002151D1" w:rsidRDefault="004A418B" w:rsidP="002151D1">
      <w:pPr>
        <w:ind w:firstLine="0"/>
      </w:pPr>
      <w:r w:rsidRPr="00CE72E0">
        <w:tab/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</w:t>
      </w:r>
      <w:r>
        <w:t>.</w:t>
      </w:r>
    </w:p>
    <w:p w:rsidR="004A418B" w:rsidRPr="00680C6A" w:rsidRDefault="004A418B" w:rsidP="00680C6A">
      <w:pPr>
        <w:numPr>
          <w:ilvl w:val="0"/>
          <w:numId w:val="2"/>
        </w:numPr>
        <w:tabs>
          <w:tab w:val="clear" w:pos="1070"/>
          <w:tab w:val="num" w:pos="0"/>
        </w:tabs>
        <w:ind w:left="0" w:firstLine="709"/>
      </w:pPr>
      <w:r w:rsidRPr="00680C6A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Последовательность административных процедур: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Прием заявлений и документов на получение муниципальной услуги;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Проверка документов на установление наличия права на получение муниципальной услуги;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Принятие решения о предоставлении или об отказе в предоставлении муниципальной услуги.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  <w:tab w:val="num" w:pos="720"/>
        </w:tabs>
        <w:ind w:left="0" w:firstLine="709"/>
      </w:pPr>
      <w:r w:rsidRPr="00680C6A">
        <w:t>Прием заявлений и документов на получение муниципальной услуги</w:t>
      </w:r>
    </w:p>
    <w:p w:rsidR="004A418B" w:rsidRDefault="004A418B" w:rsidP="002151D1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Основанием для начала административной процедуры по приему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сектор контроля и документооборота управления.</w:t>
      </w:r>
    </w:p>
    <w:p w:rsidR="004A418B" w:rsidRDefault="004A418B" w:rsidP="002151D1">
      <w:r w:rsidRPr="002151D1">
        <w:t>В случае представления заявления и документов, необходимых для предоставления муниципальной услуги через МФЦ,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2151D1">
        <w:rPr>
          <w:shd w:val="clear" w:color="auto" w:fill="FFFFFF"/>
        </w:rPr>
        <w:t xml:space="preserve">анные документы направляются для регистрации </w:t>
      </w:r>
      <w:r>
        <w:rPr>
          <w:shd w:val="clear" w:color="auto" w:fill="FFFFFF"/>
        </w:rPr>
        <w:t>специалистам</w:t>
      </w:r>
      <w:r w:rsidRPr="002151D1">
        <w:rPr>
          <w:shd w:val="clear" w:color="auto" w:fill="FFFFFF"/>
        </w:rPr>
        <w:t xml:space="preserve"> </w:t>
      </w:r>
      <w:r>
        <w:rPr>
          <w:shd w:val="clear" w:color="auto" w:fill="FFFFFF"/>
        </w:rPr>
        <w:t>администрации</w:t>
      </w:r>
      <w:r w:rsidRPr="002151D1">
        <w:rPr>
          <w:shd w:val="clear" w:color="auto" w:fill="FFFFFF"/>
        </w:rPr>
        <w:t xml:space="preserve">, ответственным за прием и регистрацию документов в ИС МАИС. </w:t>
      </w:r>
      <w:r w:rsidRPr="002151D1">
        <w:t xml:space="preserve">Зарегистрированный пакет оригиналов документов передается в </w:t>
      </w:r>
      <w:r>
        <w:t>а</w:t>
      </w:r>
      <w:r w:rsidRPr="002151D1">
        <w:t xml:space="preserve">дминистрацию курьером МФЦ в порядке, определённом соглашением между МФЦ и </w:t>
      </w:r>
      <w:r>
        <w:t>а</w:t>
      </w:r>
      <w:r w:rsidRPr="002151D1">
        <w:t>дминистрацией</w:t>
      </w:r>
      <w:r>
        <w:t>.</w:t>
      </w:r>
    </w:p>
    <w:p w:rsidR="004A418B" w:rsidRPr="00680C6A" w:rsidRDefault="004A418B" w:rsidP="002151D1">
      <w:r w:rsidRPr="00CE72E0"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</w:t>
      </w:r>
      <w:r>
        <w:t>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Специалист по приему и регистрации документов проверяет: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правильность заполнения заявления и наличие документов, указанных в пункте 2.5., административного регламента;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что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 фамилии, имена и отчества физических лиц, адреса их регистрации указаны полностью, в соответствии с документом, удостоверяющим личность;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документы не имеют серьезных повреждений, наличие которых не позволяет однозначно истолковать их содержание.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В том случае, если заявителем вместо описания границ земельного участка и заключения правления указывается кадастровый номер земельного участка, специалист самостоятельно истребует по представленному номеру кадастровый паспорт земельного участка.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Если ранее ни один из членов садоводческого, огороднического, дачного некоммерческого объединения, членом которого является заявитель, не обращался с заявлением о предоставлении земельного участка в собственность, управлением самостоятельно запрашиваются дополнительно следующие документы: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выписка из единого государственного реестра юридических лиц, содержащая сведения о садоводческом, огородническом, дачном некоммерческом объединении.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В день принятия заявления сотрудник, ответственный за прием и регистрацию документов осуществляет регистрацию в электронном журнале регистрации заявлений; заносит в информационную базу: данные о заявителе (фамилия, имя, отчество), местоположении и площади земельного участка, дате поступления заявления и приложенных документов.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При отсутствии необходимых документов, несоответствия представленных документов установленным требованиям, специалист по приему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4A418B" w:rsidRPr="00680C6A" w:rsidRDefault="004A418B" w:rsidP="00680C6A">
      <w:pPr>
        <w:numPr>
          <w:ilvl w:val="3"/>
          <w:numId w:val="2"/>
        </w:numPr>
        <w:tabs>
          <w:tab w:val="clear" w:pos="1800"/>
          <w:tab w:val="num" w:pos="0"/>
        </w:tabs>
        <w:ind w:left="0" w:firstLine="709"/>
      </w:pPr>
      <w:r w:rsidRPr="00680C6A"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4A418B" w:rsidRPr="00680C6A" w:rsidRDefault="004A418B" w:rsidP="00680C6A">
      <w:pPr>
        <w:numPr>
          <w:ilvl w:val="3"/>
          <w:numId w:val="2"/>
        </w:numPr>
        <w:tabs>
          <w:tab w:val="clear" w:pos="1800"/>
          <w:tab w:val="num" w:pos="0"/>
        </w:tabs>
        <w:ind w:left="0" w:firstLine="709"/>
      </w:pPr>
      <w:r w:rsidRPr="00680C6A">
        <w:t>Если такие недостатки невозможно устранить в ходе приема, заявителю отказывается в приеме заявления.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Заявитель имеет право направить заявление с приложенными документами почтовым отправлением с объявленной ценностью при его пересылке с описью вложения.</w:t>
      </w:r>
    </w:p>
    <w:p w:rsidR="004A418B" w:rsidRPr="00680C6A" w:rsidRDefault="004A418B" w:rsidP="00680C6A">
      <w:pPr>
        <w:tabs>
          <w:tab w:val="num" w:pos="0"/>
        </w:tabs>
      </w:pPr>
      <w:r w:rsidRPr="00680C6A">
        <w:t>Результатом выполнения административной процедуры является прием и регистрация документов заявителя на получение муниципальной услуги.</w:t>
      </w:r>
    </w:p>
    <w:p w:rsidR="004A418B" w:rsidRPr="00680C6A" w:rsidRDefault="004A418B" w:rsidP="00680C6A">
      <w:pPr>
        <w:tabs>
          <w:tab w:val="num" w:pos="0"/>
        </w:tabs>
      </w:pPr>
      <w:r w:rsidRPr="00680C6A">
        <w:t>Максимальная продолжительность административной процедуры не должна превышать 20 минут.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Проверка документов на установление наличия права на получение муниципальной услуги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Основанием для проверки документов на установление наличия права на получение муниципальной услуги является передача заявления и документов специалисту по рассмотрению заявления.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Специалист по рассмотрению заявления проверяет:</w:t>
      </w:r>
    </w:p>
    <w:p w:rsidR="004A418B" w:rsidRPr="00680C6A" w:rsidRDefault="004A418B" w:rsidP="00680C6A">
      <w:pPr>
        <w:tabs>
          <w:tab w:val="num" w:pos="0"/>
        </w:tabs>
      </w:pPr>
      <w:r w:rsidRPr="00680C6A">
        <w:t>- полномочия заявителя;</w:t>
      </w:r>
    </w:p>
    <w:p w:rsidR="004A418B" w:rsidRPr="00680C6A" w:rsidRDefault="004A418B" w:rsidP="00680C6A">
      <w:pPr>
        <w:tabs>
          <w:tab w:val="num" w:pos="0"/>
        </w:tabs>
      </w:pPr>
      <w:r w:rsidRPr="00680C6A">
        <w:t>- соответствие представленных документов перечню документов, поименованных в п. 2.5.</w:t>
      </w:r>
    </w:p>
    <w:p w:rsidR="004A418B" w:rsidRPr="00680C6A" w:rsidRDefault="004A418B" w:rsidP="00680C6A">
      <w:pPr>
        <w:tabs>
          <w:tab w:val="num" w:pos="0"/>
        </w:tabs>
      </w:pPr>
      <w:r w:rsidRPr="00680C6A">
        <w:t>Специалист по рассмотрению заявления заносит информацию о результатах рассмотрения заявления в информационную базу данных управления в день осуществления административных действий по рассмотрению заявления.</w:t>
      </w:r>
    </w:p>
    <w:p w:rsidR="004A418B" w:rsidRPr="00680C6A" w:rsidRDefault="004A418B" w:rsidP="00680C6A">
      <w:pPr>
        <w:tabs>
          <w:tab w:val="num" w:pos="0"/>
        </w:tabs>
      </w:pPr>
      <w:r w:rsidRPr="00680C6A">
        <w:t>Результатом выполнения административной процедуры является установление наличия права на получение муниципальной услуги.</w:t>
      </w:r>
    </w:p>
    <w:p w:rsidR="004A418B" w:rsidRPr="00680C6A" w:rsidRDefault="004A418B" w:rsidP="00680C6A">
      <w:pPr>
        <w:pStyle w:val="ConsPlusNormal"/>
        <w:tabs>
          <w:tab w:val="num" w:pos="0"/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C6A">
        <w:rPr>
          <w:rFonts w:ascii="Times New Roman" w:hAnsi="Times New Roman" w:cs="Times New Roman"/>
          <w:sz w:val="28"/>
          <w:szCs w:val="28"/>
        </w:rPr>
        <w:t>Проверка документов на установление права на получение муниципальной услуги осуществляется в течение 3 дней с момента регистрации заявления.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Принятие решения о предоставлении или об отказе в предоставлении муниципальной услуги</w:t>
      </w:r>
    </w:p>
    <w:p w:rsidR="004A418B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В случае установления отсутствия права на получение муниципальной услуги, специалист по рассмотрению заявления в течение двух недель со дня рассмотрения заявления и приложенных документов осуществляет подготовку уведомления об отказе, в котором указывается причина такого отказа, и обеспечивает направление данного уведомления в адрес заявителя.</w:t>
      </w:r>
    </w:p>
    <w:p w:rsidR="004A418B" w:rsidRPr="00680C6A" w:rsidRDefault="004A418B" w:rsidP="002151D1">
      <w:r>
        <w:t>В случае предоставления муниципальной услуги через МФЦ (при наличии),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>
        <w:t>администрация</w:t>
      </w:r>
      <w:r w:rsidRPr="00680C6A">
        <w:t xml:space="preserve"> в двухнедельный срок с даты получения заявления и необходимых документов обязана принять решение о предоставлении в собственность такого земельного участка либо об отказе в его предоставлении.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 xml:space="preserve">В случае установления наличия права на получение муниципальной услуги, специалист по рассмотрению заявления осуществляет подготовку постановления </w:t>
      </w:r>
      <w:r>
        <w:t>администрации</w:t>
      </w:r>
      <w:r w:rsidRPr="00680C6A">
        <w:t>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Срок подготовки проекта постановления </w:t>
      </w:r>
      <w:r>
        <w:t>администрации</w:t>
      </w:r>
      <w:r w:rsidRPr="00680C6A">
        <w:t xml:space="preserve"> составляет 4 дня со дня рассмотрения заявления.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Специалист по рассмотрению заявления в течение 10 дней со дня подготовки проекта постановления обеспечивает его согласование.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Согласованный пр</w:t>
      </w:r>
      <w:r>
        <w:t>оект постановления передается для</w:t>
      </w:r>
      <w:r w:rsidRPr="00680C6A">
        <w:t xml:space="preserve"> подписания главой  </w:t>
      </w:r>
      <w:r>
        <w:t>Морозовского сельсовета</w:t>
      </w:r>
      <w:r w:rsidRPr="00680C6A">
        <w:t>.</w:t>
      </w:r>
    </w:p>
    <w:p w:rsidR="004A418B" w:rsidRPr="00680C6A" w:rsidRDefault="004A418B" w:rsidP="00680C6A">
      <w:pPr>
        <w:tabs>
          <w:tab w:val="num" w:pos="0"/>
        </w:tabs>
      </w:pPr>
      <w:r w:rsidRPr="00680C6A">
        <w:t>Подписание проекта постановления осуществляется в течение 2 дней со дня его передачи</w:t>
      </w:r>
      <w:r>
        <w:t>.</w:t>
      </w:r>
    </w:p>
    <w:p w:rsidR="004A418B" w:rsidRPr="00680C6A" w:rsidRDefault="004A418B" w:rsidP="00680C6A">
      <w:pPr>
        <w:tabs>
          <w:tab w:val="num" w:pos="0"/>
        </w:tabs>
      </w:pPr>
      <w:r>
        <w:t>Подписанное главой</w:t>
      </w:r>
      <w:r w:rsidRPr="00680C6A">
        <w:t xml:space="preserve"> постановление в течение 1 дня регистрируется в информационной базе данных</w:t>
      </w:r>
      <w:r>
        <w:t>.</w:t>
      </w:r>
    </w:p>
    <w:p w:rsidR="004A418B" w:rsidRPr="00680C6A" w:rsidRDefault="004A418B" w:rsidP="00680C6A">
      <w:pPr>
        <w:tabs>
          <w:tab w:val="num" w:pos="0"/>
        </w:tabs>
      </w:pPr>
      <w:r w:rsidRPr="00680C6A">
        <w:t>При регистрации постановлению присваивается дата и регистрационный номер.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Зарегистрированное постановление </w:t>
      </w:r>
      <w:r>
        <w:t>администрации</w:t>
      </w:r>
      <w:r w:rsidRPr="00680C6A">
        <w:t xml:space="preserve"> в течение 1 дня направляется к </w:t>
      </w:r>
      <w:r>
        <w:t>специалисту</w:t>
      </w:r>
      <w:r w:rsidRPr="00680C6A">
        <w:t>, ответственному за исполнение административной процедуры.</w:t>
      </w:r>
    </w:p>
    <w:p w:rsidR="004A418B" w:rsidRPr="00680C6A" w:rsidRDefault="004A418B" w:rsidP="00680C6A">
      <w:pPr>
        <w:tabs>
          <w:tab w:val="num" w:pos="0"/>
        </w:tabs>
        <w:autoSpaceDE w:val="0"/>
      </w:pPr>
      <w:r w:rsidRPr="00680C6A">
        <w:t xml:space="preserve">Результатом административной процедуры по принятию решения о предоставлении или об отказе в предоставлении муниципальной услуги является выдача заявителю постановления </w:t>
      </w:r>
      <w:r>
        <w:t>администрации</w:t>
      </w:r>
      <w:r w:rsidRPr="00680C6A">
        <w:t xml:space="preserve"> или уведомления об отказе.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 xml:space="preserve">Специалист, осуществляющий выдачу постановлений </w:t>
      </w:r>
      <w:r>
        <w:t>администрации</w:t>
      </w:r>
      <w:r w:rsidRPr="00680C6A">
        <w:t xml:space="preserve">, устанавливает личность заявителя, полномочия представителя заявителя и осуществляет выдачу постановления </w:t>
      </w:r>
      <w:r>
        <w:t>администрации</w:t>
      </w:r>
      <w:r w:rsidRPr="00680C6A">
        <w:t xml:space="preserve"> под роспись.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 xml:space="preserve">Специалист, осуществляющий выдачу постановлений </w:t>
      </w:r>
      <w:r>
        <w:t>администрации</w:t>
      </w:r>
      <w:r w:rsidRPr="00680C6A">
        <w:t xml:space="preserve">, извещает о результате рассмотрения заявления и информирует о порядке получения постановления, заносит информацию о выдаче постановления </w:t>
      </w:r>
      <w:r>
        <w:t>администрации</w:t>
      </w:r>
      <w:r w:rsidRPr="00680C6A">
        <w:t xml:space="preserve"> заявителю</w:t>
      </w:r>
      <w:r>
        <w:t>.</w:t>
      </w:r>
    </w:p>
    <w:p w:rsidR="004A418B" w:rsidRPr="00680C6A" w:rsidRDefault="004A418B" w:rsidP="00680C6A">
      <w:pPr>
        <w:tabs>
          <w:tab w:val="num" w:pos="0"/>
        </w:tabs>
      </w:pPr>
      <w:r w:rsidRPr="00680C6A">
        <w:t>Заявителю выдается две копии постановления.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Копия постановления направляется в Прокуратуру Искитимского района Новосибирской области.</w:t>
      </w:r>
    </w:p>
    <w:p w:rsidR="004A418B" w:rsidRPr="00680C6A" w:rsidRDefault="004A418B" w:rsidP="00680C6A">
      <w:pPr>
        <w:numPr>
          <w:ilvl w:val="2"/>
          <w:numId w:val="2"/>
        </w:numPr>
        <w:tabs>
          <w:tab w:val="clear" w:pos="1748"/>
          <w:tab w:val="num" w:pos="0"/>
        </w:tabs>
        <w:ind w:left="0" w:firstLine="709"/>
      </w:pPr>
      <w:r w:rsidRPr="00680C6A">
        <w:t>Копия постановления направляется в Управление Федеральной службы государственной регистрации, кадастра и картографии Новосибирской области.</w:t>
      </w:r>
    </w:p>
    <w:p w:rsidR="004A418B" w:rsidRPr="00680C6A" w:rsidRDefault="004A418B" w:rsidP="00680C6A">
      <w:pPr>
        <w:tabs>
          <w:tab w:val="num" w:pos="0"/>
        </w:tabs>
      </w:pPr>
      <w:r w:rsidRPr="00680C6A"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4A418B" w:rsidRPr="00680C6A" w:rsidRDefault="004A418B" w:rsidP="00680C6A">
      <w:pPr>
        <w:numPr>
          <w:ilvl w:val="0"/>
          <w:numId w:val="2"/>
        </w:numPr>
        <w:tabs>
          <w:tab w:val="clear" w:pos="1070"/>
          <w:tab w:val="num" w:pos="0"/>
        </w:tabs>
        <w:ind w:left="0" w:firstLine="709"/>
      </w:pPr>
      <w:r w:rsidRPr="00680C6A">
        <w:t>Формы контроля за исполнением регламента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 xml:space="preserve">Текущий контроль за соблюдением и исполнением </w:t>
      </w:r>
      <w:r>
        <w:t>специалистами администрации</w:t>
      </w:r>
      <w:r w:rsidRPr="00680C6A"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>
        <w:t>Морозовского сельсовета</w:t>
      </w:r>
      <w:r w:rsidRPr="00680C6A">
        <w:t>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услуги. Проверки проводятся на основании распоряжения Главы </w:t>
      </w:r>
      <w:r>
        <w:t>Морозовского сельсовета</w:t>
      </w:r>
      <w:r w:rsidRPr="00680C6A">
        <w:t>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Ответственность за предоставление муниципальной услуги возлагается на Главу</w:t>
      </w:r>
      <w:r>
        <w:t xml:space="preserve"> Морозовского сельсовета</w:t>
      </w:r>
      <w:r w:rsidRPr="00680C6A">
        <w:t>, который непосредственно принимает решение по вопросам предоставления муниципальной услуги.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</w:t>
      </w:r>
      <w:r>
        <w:t>специалистов администрации</w:t>
      </w:r>
      <w:r w:rsidRPr="00680C6A">
        <w:t xml:space="preserve"> </w:t>
      </w:r>
      <w:r>
        <w:t>Морозовского сельсовета</w:t>
      </w:r>
      <w:r w:rsidRPr="00680C6A">
        <w:t xml:space="preserve"> в соответствии с Фед</w:t>
      </w:r>
      <w:r>
        <w:t>еральным законом от 02.03.2007 № 24-ФЗ «</w:t>
      </w:r>
      <w:r w:rsidRPr="00680C6A">
        <w:t>О муниципально</w:t>
      </w:r>
      <w:r>
        <w:t>й службе в Российской Федерации»</w:t>
      </w:r>
      <w:r w:rsidRPr="00680C6A">
        <w:t xml:space="preserve"> и Федер</w:t>
      </w:r>
      <w:r>
        <w:t>альным законом от 25.12.</w:t>
      </w:r>
      <w:r w:rsidRPr="00680C6A">
        <w:t>2008 № 273-ФЗ «О противодействии коррупции».</w:t>
      </w:r>
    </w:p>
    <w:p w:rsidR="004A418B" w:rsidRPr="00680C6A" w:rsidRDefault="004A418B" w:rsidP="00680C6A">
      <w:pPr>
        <w:numPr>
          <w:ilvl w:val="0"/>
          <w:numId w:val="2"/>
        </w:numPr>
        <w:tabs>
          <w:tab w:val="clear" w:pos="1070"/>
          <w:tab w:val="num" w:pos="0"/>
        </w:tabs>
        <w:ind w:left="0" w:firstLine="709"/>
      </w:pPr>
      <w:r w:rsidRPr="00680C6A"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4A418B" w:rsidRPr="00680C6A" w:rsidRDefault="004A418B" w:rsidP="00680C6A">
      <w:pPr>
        <w:tabs>
          <w:tab w:val="num" w:pos="0"/>
        </w:tabs>
      </w:pPr>
      <w:r w:rsidRPr="00680C6A"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 личная подпись и дата.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</w:t>
      </w:r>
      <w:r>
        <w:t>администрации</w:t>
      </w:r>
      <w:r w:rsidRPr="00680C6A">
        <w:t xml:space="preserve"> </w:t>
      </w:r>
      <w:r>
        <w:t>Морозовского сельсовета</w:t>
      </w:r>
      <w:r w:rsidRPr="00680C6A">
        <w:t xml:space="preserve"> в ходе предоставления муниципальной услуги на основании регламента.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Перечень оснований для приостановления рассмотрения жалобы и случаев, в которых ответ на жалобу не дается:</w:t>
      </w:r>
    </w:p>
    <w:p w:rsidR="004A418B" w:rsidRPr="00680C6A" w:rsidRDefault="004A418B" w:rsidP="00680C6A">
      <w:pPr>
        <w:numPr>
          <w:ilvl w:val="0"/>
          <w:numId w:val="4"/>
        </w:numPr>
        <w:tabs>
          <w:tab w:val="clear" w:pos="2149"/>
          <w:tab w:val="num" w:pos="0"/>
        </w:tabs>
        <w:ind w:left="0" w:firstLine="709"/>
      </w:pPr>
      <w:r w:rsidRPr="00680C6A"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4A418B" w:rsidRPr="00680C6A" w:rsidRDefault="004A418B" w:rsidP="00680C6A">
      <w:pPr>
        <w:numPr>
          <w:ilvl w:val="0"/>
          <w:numId w:val="4"/>
        </w:numPr>
        <w:tabs>
          <w:tab w:val="clear" w:pos="2149"/>
          <w:tab w:val="num" w:pos="0"/>
        </w:tabs>
        <w:ind w:left="0" w:firstLine="709"/>
      </w:pPr>
      <w:r w:rsidRPr="00680C6A"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4A418B" w:rsidRPr="00680C6A" w:rsidRDefault="004A418B" w:rsidP="00680C6A">
      <w:pPr>
        <w:numPr>
          <w:ilvl w:val="0"/>
          <w:numId w:val="4"/>
        </w:numPr>
        <w:tabs>
          <w:tab w:val="clear" w:pos="2149"/>
          <w:tab w:val="num" w:pos="0"/>
        </w:tabs>
        <w:ind w:left="0" w:firstLine="709"/>
      </w:pPr>
      <w:r w:rsidRPr="00680C6A"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4A418B" w:rsidRPr="00680C6A" w:rsidRDefault="004A418B" w:rsidP="00680C6A">
      <w:pPr>
        <w:numPr>
          <w:ilvl w:val="0"/>
          <w:numId w:val="4"/>
        </w:numPr>
        <w:tabs>
          <w:tab w:val="clear" w:pos="2149"/>
          <w:tab w:val="num" w:pos="0"/>
        </w:tabs>
        <w:ind w:left="0" w:firstLine="709"/>
      </w:pPr>
      <w:r w:rsidRPr="00680C6A"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4A418B" w:rsidRPr="00680C6A" w:rsidRDefault="004A418B" w:rsidP="00680C6A">
      <w:pPr>
        <w:numPr>
          <w:ilvl w:val="0"/>
          <w:numId w:val="4"/>
        </w:numPr>
        <w:tabs>
          <w:tab w:val="clear" w:pos="2149"/>
          <w:tab w:val="num" w:pos="0"/>
        </w:tabs>
        <w:ind w:left="0" w:firstLine="709"/>
      </w:pPr>
      <w:r w:rsidRPr="00680C6A"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</w:t>
      </w:r>
      <w:r>
        <w:t>администрации</w:t>
      </w:r>
      <w:r w:rsidRPr="00680C6A">
        <w:t>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 xml:space="preserve">Заявитель вправе обратиться к Главе </w:t>
      </w:r>
      <w:r>
        <w:t>Морозовского сельсовета</w:t>
      </w:r>
      <w:r w:rsidRPr="00680C6A">
        <w:t xml:space="preserve"> и обжаловать действие (бездействие) и решения, осуществляемые (принятые) должностными лицами </w:t>
      </w:r>
      <w:r>
        <w:t>администрации</w:t>
      </w:r>
      <w:r w:rsidRPr="00680C6A">
        <w:t xml:space="preserve"> в ходе предоставления муниципальной услуги на основании регламента.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  <w:tab w:val="num" w:pos="720"/>
        </w:tabs>
        <w:ind w:left="0" w:firstLine="709"/>
      </w:pPr>
      <w:r w:rsidRPr="00680C6A">
        <w:t>Сроки рассмотрения жалобы (претензии):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письменный ответ направляется заявителю не позднее 30 дней со дня регистрации обращения в </w:t>
      </w:r>
      <w:r>
        <w:t>администрации</w:t>
      </w:r>
      <w:r w:rsidRPr="00680C6A">
        <w:t>.</w:t>
      </w:r>
    </w:p>
    <w:p w:rsidR="004A418B" w:rsidRPr="00680C6A" w:rsidRDefault="004A418B" w:rsidP="00680C6A">
      <w:pPr>
        <w:tabs>
          <w:tab w:val="num" w:pos="0"/>
        </w:tabs>
      </w:pPr>
      <w:r w:rsidRPr="00680C6A">
        <w:t xml:space="preserve">В исключительных случаях Глава </w:t>
      </w:r>
      <w:r>
        <w:t>Морозовского сельсовета</w:t>
      </w:r>
      <w:r w:rsidRPr="00680C6A">
        <w:t xml:space="preserve"> вправе продлить срок рассмотрения обращения не более чем на 30 дней, уведомив о продлении срока его рассмотрения обратившегося.</w:t>
      </w:r>
    </w:p>
    <w:p w:rsidR="004A418B" w:rsidRPr="00680C6A" w:rsidRDefault="004A418B" w:rsidP="00680C6A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</w:pPr>
      <w:r w:rsidRPr="00680C6A">
        <w:t>Результат досудебного (внесудебного) обжалования применительно к каждой процедуре либо инстанции обжалования:</w:t>
      </w:r>
    </w:p>
    <w:p w:rsidR="004A418B" w:rsidRPr="00680C6A" w:rsidRDefault="004A418B" w:rsidP="00680C6A">
      <w:pPr>
        <w:tabs>
          <w:tab w:val="num" w:pos="0"/>
        </w:tabs>
      </w:pPr>
      <w:r w:rsidRPr="00680C6A"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</w:p>
    <w:p w:rsidR="004A418B" w:rsidRPr="00680C6A" w:rsidRDefault="004A418B" w:rsidP="00ED38D3">
      <w:pPr>
        <w:ind w:firstLine="0"/>
        <w:jc w:val="right"/>
        <w:rPr>
          <w:sz w:val="24"/>
          <w:szCs w:val="24"/>
        </w:rPr>
      </w:pPr>
      <w:r w:rsidRPr="00680C6A">
        <w:rPr>
          <w:sz w:val="24"/>
          <w:szCs w:val="24"/>
        </w:rPr>
        <w:t>П</w:t>
      </w:r>
      <w:r>
        <w:rPr>
          <w:sz w:val="24"/>
          <w:szCs w:val="24"/>
        </w:rPr>
        <w:t>риложение:</w:t>
      </w:r>
      <w:r w:rsidRPr="00680C6A">
        <w:rPr>
          <w:sz w:val="24"/>
          <w:szCs w:val="24"/>
        </w:rPr>
        <w:t xml:space="preserve"> № 1</w:t>
      </w:r>
    </w:p>
    <w:p w:rsidR="004A418B" w:rsidRPr="00680C6A" w:rsidRDefault="004A418B" w:rsidP="00680C6A">
      <w:pPr>
        <w:ind w:left="7371" w:hanging="11"/>
        <w:jc w:val="left"/>
        <w:rPr>
          <w:sz w:val="24"/>
          <w:szCs w:val="24"/>
        </w:rPr>
      </w:pPr>
      <w:r w:rsidRPr="00680C6A">
        <w:rPr>
          <w:sz w:val="24"/>
          <w:szCs w:val="24"/>
        </w:rPr>
        <w:t>к административному регламенту</w:t>
      </w:r>
    </w:p>
    <w:p w:rsidR="004A418B" w:rsidRPr="00680C6A" w:rsidRDefault="004A418B" w:rsidP="00680C6A">
      <w:pPr>
        <w:ind w:left="7371" w:hanging="11"/>
        <w:jc w:val="left"/>
        <w:rPr>
          <w:sz w:val="24"/>
          <w:szCs w:val="24"/>
        </w:rPr>
      </w:pPr>
      <w:r w:rsidRPr="00680C6A">
        <w:rPr>
          <w:sz w:val="24"/>
          <w:szCs w:val="24"/>
        </w:rPr>
        <w:t>предоставления муниципальной услуги</w:t>
      </w: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  <w:r>
        <w:t>БЛОК-СХЕМА</w:t>
      </w:r>
    </w:p>
    <w:p w:rsidR="004A418B" w:rsidRDefault="004A418B" w:rsidP="00680C6A">
      <w:pPr>
        <w:jc w:val="center"/>
      </w:pPr>
      <w:r>
        <w:t xml:space="preserve">предоставления муниципальной услуги </w:t>
      </w:r>
    </w:p>
    <w:p w:rsidR="004A418B" w:rsidRDefault="004A418B" w:rsidP="00680C6A">
      <w:pPr>
        <w:jc w:val="center"/>
      </w:pPr>
    </w:p>
    <w:tbl>
      <w:tblPr>
        <w:tblW w:w="8804" w:type="dxa"/>
        <w:tblInd w:w="2" w:type="dxa"/>
        <w:tblLook w:val="00A0"/>
      </w:tblPr>
      <w:tblGrid>
        <w:gridCol w:w="1522"/>
        <w:gridCol w:w="1522"/>
        <w:gridCol w:w="1522"/>
        <w:gridCol w:w="552"/>
        <w:gridCol w:w="969"/>
        <w:gridCol w:w="307"/>
        <w:gridCol w:w="159"/>
        <w:gridCol w:w="1522"/>
        <w:gridCol w:w="41"/>
        <w:gridCol w:w="210"/>
        <w:gridCol w:w="478"/>
      </w:tblGrid>
      <w:tr w:rsidR="004A418B" w:rsidRPr="00992CFB">
        <w:trPr>
          <w:trHeight w:val="540"/>
        </w:trPr>
        <w:tc>
          <w:tcPr>
            <w:tcW w:w="5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 w:rsidRPr="00992CFB">
              <w:rPr>
                <w:sz w:val="24"/>
                <w:szCs w:val="24"/>
              </w:rPr>
              <w:t>Прием документов на предоставление муниципальной услуги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418B" w:rsidRPr="00992CFB" w:rsidRDefault="004A418B" w:rsidP="002151D1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418B" w:rsidRPr="00992CFB" w:rsidRDefault="004A418B" w:rsidP="002151D1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418B" w:rsidRPr="00992CFB" w:rsidRDefault="004A418B" w:rsidP="002151D1">
            <w:pPr>
              <w:rPr>
                <w:sz w:val="24"/>
                <w:szCs w:val="24"/>
              </w:rPr>
            </w:pPr>
          </w:p>
        </w:tc>
      </w:tr>
      <w:tr w:rsidR="004A418B" w:rsidRPr="00992CFB">
        <w:trPr>
          <w:trHeight w:val="54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48.95pt;margin-top:0;width:0;height:29.2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</w:tr>
      <w:tr w:rsidR="004A418B" w:rsidRPr="00992CFB">
        <w:trPr>
          <w:trHeight w:val="540"/>
        </w:trPr>
        <w:tc>
          <w:tcPr>
            <w:tcW w:w="5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27" type="#_x0000_t32" style="position:absolute;left:0;text-align:left;margin-left:249.95pt;margin-top:21.2pt;width:64.5pt;height:0;z-index:251663360;mso-position-horizontal-relative:text;mso-position-vertical-relative:text" o:connectortype="straight">
                  <v:stroke endarrow="block"/>
                </v:shape>
              </w:pict>
            </w:r>
            <w:r w:rsidRPr="00992CFB">
              <w:rPr>
                <w:sz w:val="24"/>
                <w:szCs w:val="24"/>
              </w:rPr>
              <w:t>Проверка наличия необходимых документов и их соответствие действующему законодательству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 w:rsidRPr="00992CFB">
              <w:rPr>
                <w:sz w:val="24"/>
                <w:szCs w:val="24"/>
              </w:rPr>
              <w:t>Уведомление об отказе в предоставлении услуги</w:t>
            </w:r>
          </w:p>
        </w:tc>
      </w:tr>
      <w:tr w:rsidR="004A418B" w:rsidRPr="00992CFB">
        <w:trPr>
          <w:trHeight w:val="54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28" type="#_x0000_t32" style="position:absolute;left:0;text-align:left;margin-left:48.95pt;margin-top:.75pt;width:0;height:27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</w:tr>
      <w:tr w:rsidR="004A418B" w:rsidRPr="00992CFB">
        <w:trPr>
          <w:trHeight w:val="540"/>
        </w:trPr>
        <w:tc>
          <w:tcPr>
            <w:tcW w:w="5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29" type="#_x0000_t32" style="position:absolute;left:0;text-align:left;margin-left:250.45pt;margin-top:21.75pt;width:64.5pt;height:0;z-index:251660288;mso-position-horizontal-relative:text;mso-position-vertical-relative:text" o:connectortype="straight">
                  <v:stroke endarrow="block"/>
                </v:shape>
              </w:pict>
            </w:r>
            <w:r w:rsidRPr="00992CFB">
              <w:rPr>
                <w:noProof/>
                <w:sz w:val="24"/>
                <w:szCs w:val="24"/>
              </w:rPr>
              <w:t>Принятие решения о предоставлении участка или отказе в предоставлении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rPr>
                <w:sz w:val="24"/>
                <w:szCs w:val="24"/>
              </w:rPr>
            </w:pPr>
          </w:p>
          <w:p w:rsidR="004A418B" w:rsidRPr="00992CFB" w:rsidRDefault="004A418B" w:rsidP="002151D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 w:rsidRPr="00992CFB">
              <w:rPr>
                <w:sz w:val="24"/>
                <w:szCs w:val="24"/>
              </w:rPr>
              <w:t>Отказ</w:t>
            </w:r>
          </w:p>
        </w:tc>
      </w:tr>
      <w:tr w:rsidR="004A418B" w:rsidRPr="00992CFB">
        <w:trPr>
          <w:trHeight w:val="54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30" type="#_x0000_t32" style="position:absolute;left:0;text-align:left;margin-left:48.65pt;margin-top:-.8pt;width:0;height:28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</w:tr>
      <w:tr w:rsidR="004A418B" w:rsidRPr="00992CFB">
        <w:trPr>
          <w:trHeight w:val="540"/>
        </w:trPr>
        <w:tc>
          <w:tcPr>
            <w:tcW w:w="5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 w:rsidRPr="00992CFB">
              <w:rPr>
                <w:sz w:val="24"/>
                <w:szCs w:val="24"/>
              </w:rPr>
              <w:t>Подготовка и согласование постановления о предоставлении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</w:tr>
      <w:tr w:rsidR="004A418B" w:rsidRPr="00992CFB">
        <w:trPr>
          <w:trHeight w:val="54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31" type="#_x0000_t32" style="position:absolute;left:0;text-align:left;margin-left:48.65pt;margin-top:.95pt;width:0;height:27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</w:tr>
      <w:tr w:rsidR="004A418B" w:rsidRPr="00992CFB">
        <w:trPr>
          <w:trHeight w:val="540"/>
        </w:trPr>
        <w:tc>
          <w:tcPr>
            <w:tcW w:w="5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  <w:r w:rsidRPr="00992CFB">
              <w:rPr>
                <w:sz w:val="24"/>
                <w:szCs w:val="24"/>
              </w:rPr>
              <w:t>Направление копий постановления в прокуратуру и Росреестр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418B" w:rsidRPr="00992CFB" w:rsidRDefault="004A418B" w:rsidP="002151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418B" w:rsidRDefault="004A418B" w:rsidP="00680C6A">
      <w:pPr>
        <w:jc w:val="center"/>
      </w:pPr>
    </w:p>
    <w:p w:rsidR="004A418B" w:rsidRDefault="004A418B" w:rsidP="00680C6A">
      <w:pPr>
        <w:ind w:firstLine="540"/>
      </w:pPr>
    </w:p>
    <w:p w:rsidR="004A418B" w:rsidRPr="00680C6A" w:rsidRDefault="004A418B" w:rsidP="00680C6A">
      <w:pPr>
        <w:ind w:left="7513" w:hanging="11"/>
        <w:jc w:val="left"/>
        <w:rPr>
          <w:sz w:val="24"/>
          <w:szCs w:val="24"/>
        </w:rPr>
      </w:pPr>
      <w:r>
        <w:br w:type="page"/>
      </w:r>
      <w:r>
        <w:rPr>
          <w:sz w:val="24"/>
          <w:szCs w:val="24"/>
        </w:rPr>
        <w:t>Приложение:</w:t>
      </w:r>
      <w:r w:rsidRPr="00680C6A">
        <w:rPr>
          <w:sz w:val="24"/>
          <w:szCs w:val="24"/>
        </w:rPr>
        <w:t xml:space="preserve"> № 2</w:t>
      </w:r>
    </w:p>
    <w:p w:rsidR="004A418B" w:rsidRPr="00680C6A" w:rsidRDefault="004A418B" w:rsidP="00680C6A">
      <w:pPr>
        <w:ind w:left="7513" w:hanging="11"/>
        <w:jc w:val="left"/>
        <w:rPr>
          <w:sz w:val="24"/>
          <w:szCs w:val="24"/>
        </w:rPr>
      </w:pPr>
      <w:r w:rsidRPr="00680C6A">
        <w:rPr>
          <w:sz w:val="24"/>
          <w:szCs w:val="24"/>
        </w:rPr>
        <w:t>к административному регламенту</w:t>
      </w:r>
    </w:p>
    <w:p w:rsidR="004A418B" w:rsidRPr="00680C6A" w:rsidRDefault="004A418B" w:rsidP="00680C6A">
      <w:pPr>
        <w:ind w:left="7513" w:hanging="11"/>
        <w:jc w:val="left"/>
        <w:rPr>
          <w:sz w:val="24"/>
          <w:szCs w:val="24"/>
        </w:rPr>
      </w:pPr>
      <w:r w:rsidRPr="00680C6A">
        <w:rPr>
          <w:sz w:val="24"/>
          <w:szCs w:val="24"/>
        </w:rPr>
        <w:t>предоставления муниципальной услуги</w:t>
      </w: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  <w:r>
        <w:t>ЗАЯВЛЕНИЕ</w:t>
      </w:r>
    </w:p>
    <w:p w:rsidR="004A418B" w:rsidRDefault="004A418B" w:rsidP="00680C6A">
      <w:pPr>
        <w:jc w:val="center"/>
      </w:pPr>
    </w:p>
    <w:p w:rsidR="004A418B" w:rsidRDefault="004A418B" w:rsidP="00680C6A">
      <w:pPr>
        <w:ind w:firstLine="0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Примерная форма</w:t>
      </w:r>
    </w:p>
    <w:p w:rsidR="004A418B" w:rsidRDefault="004A418B" w:rsidP="00680C6A">
      <w:pPr>
        <w:ind w:firstLine="0"/>
        <w:jc w:val="center"/>
      </w:pPr>
    </w:p>
    <w:p w:rsidR="004A418B" w:rsidRPr="00D250A5" w:rsidRDefault="004A418B" w:rsidP="00680C6A">
      <w:pPr>
        <w:ind w:left="4680" w:firstLine="0"/>
        <w:rPr>
          <w:sz w:val="24"/>
          <w:szCs w:val="24"/>
        </w:rPr>
      </w:pPr>
      <w:r w:rsidRPr="00D250A5">
        <w:rPr>
          <w:sz w:val="24"/>
          <w:szCs w:val="24"/>
        </w:rPr>
        <w:t>Главе</w:t>
      </w:r>
      <w:r>
        <w:rPr>
          <w:sz w:val="24"/>
          <w:szCs w:val="24"/>
        </w:rPr>
        <w:t xml:space="preserve"> Морозовского сельсовета</w:t>
      </w:r>
      <w:r w:rsidRPr="00D250A5">
        <w:rPr>
          <w:sz w:val="24"/>
          <w:szCs w:val="24"/>
        </w:rPr>
        <w:t xml:space="preserve"> </w:t>
      </w:r>
      <w:r>
        <w:rPr>
          <w:sz w:val="24"/>
          <w:szCs w:val="24"/>
        </w:rPr>
        <w:t>Искитимского</w:t>
      </w:r>
      <w:r w:rsidRPr="00D250A5">
        <w:rPr>
          <w:sz w:val="24"/>
          <w:szCs w:val="24"/>
        </w:rPr>
        <w:t xml:space="preserve"> района Новосибирской области </w:t>
      </w:r>
    </w:p>
    <w:p w:rsidR="004A418B" w:rsidRPr="00D250A5" w:rsidRDefault="004A418B" w:rsidP="00680C6A">
      <w:pPr>
        <w:ind w:left="4680" w:firstLine="0"/>
        <w:rPr>
          <w:sz w:val="22"/>
          <w:szCs w:val="22"/>
        </w:rPr>
      </w:pPr>
      <w:r w:rsidRPr="00D250A5">
        <w:rPr>
          <w:sz w:val="24"/>
          <w:szCs w:val="24"/>
        </w:rPr>
        <w:t>_____________________</w:t>
      </w:r>
    </w:p>
    <w:p w:rsidR="004A418B" w:rsidRDefault="004A418B" w:rsidP="00680C6A">
      <w:pPr>
        <w:ind w:left="4140" w:firstLine="0"/>
        <w:jc w:val="right"/>
      </w:pPr>
    </w:p>
    <w:p w:rsidR="004A418B" w:rsidRDefault="004A418B" w:rsidP="00680C6A">
      <w:pPr>
        <w:ind w:left="4680" w:firstLine="0"/>
        <w:jc w:val="center"/>
      </w:pPr>
      <w:r w:rsidRPr="00D250A5">
        <w:rPr>
          <w:sz w:val="24"/>
          <w:szCs w:val="24"/>
        </w:rPr>
        <w:t>От</w:t>
      </w:r>
      <w:r>
        <w:rPr>
          <w:sz w:val="24"/>
          <w:szCs w:val="24"/>
        </w:rPr>
        <w:t>_________________________________________</w:t>
      </w:r>
    </w:p>
    <w:p w:rsidR="004A418B" w:rsidRDefault="004A418B" w:rsidP="00680C6A">
      <w:pPr>
        <w:ind w:left="4678" w:firstLine="0"/>
        <w:jc w:val="right"/>
        <w:rPr>
          <w:sz w:val="16"/>
          <w:szCs w:val="16"/>
        </w:rPr>
      </w:pPr>
      <w:r>
        <w:rPr>
          <w:sz w:val="16"/>
          <w:szCs w:val="16"/>
        </w:rPr>
        <w:t>(Ф.И.О. члена садоводческого либо огороднического, либо дачного   некоммерческого объединения)</w:t>
      </w:r>
    </w:p>
    <w:p w:rsidR="004A418B" w:rsidRDefault="004A418B" w:rsidP="00680C6A">
      <w:pPr>
        <w:ind w:left="4678" w:firstLine="0"/>
        <w:jc w:val="right"/>
        <w:rPr>
          <w:sz w:val="16"/>
          <w:szCs w:val="16"/>
        </w:rPr>
      </w:pPr>
    </w:p>
    <w:p w:rsidR="004A418B" w:rsidRDefault="004A418B" w:rsidP="00680C6A">
      <w:pPr>
        <w:ind w:left="4140" w:firstLine="0"/>
        <w:jc w:val="righ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</w:t>
      </w:r>
    </w:p>
    <w:p w:rsidR="004A418B" w:rsidRDefault="004A418B" w:rsidP="00680C6A">
      <w:pPr>
        <w:ind w:left="4140" w:firstLine="0"/>
        <w:jc w:val="right"/>
      </w:pPr>
    </w:p>
    <w:p w:rsidR="004A418B" w:rsidRDefault="004A418B" w:rsidP="00680C6A">
      <w:pPr>
        <w:ind w:left="4140" w:firstLine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_________________________________________________________________                 (данные документа, удостоверяющего личность) </w:t>
      </w:r>
    </w:p>
    <w:p w:rsidR="004A418B" w:rsidRDefault="004A418B" w:rsidP="00680C6A">
      <w:pPr>
        <w:ind w:left="4140" w:firstLine="0"/>
        <w:jc w:val="right"/>
        <w:rPr>
          <w:sz w:val="16"/>
          <w:szCs w:val="16"/>
        </w:rPr>
      </w:pPr>
    </w:p>
    <w:p w:rsidR="004A418B" w:rsidRDefault="004A418B" w:rsidP="00680C6A">
      <w:pPr>
        <w:ind w:left="4140" w:firstLine="0"/>
        <w:jc w:val="righ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</w:t>
      </w:r>
    </w:p>
    <w:p w:rsidR="004A418B" w:rsidRDefault="004A418B" w:rsidP="00680C6A">
      <w:pPr>
        <w:ind w:left="4140" w:firstLine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</w:p>
    <w:p w:rsidR="004A418B" w:rsidRDefault="004A418B" w:rsidP="00680C6A">
      <w:pPr>
        <w:ind w:left="4140" w:firstLine="0"/>
        <w:jc w:val="right"/>
      </w:pPr>
    </w:p>
    <w:p w:rsidR="004A418B" w:rsidRPr="00D250A5" w:rsidRDefault="004A418B" w:rsidP="00680C6A">
      <w:pPr>
        <w:ind w:left="4680" w:firstLine="0"/>
        <w:rPr>
          <w:sz w:val="22"/>
          <w:szCs w:val="22"/>
        </w:rPr>
      </w:pPr>
      <w:r w:rsidRPr="00D250A5">
        <w:rPr>
          <w:sz w:val="24"/>
          <w:szCs w:val="24"/>
        </w:rPr>
        <w:t>Место регистрации</w:t>
      </w:r>
      <w:r w:rsidRPr="00D250A5">
        <w:rPr>
          <w:sz w:val="22"/>
          <w:szCs w:val="22"/>
        </w:rPr>
        <w:t>:____________________</w:t>
      </w:r>
      <w:r>
        <w:rPr>
          <w:sz w:val="22"/>
          <w:szCs w:val="22"/>
        </w:rPr>
        <w:t>________</w:t>
      </w:r>
    </w:p>
    <w:p w:rsidR="004A418B" w:rsidRDefault="004A418B" w:rsidP="00680C6A">
      <w:pPr>
        <w:ind w:left="4140" w:firstLine="0"/>
        <w:jc w:val="right"/>
        <w:rPr>
          <w:sz w:val="22"/>
          <w:szCs w:val="22"/>
        </w:rPr>
      </w:pPr>
    </w:p>
    <w:p w:rsidR="004A418B" w:rsidRDefault="004A418B" w:rsidP="00680C6A">
      <w:pPr>
        <w:ind w:left="4140" w:firstLine="0"/>
        <w:jc w:val="right"/>
        <w:rPr>
          <w:sz w:val="22"/>
          <w:szCs w:val="22"/>
        </w:rPr>
      </w:pPr>
      <w:r>
        <w:rPr>
          <w:sz w:val="22"/>
          <w:szCs w:val="22"/>
        </w:rPr>
        <w:t>___________</w:t>
      </w:r>
      <w:r w:rsidRPr="00D250A5">
        <w:rPr>
          <w:sz w:val="22"/>
          <w:szCs w:val="22"/>
        </w:rPr>
        <w:t>____________________________________</w:t>
      </w:r>
    </w:p>
    <w:p w:rsidR="004A418B" w:rsidRDefault="004A418B" w:rsidP="00680C6A">
      <w:pPr>
        <w:ind w:left="5556" w:firstLine="0"/>
        <w:rPr>
          <w:sz w:val="22"/>
          <w:szCs w:val="22"/>
        </w:rPr>
      </w:pPr>
    </w:p>
    <w:p w:rsidR="004A418B" w:rsidRDefault="004A418B" w:rsidP="00680C6A">
      <w:pPr>
        <w:ind w:left="4680"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p w:rsidR="004A418B" w:rsidRPr="00D250A5" w:rsidRDefault="004A418B" w:rsidP="00680C6A">
      <w:pPr>
        <w:ind w:left="4140" w:firstLine="0"/>
        <w:jc w:val="right"/>
        <w:rPr>
          <w:sz w:val="22"/>
          <w:szCs w:val="22"/>
        </w:rPr>
      </w:pPr>
    </w:p>
    <w:p w:rsidR="004A418B" w:rsidRPr="00D250A5" w:rsidRDefault="004A418B" w:rsidP="00680C6A">
      <w:pPr>
        <w:ind w:left="4680" w:firstLine="0"/>
        <w:rPr>
          <w:sz w:val="22"/>
          <w:szCs w:val="22"/>
        </w:rPr>
      </w:pPr>
      <w:r w:rsidRPr="00D250A5">
        <w:rPr>
          <w:sz w:val="24"/>
          <w:szCs w:val="24"/>
        </w:rPr>
        <w:t>конт.телефон</w:t>
      </w:r>
      <w:r w:rsidRPr="00D250A5">
        <w:rPr>
          <w:sz w:val="22"/>
          <w:szCs w:val="22"/>
        </w:rPr>
        <w:t>:_________________________</w:t>
      </w:r>
      <w:r>
        <w:rPr>
          <w:sz w:val="22"/>
          <w:szCs w:val="22"/>
        </w:rPr>
        <w:t>_________</w:t>
      </w:r>
    </w:p>
    <w:p w:rsidR="004A418B" w:rsidRDefault="004A418B" w:rsidP="00680C6A">
      <w:pPr>
        <w:ind w:firstLine="0"/>
        <w:rPr>
          <w:b/>
          <w:bCs/>
          <w:sz w:val="22"/>
          <w:szCs w:val="22"/>
        </w:rPr>
      </w:pPr>
    </w:p>
    <w:p w:rsidR="004A418B" w:rsidRPr="00D250A5" w:rsidRDefault="004A418B" w:rsidP="00680C6A">
      <w:pPr>
        <w:ind w:firstLine="0"/>
        <w:rPr>
          <w:b/>
          <w:bCs/>
          <w:sz w:val="22"/>
          <w:szCs w:val="22"/>
        </w:rPr>
      </w:pPr>
    </w:p>
    <w:p w:rsidR="004A418B" w:rsidRPr="00680C6A" w:rsidRDefault="004A418B" w:rsidP="00680C6A">
      <w:pPr>
        <w:ind w:firstLine="0"/>
        <w:jc w:val="center"/>
        <w:rPr>
          <w:sz w:val="24"/>
          <w:szCs w:val="24"/>
        </w:rPr>
      </w:pPr>
      <w:r w:rsidRPr="00680C6A">
        <w:rPr>
          <w:sz w:val="24"/>
          <w:szCs w:val="24"/>
        </w:rPr>
        <w:t>ЗАЯВЛЕНИЕ</w:t>
      </w:r>
    </w:p>
    <w:p w:rsidR="004A418B" w:rsidRDefault="004A418B" w:rsidP="00680C6A">
      <w:pPr>
        <w:ind w:firstLine="0"/>
        <w:jc w:val="center"/>
        <w:rPr>
          <w:sz w:val="24"/>
          <w:szCs w:val="24"/>
        </w:rPr>
      </w:pPr>
      <w:r w:rsidRPr="00680C6A">
        <w:rPr>
          <w:sz w:val="24"/>
          <w:szCs w:val="24"/>
        </w:rPr>
        <w:t xml:space="preserve">о предоставлении в собственность земельного участка для ведения садоводства, </w:t>
      </w:r>
    </w:p>
    <w:p w:rsidR="004A418B" w:rsidRPr="00680C6A" w:rsidRDefault="004A418B" w:rsidP="00680C6A">
      <w:pPr>
        <w:ind w:firstLine="0"/>
        <w:jc w:val="center"/>
        <w:rPr>
          <w:sz w:val="24"/>
          <w:szCs w:val="24"/>
        </w:rPr>
      </w:pPr>
      <w:r w:rsidRPr="00680C6A">
        <w:rPr>
          <w:sz w:val="24"/>
          <w:szCs w:val="24"/>
        </w:rPr>
        <w:t>огородничества и дачного хозяйства</w:t>
      </w:r>
    </w:p>
    <w:p w:rsidR="004A418B" w:rsidRPr="00D250A5" w:rsidRDefault="004A418B" w:rsidP="00680C6A">
      <w:pPr>
        <w:ind w:left="-900" w:firstLine="0"/>
        <w:jc w:val="center"/>
        <w:rPr>
          <w:b/>
          <w:bCs/>
          <w:sz w:val="24"/>
          <w:szCs w:val="24"/>
        </w:rPr>
      </w:pPr>
    </w:p>
    <w:p w:rsidR="004A418B" w:rsidRPr="00D250A5" w:rsidRDefault="004A418B" w:rsidP="00CA04C2">
      <w:pPr>
        <w:ind w:firstLine="708"/>
        <w:rPr>
          <w:sz w:val="24"/>
          <w:szCs w:val="24"/>
        </w:rPr>
      </w:pPr>
      <w:r w:rsidRPr="00D250A5">
        <w:rPr>
          <w:sz w:val="24"/>
          <w:szCs w:val="24"/>
        </w:rPr>
        <w:t xml:space="preserve">На основании статьи </w:t>
      </w:r>
      <w:r>
        <w:rPr>
          <w:sz w:val="24"/>
          <w:szCs w:val="24"/>
        </w:rPr>
        <w:t>14</w:t>
      </w:r>
      <w:r w:rsidRPr="00D250A5">
        <w:rPr>
          <w:sz w:val="24"/>
          <w:szCs w:val="24"/>
        </w:rPr>
        <w:t xml:space="preserve"> Федерального закона от 15.04.98 № 66-ФЗ «О садоводческих, огороднических и дачных некоммерческих объединениях граждан» прошу предоставить в собственность земельный участок площадью _____</w:t>
      </w:r>
      <w:r>
        <w:rPr>
          <w:sz w:val="24"/>
          <w:szCs w:val="24"/>
        </w:rPr>
        <w:t>_____</w:t>
      </w:r>
      <w:r w:rsidRPr="00D250A5">
        <w:rPr>
          <w:sz w:val="24"/>
          <w:szCs w:val="24"/>
        </w:rPr>
        <w:t xml:space="preserve">кв.м, </w:t>
      </w:r>
      <w:r>
        <w:rPr>
          <w:sz w:val="24"/>
          <w:szCs w:val="24"/>
        </w:rPr>
        <w:t>имеющего</w:t>
      </w:r>
      <w:r w:rsidRPr="00D250A5">
        <w:rPr>
          <w:sz w:val="24"/>
          <w:szCs w:val="24"/>
        </w:rPr>
        <w:t xml:space="preserve"> местоположение: </w:t>
      </w:r>
      <w:r>
        <w:rPr>
          <w:sz w:val="24"/>
          <w:szCs w:val="24"/>
        </w:rPr>
        <w:t>Новосибирская область, Искитимский район</w:t>
      </w:r>
      <w:r w:rsidRPr="00D250A5">
        <w:rPr>
          <w:sz w:val="24"/>
          <w:szCs w:val="24"/>
        </w:rPr>
        <w:t>,</w:t>
      </w:r>
      <w:r>
        <w:rPr>
          <w:sz w:val="24"/>
          <w:szCs w:val="24"/>
        </w:rPr>
        <w:t xml:space="preserve"> Морозовский сельсовет</w:t>
      </w:r>
      <w:r w:rsidRPr="00D250A5">
        <w:rPr>
          <w:sz w:val="24"/>
          <w:szCs w:val="24"/>
        </w:rPr>
        <w:t>, садоводческое некоммерческое товарищество «_________</w:t>
      </w:r>
      <w:r>
        <w:rPr>
          <w:sz w:val="24"/>
          <w:szCs w:val="24"/>
        </w:rPr>
        <w:t>________________</w:t>
      </w:r>
      <w:r w:rsidRPr="00D250A5">
        <w:rPr>
          <w:sz w:val="24"/>
          <w:szCs w:val="24"/>
        </w:rPr>
        <w:t xml:space="preserve">», </w:t>
      </w:r>
      <w:r>
        <w:rPr>
          <w:sz w:val="24"/>
          <w:szCs w:val="24"/>
        </w:rPr>
        <w:t>улица_________________________</w:t>
      </w:r>
      <w:r w:rsidRPr="00D250A5">
        <w:rPr>
          <w:sz w:val="24"/>
          <w:szCs w:val="24"/>
        </w:rPr>
        <w:t>участок № _____.</w:t>
      </w:r>
    </w:p>
    <w:p w:rsidR="004A418B" w:rsidRPr="00D250A5" w:rsidRDefault="004A418B" w:rsidP="00680C6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D250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18B" w:rsidRPr="00D250A5" w:rsidRDefault="004A418B" w:rsidP="00680C6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A418B" w:rsidRPr="00D250A5" w:rsidRDefault="004A418B" w:rsidP="00680C6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A418B" w:rsidRPr="00D250A5" w:rsidRDefault="004A418B" w:rsidP="00680C6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D250A5">
        <w:rPr>
          <w:rFonts w:ascii="Times New Roman" w:hAnsi="Times New Roman" w:cs="Times New Roman"/>
          <w:sz w:val="24"/>
          <w:szCs w:val="24"/>
        </w:rPr>
        <w:t>Дата</w:t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</w:r>
      <w:r w:rsidRPr="00D250A5"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4A418B" w:rsidRPr="00D250A5" w:rsidRDefault="004A418B" w:rsidP="00680C6A">
      <w:pPr>
        <w:rPr>
          <w:rFonts w:ascii="Courier New" w:hAnsi="Courier New" w:cs="Courier New"/>
          <w:sz w:val="24"/>
          <w:szCs w:val="24"/>
        </w:rPr>
      </w:pPr>
      <w:r w:rsidRPr="00D250A5">
        <w:rPr>
          <w:rFonts w:ascii="Courier New" w:hAnsi="Courier New" w:cs="Courier New"/>
          <w:sz w:val="24"/>
          <w:szCs w:val="24"/>
        </w:rPr>
        <w:t xml:space="preserve">                                 </w:t>
      </w:r>
    </w:p>
    <w:p w:rsidR="004A418B" w:rsidRDefault="004A418B" w:rsidP="00680C6A">
      <w:pPr>
        <w:jc w:val="center"/>
      </w:pPr>
    </w:p>
    <w:p w:rsidR="004A418B" w:rsidRPr="00680C6A" w:rsidRDefault="004A418B" w:rsidP="00680C6A">
      <w:pPr>
        <w:ind w:left="7371" w:hanging="11"/>
        <w:jc w:val="left"/>
        <w:rPr>
          <w:sz w:val="24"/>
          <w:szCs w:val="24"/>
        </w:rPr>
      </w:pPr>
      <w:r>
        <w:br w:type="page"/>
      </w:r>
      <w:r w:rsidRPr="00680C6A">
        <w:rPr>
          <w:sz w:val="24"/>
          <w:szCs w:val="24"/>
        </w:rPr>
        <w:t>П</w:t>
      </w:r>
      <w:r>
        <w:rPr>
          <w:sz w:val="24"/>
          <w:szCs w:val="24"/>
        </w:rPr>
        <w:t>риложение:</w:t>
      </w:r>
      <w:r w:rsidRPr="00680C6A">
        <w:rPr>
          <w:sz w:val="24"/>
          <w:szCs w:val="24"/>
        </w:rPr>
        <w:t xml:space="preserve"> № 3</w:t>
      </w:r>
    </w:p>
    <w:p w:rsidR="004A418B" w:rsidRPr="00680C6A" w:rsidRDefault="004A418B" w:rsidP="00680C6A">
      <w:pPr>
        <w:ind w:left="7371" w:hanging="11"/>
        <w:jc w:val="left"/>
        <w:rPr>
          <w:sz w:val="24"/>
          <w:szCs w:val="24"/>
        </w:rPr>
      </w:pPr>
      <w:r w:rsidRPr="00680C6A">
        <w:rPr>
          <w:sz w:val="24"/>
          <w:szCs w:val="24"/>
        </w:rPr>
        <w:t>к административному регламенту</w:t>
      </w:r>
    </w:p>
    <w:p w:rsidR="004A418B" w:rsidRPr="00680C6A" w:rsidRDefault="004A418B" w:rsidP="00680C6A">
      <w:pPr>
        <w:ind w:left="7371" w:hanging="11"/>
        <w:jc w:val="left"/>
        <w:rPr>
          <w:sz w:val="24"/>
          <w:szCs w:val="24"/>
        </w:rPr>
      </w:pPr>
      <w:r w:rsidRPr="00680C6A">
        <w:rPr>
          <w:sz w:val="24"/>
          <w:szCs w:val="24"/>
        </w:rPr>
        <w:t>предоставления муниципальной услуги</w:t>
      </w:r>
    </w:p>
    <w:p w:rsidR="004A418B" w:rsidRDefault="004A418B" w:rsidP="00680C6A">
      <w:pPr>
        <w:jc w:val="center"/>
      </w:pPr>
    </w:p>
    <w:p w:rsidR="004A418B" w:rsidRDefault="004A418B" w:rsidP="00680C6A">
      <w:pPr>
        <w:jc w:val="center"/>
      </w:pPr>
      <w:r>
        <w:t>ОПИСАНИЕ МЕСТОПОЛОЖЕНИЯ ГРАНИЦ</w:t>
      </w:r>
    </w:p>
    <w:p w:rsidR="004A418B" w:rsidRDefault="004A418B" w:rsidP="00680C6A">
      <w:pPr>
        <w:jc w:val="center"/>
      </w:pPr>
      <w:r>
        <w:t>ЗЕМЕЛЬНОГО УЧАСТКА члена СНТ (фамилия, инициалы)_________</w:t>
      </w:r>
    </w:p>
    <w:p w:rsidR="004A418B" w:rsidRDefault="004A418B" w:rsidP="00680C6A">
      <w:pPr>
        <w:jc w:val="center"/>
      </w:pPr>
      <w:r>
        <w:t>В СНТ «Лесная Поляна» по ул. ______, № ___.</w:t>
      </w:r>
    </w:p>
    <w:p w:rsidR="004A418B" w:rsidRPr="00D250A5" w:rsidRDefault="004A418B" w:rsidP="00680C6A">
      <w:pPr>
        <w:jc w:val="center"/>
        <w:rPr>
          <w:sz w:val="24"/>
          <w:szCs w:val="24"/>
        </w:rPr>
      </w:pPr>
      <w:r>
        <w:rPr>
          <w:noProof/>
        </w:rPr>
        <w:pict>
          <v:line id="_x0000_s1032" style="position:absolute;left:0;text-align:left;z-index:251653120" from="270pt,12.6pt" to="270pt,66.6pt" strokeweight=".26mm">
            <v:stroke joinstyle="miter"/>
          </v:line>
        </w:pict>
      </w:r>
    </w:p>
    <w:p w:rsidR="004A418B" w:rsidRPr="00D250A5" w:rsidRDefault="004A418B" w:rsidP="00680C6A">
      <w:pPr>
        <w:jc w:val="center"/>
        <w:rPr>
          <w:sz w:val="24"/>
          <w:szCs w:val="24"/>
        </w:rPr>
      </w:pPr>
      <w:r>
        <w:rPr>
          <w:noProof/>
        </w:rPr>
        <w:pict>
          <v:line id="_x0000_s1033" style="position:absolute;left:0;text-align:left;z-index:251654144" from="18pt,7.8pt" to="108pt,52.8pt" strokeweight=".26mm">
            <v:stroke joinstyle="miter"/>
          </v:line>
        </w:pic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 xml:space="preserve">                  Максимова Л. З.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 xml:space="preserve">                                                  16,85                                                     2,95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  <w:r>
        <w:rPr>
          <w:noProof/>
        </w:rPr>
        <w:pict>
          <v:rect id="_x0000_s1034" style="position:absolute;left:0;text-align:left;margin-left:124.25pt;margin-top:11.4pt;width:243pt;height:207pt;z-index:251652096;mso-wrap-style:none;v-text-anchor:middle" strokeweight=".26mm">
            <v:fill color2="black"/>
          </v:rect>
        </w:pic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 xml:space="preserve">участок № 8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D250A5">
        <w:rPr>
          <w:sz w:val="24"/>
          <w:szCs w:val="24"/>
        </w:rPr>
        <w:t xml:space="preserve"> участок № 4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>Сидоров П. М.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 xml:space="preserve">                          10,43                             участок № 5                                     Зайцев В. В.</w:t>
      </w:r>
    </w:p>
    <w:p w:rsidR="004A418B" w:rsidRPr="00D250A5" w:rsidRDefault="004A418B" w:rsidP="00680C6A">
      <w:pPr>
        <w:tabs>
          <w:tab w:val="left" w:pos="7335"/>
        </w:tabs>
        <w:ind w:firstLine="0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79.9pt;margin-top:.5pt;width:126.15pt;height:58.3pt;z-index:251657216;mso-wrap-distance-left:9.05pt;mso-wrap-distance-right:9.05pt" strokecolor="white" strokeweight=".5pt">
            <v:fill color2="black"/>
            <v:stroke color2="black"/>
            <v:textbox inset="7.45pt,3.85pt,7.45pt,3.85pt">
              <w:txbxContent>
                <w:p w:rsidR="004A418B" w:rsidRDefault="004A418B" w:rsidP="00680C6A">
                  <w:pPr>
                    <w:ind w:firstLine="0"/>
                    <w:jc w:val="center"/>
                  </w:pPr>
                  <w:r>
                    <w:t>участок № 5</w:t>
                  </w:r>
                </w:p>
                <w:p w:rsidR="004A418B" w:rsidRDefault="004A418B" w:rsidP="00680C6A">
                  <w:pPr>
                    <w:ind w:firstLine="0"/>
                    <w:jc w:val="center"/>
                  </w:pPr>
                  <w:r>
                    <w:t>__________(ФИО)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6" style="position:absolute;left:0;text-align:left;z-index:251655168" from="-27pt,9.6pt" to="108pt,9.6pt" strokeweight=".26mm">
            <v:stroke joinstyle="miter"/>
          </v:line>
        </w:pict>
      </w:r>
      <w:r w:rsidRPr="00D250A5">
        <w:rPr>
          <w:sz w:val="24"/>
          <w:szCs w:val="24"/>
        </w:rPr>
        <w:t xml:space="preserve">                                                              Иванова И. И.</w:t>
      </w:r>
      <w:r w:rsidRPr="00D250A5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D250A5">
        <w:rPr>
          <w:sz w:val="24"/>
          <w:szCs w:val="24"/>
        </w:rPr>
        <w:t>ул. Березовая,6</w:t>
      </w:r>
    </w:p>
    <w:p w:rsidR="004A418B" w:rsidRDefault="004A418B" w:rsidP="00680C6A">
      <w:pPr>
        <w:ind w:firstLine="0"/>
        <w:rPr>
          <w:sz w:val="24"/>
          <w:szCs w:val="24"/>
        </w:rPr>
      </w:pPr>
    </w:p>
    <w:p w:rsidR="004A418B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 xml:space="preserve">участок № 7              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 xml:space="preserve">Петрова Н. А.   20,70  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D250A5">
        <w:rPr>
          <w:sz w:val="24"/>
          <w:szCs w:val="24"/>
        </w:rPr>
        <w:t>31,26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jc w:val="right"/>
        <w:rPr>
          <w:sz w:val="24"/>
          <w:szCs w:val="24"/>
        </w:rPr>
      </w:pPr>
      <w:r w:rsidRPr="00D250A5">
        <w:rPr>
          <w:sz w:val="24"/>
          <w:szCs w:val="24"/>
        </w:rPr>
        <w:t xml:space="preserve">                  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  <w:r>
        <w:rPr>
          <w:noProof/>
        </w:rPr>
        <w:pict>
          <v:line id="_x0000_s1037" style="position:absolute;left:0;text-align:left;flip:x;z-index:251656192" from="351pt,11.45pt" to="459pt,11.45pt" strokeweight=".26mm">
            <v:stroke joinstyle="miter"/>
          </v:line>
        </w:pict>
      </w:r>
      <w:r w:rsidRPr="00D250A5">
        <w:rPr>
          <w:sz w:val="24"/>
          <w:szCs w:val="24"/>
        </w:rPr>
        <w:t xml:space="preserve">__________________                      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 xml:space="preserve">                                                                               17,56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</w:t>
      </w:r>
      <w:r w:rsidRPr="00D250A5">
        <w:rPr>
          <w:sz w:val="24"/>
          <w:szCs w:val="24"/>
        </w:rPr>
        <w:t xml:space="preserve"> ул. </w:t>
      </w:r>
      <w:r>
        <w:rPr>
          <w:sz w:val="24"/>
          <w:szCs w:val="24"/>
        </w:rPr>
        <w:t>__________</w:t>
      </w:r>
    </w:p>
    <w:p w:rsidR="004A418B" w:rsidRDefault="004A418B" w:rsidP="00680C6A">
      <w:pPr>
        <w:ind w:firstLine="0"/>
      </w:pPr>
    </w:p>
    <w:p w:rsidR="004A418B" w:rsidRPr="00D250A5" w:rsidRDefault="004A418B" w:rsidP="00680C6A">
      <w:pPr>
        <w:ind w:firstLine="0"/>
        <w:rPr>
          <w:i/>
          <w:iCs/>
          <w:sz w:val="24"/>
          <w:szCs w:val="24"/>
        </w:rPr>
      </w:pPr>
      <w:r w:rsidRPr="00D250A5">
        <w:rPr>
          <w:i/>
          <w:iCs/>
          <w:sz w:val="24"/>
          <w:szCs w:val="24"/>
        </w:rPr>
        <w:t>Размеры сторон земельного участка даны в метрах.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 xml:space="preserve">                                                                              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ab/>
        <w:t>Граница земельного участка от ул. Березовая закреплена дощатым забором. Граница с участками Петровой Н. А. ( на протяжении 20,70 м ) и Сидорова П. М. (на протяжении 10,43 м.) проходит по штакетнику. С участком Максимовой Л. З.  граница на протяжении 16,85 м. проходит по меже. Граница с земельным участком Зайцева В. В. на протяжении 34,21 м. закреплена сеткой рабица.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  <w:r w:rsidRPr="00D250A5">
        <w:rPr>
          <w:sz w:val="24"/>
          <w:szCs w:val="24"/>
        </w:rPr>
        <w:t>Описание подготовил член СНТ         /подпись/             И. И. Иванов     Дата</w:t>
      </w:r>
    </w:p>
    <w:p w:rsidR="004A418B" w:rsidRDefault="004A418B" w:rsidP="00680C6A">
      <w:pPr>
        <w:ind w:firstLine="0"/>
        <w:rPr>
          <w:sz w:val="24"/>
          <w:szCs w:val="24"/>
        </w:rPr>
      </w:pPr>
    </w:p>
    <w:p w:rsidR="004A418B" w:rsidRDefault="004A418B" w:rsidP="00680C6A">
      <w:pPr>
        <w:ind w:firstLine="0"/>
        <w:rPr>
          <w:sz w:val="24"/>
          <w:szCs w:val="24"/>
        </w:rPr>
      </w:pPr>
    </w:p>
    <w:p w:rsidR="004A418B" w:rsidRPr="001E71E7" w:rsidRDefault="004A418B" w:rsidP="00680C6A">
      <w:pPr>
        <w:ind w:left="4956" w:firstLine="0"/>
        <w:rPr>
          <w:sz w:val="20"/>
          <w:szCs w:val="20"/>
        </w:rPr>
      </w:pPr>
      <w:r w:rsidRPr="00D250A5">
        <w:rPr>
          <w:sz w:val="24"/>
          <w:szCs w:val="24"/>
        </w:rPr>
        <w:t>«_____» ________________ г.</w:t>
      </w: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</w:p>
    <w:p w:rsidR="004A418B" w:rsidRPr="00D250A5" w:rsidRDefault="004A418B" w:rsidP="00680C6A">
      <w:pPr>
        <w:ind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D250A5">
        <w:rPr>
          <w:sz w:val="24"/>
          <w:szCs w:val="24"/>
        </w:rPr>
        <w:t>римечание. Вместо фамилий инициалов пользователей и адресов смежных земельных участков можно указывать только их номера.</w:t>
      </w:r>
    </w:p>
    <w:p w:rsidR="004A418B" w:rsidRDefault="004A418B" w:rsidP="00680C6A">
      <w:pPr>
        <w:jc w:val="right"/>
        <w:rPr>
          <w:sz w:val="22"/>
          <w:szCs w:val="22"/>
        </w:rPr>
      </w:pPr>
    </w:p>
    <w:p w:rsidR="004A418B" w:rsidRPr="00680C6A" w:rsidRDefault="004A418B" w:rsidP="00680C6A">
      <w:pPr>
        <w:ind w:left="7513" w:hanging="11"/>
        <w:jc w:val="left"/>
        <w:rPr>
          <w:sz w:val="24"/>
          <w:szCs w:val="24"/>
        </w:rPr>
      </w:pPr>
      <w:r>
        <w:br w:type="page"/>
      </w:r>
      <w:r w:rsidRPr="00680C6A">
        <w:rPr>
          <w:sz w:val="24"/>
          <w:szCs w:val="24"/>
        </w:rPr>
        <w:t>П</w:t>
      </w:r>
      <w:r>
        <w:rPr>
          <w:sz w:val="24"/>
          <w:szCs w:val="24"/>
        </w:rPr>
        <w:t>риложение:</w:t>
      </w:r>
      <w:r w:rsidRPr="00680C6A">
        <w:rPr>
          <w:sz w:val="24"/>
          <w:szCs w:val="24"/>
        </w:rPr>
        <w:t xml:space="preserve"> № 4</w:t>
      </w:r>
    </w:p>
    <w:p w:rsidR="004A418B" w:rsidRPr="00680C6A" w:rsidRDefault="004A418B" w:rsidP="00680C6A">
      <w:pPr>
        <w:ind w:left="7513" w:hanging="11"/>
        <w:jc w:val="left"/>
        <w:rPr>
          <w:sz w:val="24"/>
          <w:szCs w:val="24"/>
        </w:rPr>
      </w:pPr>
      <w:r w:rsidRPr="00680C6A">
        <w:rPr>
          <w:sz w:val="24"/>
          <w:szCs w:val="24"/>
        </w:rPr>
        <w:t>к административному регламенту</w:t>
      </w:r>
    </w:p>
    <w:p w:rsidR="004A418B" w:rsidRPr="00680C6A" w:rsidRDefault="004A418B" w:rsidP="00680C6A">
      <w:pPr>
        <w:ind w:left="7513" w:hanging="11"/>
        <w:jc w:val="left"/>
        <w:rPr>
          <w:sz w:val="24"/>
          <w:szCs w:val="24"/>
        </w:rPr>
      </w:pPr>
      <w:r w:rsidRPr="00680C6A">
        <w:rPr>
          <w:sz w:val="24"/>
          <w:szCs w:val="24"/>
        </w:rPr>
        <w:t>предоставления муниципальной услуги</w:t>
      </w:r>
    </w:p>
    <w:p w:rsidR="004A418B" w:rsidRDefault="004A418B" w:rsidP="00680C6A">
      <w:pPr>
        <w:ind w:firstLine="0"/>
        <w:jc w:val="center"/>
      </w:pPr>
    </w:p>
    <w:p w:rsidR="004A418B" w:rsidRPr="00680C6A" w:rsidRDefault="004A418B" w:rsidP="00680C6A">
      <w:pPr>
        <w:ind w:firstLine="0"/>
        <w:jc w:val="center"/>
      </w:pPr>
      <w:r w:rsidRPr="00680C6A">
        <w:t>ЗАКЛЮЧЕНИЕ ПРАВЛЕНИЯ</w:t>
      </w:r>
    </w:p>
    <w:p w:rsidR="004A418B" w:rsidRPr="00680C6A" w:rsidRDefault="004A418B" w:rsidP="00680C6A">
      <w:pPr>
        <w:ind w:firstLine="0"/>
        <w:jc w:val="center"/>
      </w:pPr>
    </w:p>
    <w:p w:rsidR="004A418B" w:rsidRPr="00680C6A" w:rsidRDefault="004A418B" w:rsidP="00680C6A">
      <w:pPr>
        <w:ind w:firstLine="0"/>
        <w:jc w:val="center"/>
        <w:rPr>
          <w:sz w:val="24"/>
          <w:szCs w:val="24"/>
        </w:rPr>
      </w:pPr>
      <w:r w:rsidRPr="00680C6A">
        <w:rPr>
          <w:sz w:val="24"/>
          <w:szCs w:val="24"/>
        </w:rPr>
        <w:t>Садоводческое некоммерческое товарищество</w:t>
      </w:r>
    </w:p>
    <w:p w:rsidR="004A418B" w:rsidRPr="00680C6A" w:rsidRDefault="004A418B" w:rsidP="00680C6A">
      <w:pPr>
        <w:ind w:firstLine="0"/>
        <w:jc w:val="center"/>
        <w:rPr>
          <w:sz w:val="24"/>
          <w:szCs w:val="24"/>
        </w:rPr>
      </w:pPr>
      <w:r w:rsidRPr="00680C6A">
        <w:rPr>
          <w:sz w:val="24"/>
          <w:szCs w:val="24"/>
        </w:rPr>
        <w:t>«</w:t>
      </w:r>
      <w:r>
        <w:rPr>
          <w:sz w:val="24"/>
          <w:szCs w:val="24"/>
        </w:rPr>
        <w:t>Лесная Поляна</w:t>
      </w:r>
      <w:r w:rsidRPr="00680C6A">
        <w:rPr>
          <w:sz w:val="24"/>
          <w:szCs w:val="24"/>
        </w:rPr>
        <w:t>»</w:t>
      </w:r>
    </w:p>
    <w:p w:rsidR="004A418B" w:rsidRPr="00680C6A" w:rsidRDefault="004A418B" w:rsidP="00680C6A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Морозовского</w:t>
      </w:r>
      <w:r w:rsidRPr="00680C6A">
        <w:rPr>
          <w:sz w:val="24"/>
          <w:szCs w:val="24"/>
        </w:rPr>
        <w:t xml:space="preserve"> сельсовета Искитимского района</w:t>
      </w:r>
    </w:p>
    <w:p w:rsidR="004A418B" w:rsidRPr="00680C6A" w:rsidRDefault="004A418B" w:rsidP="00680C6A">
      <w:pPr>
        <w:ind w:firstLine="0"/>
        <w:jc w:val="center"/>
        <w:rPr>
          <w:sz w:val="24"/>
          <w:szCs w:val="24"/>
        </w:rPr>
      </w:pPr>
      <w:r w:rsidRPr="00680C6A">
        <w:rPr>
          <w:sz w:val="24"/>
          <w:szCs w:val="24"/>
        </w:rPr>
        <w:t xml:space="preserve">Новосибирской области, ИНН </w:t>
      </w:r>
      <w:r>
        <w:rPr>
          <w:sz w:val="24"/>
          <w:szCs w:val="24"/>
        </w:rPr>
        <w:t>___________</w:t>
      </w:r>
    </w:p>
    <w:p w:rsidR="004A418B" w:rsidRPr="00680C6A" w:rsidRDefault="004A418B" w:rsidP="00680C6A">
      <w:pPr>
        <w:ind w:firstLine="0"/>
        <w:jc w:val="center"/>
        <w:rPr>
          <w:sz w:val="24"/>
          <w:szCs w:val="24"/>
        </w:rPr>
      </w:pPr>
      <w:r w:rsidRPr="00680C6A">
        <w:rPr>
          <w:sz w:val="24"/>
          <w:szCs w:val="24"/>
        </w:rPr>
        <w:t>_____________________________________________________________________________</w:t>
      </w:r>
    </w:p>
    <w:p w:rsidR="004A418B" w:rsidRPr="00680C6A" w:rsidRDefault="004A418B" w:rsidP="00680C6A">
      <w:pPr>
        <w:ind w:firstLine="0"/>
        <w:rPr>
          <w:sz w:val="24"/>
          <w:szCs w:val="24"/>
        </w:rPr>
      </w:pPr>
    </w:p>
    <w:p w:rsidR="004A418B" w:rsidRPr="00680C6A" w:rsidRDefault="004A418B" w:rsidP="00680C6A">
      <w:pPr>
        <w:ind w:firstLine="0"/>
        <w:rPr>
          <w:sz w:val="24"/>
          <w:szCs w:val="24"/>
        </w:rPr>
      </w:pPr>
      <w:r>
        <w:rPr>
          <w:sz w:val="24"/>
          <w:szCs w:val="24"/>
        </w:rPr>
        <w:t>Исх. № ___</w:t>
      </w:r>
      <w:r w:rsidRPr="00680C6A">
        <w:rPr>
          <w:sz w:val="24"/>
          <w:szCs w:val="24"/>
        </w:rPr>
        <w:t xml:space="preserve"> от </w:t>
      </w:r>
      <w:r>
        <w:rPr>
          <w:sz w:val="24"/>
          <w:szCs w:val="24"/>
        </w:rPr>
        <w:t>________ 20___</w:t>
      </w:r>
      <w:r w:rsidRPr="00680C6A">
        <w:rPr>
          <w:sz w:val="24"/>
          <w:szCs w:val="24"/>
        </w:rPr>
        <w:t xml:space="preserve"> года</w:t>
      </w:r>
    </w:p>
    <w:p w:rsidR="004A418B" w:rsidRPr="00680C6A" w:rsidRDefault="004A418B" w:rsidP="00680C6A">
      <w:pPr>
        <w:ind w:firstLine="0"/>
        <w:rPr>
          <w:sz w:val="24"/>
          <w:szCs w:val="24"/>
        </w:rPr>
      </w:pPr>
    </w:p>
    <w:p w:rsidR="004A418B" w:rsidRPr="00680C6A" w:rsidRDefault="004A418B" w:rsidP="00680C6A">
      <w:pPr>
        <w:ind w:firstLine="0"/>
        <w:rPr>
          <w:sz w:val="24"/>
          <w:szCs w:val="24"/>
        </w:rPr>
      </w:pPr>
    </w:p>
    <w:p w:rsidR="004A418B" w:rsidRPr="00680C6A" w:rsidRDefault="004A418B" w:rsidP="00680C6A">
      <w:pPr>
        <w:ind w:firstLine="0"/>
        <w:rPr>
          <w:sz w:val="24"/>
          <w:szCs w:val="24"/>
        </w:rPr>
      </w:pPr>
    </w:p>
    <w:p w:rsidR="004A418B" w:rsidRPr="00680C6A" w:rsidRDefault="004A418B" w:rsidP="00680C6A">
      <w:pPr>
        <w:ind w:firstLine="0"/>
        <w:jc w:val="center"/>
        <w:rPr>
          <w:sz w:val="24"/>
          <w:szCs w:val="24"/>
        </w:rPr>
      </w:pPr>
      <w:r w:rsidRPr="00680C6A">
        <w:rPr>
          <w:sz w:val="24"/>
          <w:szCs w:val="24"/>
        </w:rPr>
        <w:t>ЗАКЛЮЧЕНИЕ ПРАВЛЕНИЯ</w:t>
      </w:r>
    </w:p>
    <w:p w:rsidR="004A418B" w:rsidRPr="00680C6A" w:rsidRDefault="004A418B" w:rsidP="00680C6A">
      <w:pPr>
        <w:ind w:firstLine="0"/>
        <w:jc w:val="center"/>
        <w:rPr>
          <w:sz w:val="24"/>
          <w:szCs w:val="24"/>
        </w:rPr>
      </w:pPr>
    </w:p>
    <w:p w:rsidR="004A418B" w:rsidRPr="00680C6A" w:rsidRDefault="004A418B" w:rsidP="00680C6A">
      <w:pPr>
        <w:rPr>
          <w:sz w:val="24"/>
          <w:szCs w:val="24"/>
        </w:rPr>
      </w:pPr>
      <w:r w:rsidRPr="00680C6A">
        <w:rPr>
          <w:sz w:val="24"/>
          <w:szCs w:val="24"/>
        </w:rPr>
        <w:t xml:space="preserve">Иванов Иван Иванович, </w:t>
      </w:r>
      <w:r>
        <w:rPr>
          <w:sz w:val="24"/>
          <w:szCs w:val="24"/>
        </w:rPr>
        <w:t>______</w:t>
      </w:r>
      <w:r w:rsidRPr="00680C6A">
        <w:rPr>
          <w:sz w:val="24"/>
          <w:szCs w:val="24"/>
        </w:rPr>
        <w:t xml:space="preserve"> года рождения, место рождения: </w:t>
      </w:r>
      <w:r>
        <w:rPr>
          <w:sz w:val="24"/>
          <w:szCs w:val="24"/>
        </w:rPr>
        <w:t>_________</w:t>
      </w:r>
      <w:r w:rsidRPr="00680C6A">
        <w:rPr>
          <w:sz w:val="24"/>
          <w:szCs w:val="24"/>
        </w:rPr>
        <w:t xml:space="preserve">, паспорт серия </w:t>
      </w:r>
      <w:r>
        <w:rPr>
          <w:sz w:val="24"/>
          <w:szCs w:val="24"/>
        </w:rPr>
        <w:t>_____</w:t>
      </w:r>
      <w:r w:rsidRPr="00680C6A">
        <w:rPr>
          <w:sz w:val="24"/>
          <w:szCs w:val="24"/>
        </w:rPr>
        <w:t xml:space="preserve"> номер </w:t>
      </w:r>
      <w:r>
        <w:rPr>
          <w:sz w:val="24"/>
          <w:szCs w:val="24"/>
        </w:rPr>
        <w:t>______</w:t>
      </w:r>
      <w:r w:rsidRPr="00680C6A">
        <w:rPr>
          <w:sz w:val="24"/>
          <w:szCs w:val="24"/>
        </w:rPr>
        <w:t xml:space="preserve"> выдан </w:t>
      </w:r>
      <w:r>
        <w:rPr>
          <w:sz w:val="24"/>
          <w:szCs w:val="24"/>
        </w:rPr>
        <w:t>(кем)_______________</w:t>
      </w:r>
      <w:r w:rsidRPr="00680C6A">
        <w:rPr>
          <w:sz w:val="24"/>
          <w:szCs w:val="24"/>
        </w:rPr>
        <w:t xml:space="preserve"> </w:t>
      </w:r>
      <w:r>
        <w:rPr>
          <w:sz w:val="24"/>
          <w:szCs w:val="24"/>
        </w:rPr>
        <w:t>(когда) ____________</w:t>
      </w:r>
      <w:r w:rsidRPr="00680C6A">
        <w:rPr>
          <w:sz w:val="24"/>
          <w:szCs w:val="24"/>
        </w:rPr>
        <w:t>г. является членом садоводческого некоммерческого товарищества «</w:t>
      </w:r>
      <w:r>
        <w:rPr>
          <w:sz w:val="24"/>
          <w:szCs w:val="24"/>
        </w:rPr>
        <w:t>Лесная Поляна</w:t>
      </w:r>
      <w:r w:rsidRPr="00680C6A">
        <w:rPr>
          <w:sz w:val="24"/>
          <w:szCs w:val="24"/>
        </w:rPr>
        <w:t xml:space="preserve">» и использует для садоводства, закрепленный за ним земельный участок, площадью </w:t>
      </w:r>
      <w:r>
        <w:rPr>
          <w:sz w:val="24"/>
          <w:szCs w:val="24"/>
        </w:rPr>
        <w:t xml:space="preserve">______ </w:t>
      </w:r>
      <w:r w:rsidRPr="00680C6A">
        <w:rPr>
          <w:sz w:val="24"/>
          <w:szCs w:val="24"/>
        </w:rPr>
        <w:t xml:space="preserve">кв.м., расположенный по адресу: </w:t>
      </w:r>
      <w:r>
        <w:rPr>
          <w:sz w:val="24"/>
          <w:szCs w:val="24"/>
        </w:rPr>
        <w:t>ул. ___________ участок № ______</w:t>
      </w:r>
      <w:r w:rsidRPr="00680C6A">
        <w:rPr>
          <w:sz w:val="24"/>
          <w:szCs w:val="24"/>
        </w:rPr>
        <w:t>.</w:t>
      </w:r>
    </w:p>
    <w:p w:rsidR="004A418B" w:rsidRPr="00680C6A" w:rsidRDefault="004A418B" w:rsidP="00680C6A">
      <w:pPr>
        <w:rPr>
          <w:sz w:val="24"/>
          <w:szCs w:val="24"/>
        </w:rPr>
      </w:pPr>
      <w:r w:rsidRPr="00680C6A">
        <w:rPr>
          <w:sz w:val="24"/>
          <w:szCs w:val="24"/>
        </w:rPr>
        <w:t>Правление подтверждает:</w:t>
      </w:r>
    </w:p>
    <w:p w:rsidR="004A418B" w:rsidRPr="00680C6A" w:rsidRDefault="004A418B" w:rsidP="00680C6A">
      <w:pPr>
        <w:rPr>
          <w:sz w:val="24"/>
          <w:szCs w:val="24"/>
        </w:rPr>
      </w:pPr>
      <w:r w:rsidRPr="00680C6A">
        <w:rPr>
          <w:sz w:val="24"/>
          <w:szCs w:val="24"/>
        </w:rPr>
        <w:t xml:space="preserve">1) Гражданин </w:t>
      </w:r>
      <w:r>
        <w:rPr>
          <w:sz w:val="24"/>
          <w:szCs w:val="24"/>
        </w:rPr>
        <w:t>(фамилия инициалы) __________</w:t>
      </w:r>
      <w:r w:rsidRPr="00680C6A">
        <w:rPr>
          <w:sz w:val="24"/>
          <w:szCs w:val="24"/>
        </w:rPr>
        <w:t>. Был</w:t>
      </w:r>
      <w:r>
        <w:rPr>
          <w:sz w:val="24"/>
          <w:szCs w:val="24"/>
        </w:rPr>
        <w:t>(а)</w:t>
      </w:r>
      <w:r w:rsidRPr="00680C6A">
        <w:rPr>
          <w:sz w:val="24"/>
          <w:szCs w:val="24"/>
        </w:rPr>
        <w:t xml:space="preserve"> принят</w:t>
      </w:r>
      <w:r>
        <w:rPr>
          <w:sz w:val="24"/>
          <w:szCs w:val="24"/>
        </w:rPr>
        <w:t>(а)</w:t>
      </w:r>
      <w:r w:rsidRPr="00680C6A">
        <w:rPr>
          <w:sz w:val="24"/>
          <w:szCs w:val="24"/>
        </w:rPr>
        <w:t xml:space="preserve"> в члены СНТ «</w:t>
      </w:r>
      <w:r>
        <w:rPr>
          <w:sz w:val="24"/>
          <w:szCs w:val="24"/>
        </w:rPr>
        <w:t>Лесная Поляна</w:t>
      </w:r>
      <w:r w:rsidRPr="00680C6A">
        <w:rPr>
          <w:sz w:val="24"/>
          <w:szCs w:val="24"/>
        </w:rPr>
        <w:t xml:space="preserve">» в соответствии с требованиями действующего законодательства на основании Решения общего собрания от </w:t>
      </w:r>
      <w:r>
        <w:rPr>
          <w:sz w:val="24"/>
          <w:szCs w:val="24"/>
        </w:rPr>
        <w:t>_________</w:t>
      </w:r>
      <w:r w:rsidRPr="00680C6A">
        <w:rPr>
          <w:sz w:val="24"/>
          <w:szCs w:val="24"/>
        </w:rPr>
        <w:t xml:space="preserve">. № </w:t>
      </w:r>
      <w:r>
        <w:rPr>
          <w:sz w:val="24"/>
          <w:szCs w:val="24"/>
        </w:rPr>
        <w:t>____</w:t>
      </w:r>
      <w:r w:rsidRPr="00680C6A">
        <w:rPr>
          <w:sz w:val="24"/>
          <w:szCs w:val="24"/>
        </w:rPr>
        <w:t>.</w:t>
      </w:r>
    </w:p>
    <w:p w:rsidR="004A418B" w:rsidRPr="00680C6A" w:rsidRDefault="004A418B" w:rsidP="00680C6A">
      <w:pPr>
        <w:rPr>
          <w:sz w:val="24"/>
          <w:szCs w:val="24"/>
        </w:rPr>
      </w:pPr>
      <w:r w:rsidRPr="00680C6A">
        <w:rPr>
          <w:sz w:val="24"/>
          <w:szCs w:val="24"/>
        </w:rPr>
        <w:t>2) Земельный участок, расположенный по адресу: Новосибирская область, Искитимский район, СНТ. «</w:t>
      </w:r>
      <w:r>
        <w:rPr>
          <w:sz w:val="24"/>
          <w:szCs w:val="24"/>
        </w:rPr>
        <w:t>Лесная Поляна</w:t>
      </w:r>
      <w:r w:rsidRPr="00680C6A">
        <w:rPr>
          <w:sz w:val="24"/>
          <w:szCs w:val="24"/>
        </w:rPr>
        <w:t>»,  ранее не был приватизирован.</w:t>
      </w:r>
    </w:p>
    <w:p w:rsidR="004A418B" w:rsidRPr="00680C6A" w:rsidRDefault="004A418B" w:rsidP="00680C6A">
      <w:pPr>
        <w:rPr>
          <w:sz w:val="24"/>
          <w:szCs w:val="24"/>
        </w:rPr>
      </w:pPr>
      <w:r w:rsidRPr="00680C6A">
        <w:rPr>
          <w:sz w:val="24"/>
          <w:szCs w:val="24"/>
        </w:rPr>
        <w:t>3) Указанный земельный участок находится в границах земельного участка, отведенного СНТ «</w:t>
      </w:r>
      <w:r>
        <w:rPr>
          <w:sz w:val="24"/>
          <w:szCs w:val="24"/>
        </w:rPr>
        <w:t>Лесная Поляна</w:t>
      </w:r>
      <w:r w:rsidRPr="00680C6A">
        <w:rPr>
          <w:sz w:val="24"/>
          <w:szCs w:val="24"/>
        </w:rPr>
        <w:t xml:space="preserve">» Постановлением </w:t>
      </w:r>
      <w:r>
        <w:rPr>
          <w:sz w:val="24"/>
          <w:szCs w:val="24"/>
        </w:rPr>
        <w:t>администрации Морозовского сельсовета Искитимского района</w:t>
      </w:r>
      <w:r w:rsidRPr="00680C6A">
        <w:rPr>
          <w:sz w:val="24"/>
          <w:szCs w:val="24"/>
        </w:rPr>
        <w:t xml:space="preserve"> Новосибирской области от </w:t>
      </w:r>
      <w:r>
        <w:rPr>
          <w:sz w:val="24"/>
          <w:szCs w:val="24"/>
        </w:rPr>
        <w:t>________ г. № _______</w:t>
      </w:r>
      <w:r w:rsidRPr="00680C6A">
        <w:rPr>
          <w:sz w:val="24"/>
          <w:szCs w:val="24"/>
        </w:rPr>
        <w:t>.</w:t>
      </w:r>
    </w:p>
    <w:p w:rsidR="004A418B" w:rsidRPr="00C27466" w:rsidRDefault="004A418B" w:rsidP="00680C6A">
      <w:pPr>
        <w:rPr>
          <w:sz w:val="24"/>
          <w:szCs w:val="24"/>
        </w:rPr>
      </w:pPr>
      <w:r w:rsidRPr="00680C6A">
        <w:rPr>
          <w:sz w:val="24"/>
          <w:szCs w:val="24"/>
        </w:rPr>
        <w:t xml:space="preserve">4) Описание местоположения границ земельного </w:t>
      </w:r>
      <w:r>
        <w:rPr>
          <w:sz w:val="24"/>
          <w:szCs w:val="24"/>
        </w:rPr>
        <w:t>участка, выполненное Ивановым Иваном Ивановичем соответствует местоположению земельного участка фактически используемого им.</w:t>
      </w:r>
      <w:r w:rsidRPr="00C27466">
        <w:rPr>
          <w:sz w:val="24"/>
          <w:szCs w:val="24"/>
        </w:rPr>
        <w:t xml:space="preserve"> </w:t>
      </w:r>
    </w:p>
    <w:p w:rsidR="004A418B" w:rsidRPr="00C27466" w:rsidRDefault="004A418B" w:rsidP="00680C6A">
      <w:pPr>
        <w:ind w:firstLine="0"/>
        <w:rPr>
          <w:sz w:val="24"/>
          <w:szCs w:val="24"/>
        </w:rPr>
      </w:pPr>
    </w:p>
    <w:p w:rsidR="004A418B" w:rsidRPr="00C27466" w:rsidRDefault="004A418B" w:rsidP="00680C6A">
      <w:pPr>
        <w:ind w:firstLine="0"/>
        <w:rPr>
          <w:sz w:val="24"/>
          <w:szCs w:val="24"/>
        </w:rPr>
      </w:pPr>
    </w:p>
    <w:p w:rsidR="004A418B" w:rsidRPr="00C27466" w:rsidRDefault="004A418B" w:rsidP="00680C6A">
      <w:pPr>
        <w:ind w:firstLine="0"/>
        <w:rPr>
          <w:sz w:val="24"/>
          <w:szCs w:val="24"/>
        </w:rPr>
      </w:pPr>
    </w:p>
    <w:p w:rsidR="004A418B" w:rsidRPr="00C27466" w:rsidRDefault="004A418B" w:rsidP="00680C6A">
      <w:pPr>
        <w:ind w:left="6360" w:firstLine="0"/>
        <w:jc w:val="center"/>
        <w:rPr>
          <w:sz w:val="24"/>
          <w:szCs w:val="24"/>
        </w:rPr>
      </w:pPr>
    </w:p>
    <w:p w:rsidR="004A418B" w:rsidRPr="00C27466" w:rsidRDefault="004A418B" w:rsidP="00680C6A">
      <w:pPr>
        <w:ind w:left="6360" w:firstLine="0"/>
        <w:jc w:val="center"/>
        <w:rPr>
          <w:sz w:val="24"/>
          <w:szCs w:val="24"/>
        </w:rPr>
      </w:pPr>
    </w:p>
    <w:p w:rsidR="004A418B" w:rsidRPr="00C27466" w:rsidRDefault="004A418B" w:rsidP="00680C6A">
      <w:pPr>
        <w:ind w:left="6360" w:firstLine="0"/>
        <w:jc w:val="center"/>
        <w:rPr>
          <w:sz w:val="24"/>
          <w:szCs w:val="24"/>
        </w:rPr>
      </w:pPr>
    </w:p>
    <w:p w:rsidR="004A418B" w:rsidRPr="00C27466" w:rsidRDefault="004A418B" w:rsidP="00680C6A">
      <w:pPr>
        <w:ind w:left="6360" w:firstLine="0"/>
        <w:jc w:val="center"/>
        <w:rPr>
          <w:sz w:val="24"/>
          <w:szCs w:val="24"/>
        </w:rPr>
      </w:pPr>
      <w:r w:rsidRPr="00C27466">
        <w:rPr>
          <w:sz w:val="24"/>
          <w:szCs w:val="24"/>
        </w:rPr>
        <w:t>Дата</w:t>
      </w:r>
    </w:p>
    <w:p w:rsidR="004A418B" w:rsidRPr="00C27466" w:rsidRDefault="004A418B" w:rsidP="00680C6A">
      <w:pPr>
        <w:ind w:firstLine="0"/>
        <w:rPr>
          <w:sz w:val="24"/>
          <w:szCs w:val="24"/>
        </w:rPr>
      </w:pPr>
    </w:p>
    <w:p w:rsidR="004A418B" w:rsidRPr="00C27466" w:rsidRDefault="004A418B" w:rsidP="00680C6A">
      <w:pPr>
        <w:ind w:firstLine="0"/>
        <w:rPr>
          <w:sz w:val="24"/>
          <w:szCs w:val="24"/>
        </w:rPr>
      </w:pPr>
    </w:p>
    <w:p w:rsidR="004A418B" w:rsidRPr="00C27466" w:rsidRDefault="004A418B" w:rsidP="00680C6A">
      <w:pPr>
        <w:ind w:firstLine="0"/>
        <w:rPr>
          <w:sz w:val="24"/>
          <w:szCs w:val="24"/>
        </w:rPr>
      </w:pPr>
      <w:r w:rsidRPr="00C27466">
        <w:rPr>
          <w:sz w:val="24"/>
          <w:szCs w:val="24"/>
        </w:rPr>
        <w:t>Председатель правления</w:t>
      </w:r>
      <w:r w:rsidRPr="00C27466">
        <w:rPr>
          <w:sz w:val="24"/>
          <w:szCs w:val="24"/>
        </w:rPr>
        <w:tab/>
      </w:r>
      <w:r w:rsidRPr="00C27466">
        <w:rPr>
          <w:sz w:val="24"/>
          <w:szCs w:val="24"/>
        </w:rPr>
        <w:tab/>
      </w:r>
      <w:r w:rsidRPr="00C27466">
        <w:rPr>
          <w:sz w:val="24"/>
          <w:szCs w:val="24"/>
        </w:rPr>
        <w:tab/>
        <w:t>/подпись/</w:t>
      </w:r>
      <w:r w:rsidRPr="00C27466">
        <w:rPr>
          <w:sz w:val="24"/>
          <w:szCs w:val="24"/>
        </w:rPr>
        <w:tab/>
      </w:r>
      <w:r w:rsidRPr="00C27466">
        <w:rPr>
          <w:sz w:val="24"/>
          <w:szCs w:val="24"/>
        </w:rPr>
        <w:tab/>
      </w:r>
      <w:r w:rsidRPr="00C27466">
        <w:rPr>
          <w:sz w:val="24"/>
          <w:szCs w:val="24"/>
        </w:rPr>
        <w:tab/>
      </w:r>
      <w:r w:rsidRPr="00C27466">
        <w:rPr>
          <w:sz w:val="24"/>
          <w:szCs w:val="24"/>
        </w:rPr>
        <w:tab/>
        <w:t>М.И.Фролов</w:t>
      </w:r>
    </w:p>
    <w:p w:rsidR="004A418B" w:rsidRPr="00C27466" w:rsidRDefault="004A418B" w:rsidP="00680C6A">
      <w:pPr>
        <w:ind w:firstLine="0"/>
        <w:jc w:val="center"/>
        <w:rPr>
          <w:sz w:val="24"/>
          <w:szCs w:val="24"/>
        </w:rPr>
      </w:pPr>
      <w:r w:rsidRPr="00C27466">
        <w:rPr>
          <w:sz w:val="24"/>
          <w:szCs w:val="24"/>
        </w:rPr>
        <w:t>М.П.</w:t>
      </w:r>
    </w:p>
    <w:p w:rsidR="004A418B" w:rsidRPr="00E97A1C" w:rsidRDefault="004A418B" w:rsidP="00680C6A">
      <w:pPr>
        <w:ind w:firstLine="0"/>
        <w:jc w:val="center"/>
      </w:pPr>
    </w:p>
    <w:sectPr w:rsidR="004A418B" w:rsidRPr="00E97A1C" w:rsidSect="00E97A1C">
      <w:footerReference w:type="default" r:id="rId9"/>
      <w:type w:val="continuous"/>
      <w:pgSz w:w="11906" w:h="16838" w:code="9"/>
      <w:pgMar w:top="567" w:right="567" w:bottom="567" w:left="1418" w:header="709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18B" w:rsidRDefault="004A418B">
      <w:r>
        <w:separator/>
      </w:r>
    </w:p>
  </w:endnote>
  <w:endnote w:type="continuationSeparator" w:id="0">
    <w:p w:rsidR="004A418B" w:rsidRDefault="004A4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ltic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8B" w:rsidRDefault="004A418B" w:rsidP="0035021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A418B" w:rsidRDefault="004A418B" w:rsidP="00F6029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18B" w:rsidRDefault="004A418B">
      <w:r>
        <w:separator/>
      </w:r>
    </w:p>
  </w:footnote>
  <w:footnote w:type="continuationSeparator" w:id="0">
    <w:p w:rsidR="004A418B" w:rsidRDefault="004A41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48501A"/>
    <w:lvl w:ilvl="0">
      <w:numFmt w:val="bullet"/>
      <w:lvlText w:val="*"/>
      <w:lvlJc w:val="left"/>
    </w:lvl>
  </w:abstractNum>
  <w:abstractNum w:abstractNumId="1">
    <w:nsid w:val="24DE16EC"/>
    <w:multiLevelType w:val="multilevel"/>
    <w:tmpl w:val="A0349AA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48"/>
        </w:tabs>
        <w:ind w:left="174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52764C97"/>
    <w:multiLevelType w:val="hybridMultilevel"/>
    <w:tmpl w:val="F5485C2A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B3E"/>
    <w:rsid w:val="000007E1"/>
    <w:rsid w:val="00015745"/>
    <w:rsid w:val="000161CB"/>
    <w:rsid w:val="0002141F"/>
    <w:rsid w:val="00051097"/>
    <w:rsid w:val="000755B4"/>
    <w:rsid w:val="0008625B"/>
    <w:rsid w:val="000939D7"/>
    <w:rsid w:val="00094650"/>
    <w:rsid w:val="00095FDA"/>
    <w:rsid w:val="0009716F"/>
    <w:rsid w:val="000C441C"/>
    <w:rsid w:val="000C544B"/>
    <w:rsid w:val="000D2223"/>
    <w:rsid w:val="000D22C3"/>
    <w:rsid w:val="000E0AB5"/>
    <w:rsid w:val="000F5B65"/>
    <w:rsid w:val="000F6838"/>
    <w:rsid w:val="001132A0"/>
    <w:rsid w:val="00114C56"/>
    <w:rsid w:val="00140636"/>
    <w:rsid w:val="00153F2E"/>
    <w:rsid w:val="001646A3"/>
    <w:rsid w:val="00182EA9"/>
    <w:rsid w:val="00184917"/>
    <w:rsid w:val="00192B29"/>
    <w:rsid w:val="001A6195"/>
    <w:rsid w:val="001A75DD"/>
    <w:rsid w:val="001A7A5B"/>
    <w:rsid w:val="001B4DB1"/>
    <w:rsid w:val="001D0306"/>
    <w:rsid w:val="001E71E7"/>
    <w:rsid w:val="001F1718"/>
    <w:rsid w:val="001F6DE5"/>
    <w:rsid w:val="00211F09"/>
    <w:rsid w:val="00214BF2"/>
    <w:rsid w:val="002151D1"/>
    <w:rsid w:val="002171D1"/>
    <w:rsid w:val="00222B31"/>
    <w:rsid w:val="00223B3E"/>
    <w:rsid w:val="002243FA"/>
    <w:rsid w:val="002507A3"/>
    <w:rsid w:val="0027437D"/>
    <w:rsid w:val="002752AD"/>
    <w:rsid w:val="00282128"/>
    <w:rsid w:val="002A4F79"/>
    <w:rsid w:val="002B00DE"/>
    <w:rsid w:val="002B2410"/>
    <w:rsid w:val="002C6DAB"/>
    <w:rsid w:val="002D1D6B"/>
    <w:rsid w:val="002F42F0"/>
    <w:rsid w:val="002F7C72"/>
    <w:rsid w:val="00301D90"/>
    <w:rsid w:val="00306525"/>
    <w:rsid w:val="00311B8B"/>
    <w:rsid w:val="003121DA"/>
    <w:rsid w:val="00322C09"/>
    <w:rsid w:val="003233DD"/>
    <w:rsid w:val="00350217"/>
    <w:rsid w:val="00352222"/>
    <w:rsid w:val="00353C1C"/>
    <w:rsid w:val="0035522F"/>
    <w:rsid w:val="00360AA9"/>
    <w:rsid w:val="00364FED"/>
    <w:rsid w:val="0037007D"/>
    <w:rsid w:val="00375213"/>
    <w:rsid w:val="00384225"/>
    <w:rsid w:val="003B2296"/>
    <w:rsid w:val="003B4FDD"/>
    <w:rsid w:val="003C38A3"/>
    <w:rsid w:val="003C58A5"/>
    <w:rsid w:val="003C7B43"/>
    <w:rsid w:val="003D02C6"/>
    <w:rsid w:val="003D5EA7"/>
    <w:rsid w:val="0040044A"/>
    <w:rsid w:val="00400F4E"/>
    <w:rsid w:val="0040747C"/>
    <w:rsid w:val="0041372A"/>
    <w:rsid w:val="004267DA"/>
    <w:rsid w:val="00446F77"/>
    <w:rsid w:val="00475772"/>
    <w:rsid w:val="00476CD2"/>
    <w:rsid w:val="00487ADB"/>
    <w:rsid w:val="004900DD"/>
    <w:rsid w:val="00491335"/>
    <w:rsid w:val="004A418B"/>
    <w:rsid w:val="004C10C8"/>
    <w:rsid w:val="004D4551"/>
    <w:rsid w:val="004D5109"/>
    <w:rsid w:val="004D6912"/>
    <w:rsid w:val="004E0589"/>
    <w:rsid w:val="004E72EB"/>
    <w:rsid w:val="004F0872"/>
    <w:rsid w:val="00504FFB"/>
    <w:rsid w:val="00516BF5"/>
    <w:rsid w:val="00533571"/>
    <w:rsid w:val="005462F3"/>
    <w:rsid w:val="0055058F"/>
    <w:rsid w:val="0055457B"/>
    <w:rsid w:val="00570117"/>
    <w:rsid w:val="00572DA3"/>
    <w:rsid w:val="005931BF"/>
    <w:rsid w:val="005A4324"/>
    <w:rsid w:val="005A5833"/>
    <w:rsid w:val="005A6A43"/>
    <w:rsid w:val="005C0356"/>
    <w:rsid w:val="005C66BB"/>
    <w:rsid w:val="005D3E78"/>
    <w:rsid w:val="005D51C5"/>
    <w:rsid w:val="005F0563"/>
    <w:rsid w:val="005F67D4"/>
    <w:rsid w:val="006048B2"/>
    <w:rsid w:val="00631C21"/>
    <w:rsid w:val="00633EE9"/>
    <w:rsid w:val="00635191"/>
    <w:rsid w:val="00640A26"/>
    <w:rsid w:val="00642219"/>
    <w:rsid w:val="00662F7A"/>
    <w:rsid w:val="00680C6A"/>
    <w:rsid w:val="006936AB"/>
    <w:rsid w:val="00693777"/>
    <w:rsid w:val="006C7DFE"/>
    <w:rsid w:val="006D0059"/>
    <w:rsid w:val="006D5459"/>
    <w:rsid w:val="006D7C9E"/>
    <w:rsid w:val="006F435B"/>
    <w:rsid w:val="00716ED1"/>
    <w:rsid w:val="0071731B"/>
    <w:rsid w:val="00741682"/>
    <w:rsid w:val="00760B47"/>
    <w:rsid w:val="00763C06"/>
    <w:rsid w:val="00765C4F"/>
    <w:rsid w:val="007734B8"/>
    <w:rsid w:val="00780A83"/>
    <w:rsid w:val="00783CB1"/>
    <w:rsid w:val="00787A51"/>
    <w:rsid w:val="007A7E51"/>
    <w:rsid w:val="007C32B4"/>
    <w:rsid w:val="007D16EB"/>
    <w:rsid w:val="007D3855"/>
    <w:rsid w:val="007E2B40"/>
    <w:rsid w:val="00801FCF"/>
    <w:rsid w:val="00812F18"/>
    <w:rsid w:val="00813083"/>
    <w:rsid w:val="00815364"/>
    <w:rsid w:val="008246C4"/>
    <w:rsid w:val="00827A7F"/>
    <w:rsid w:val="008347B0"/>
    <w:rsid w:val="0085093E"/>
    <w:rsid w:val="00851367"/>
    <w:rsid w:val="00875E6F"/>
    <w:rsid w:val="008A07B3"/>
    <w:rsid w:val="008D37FE"/>
    <w:rsid w:val="008E13D4"/>
    <w:rsid w:val="008E60EF"/>
    <w:rsid w:val="00900D4D"/>
    <w:rsid w:val="0090101E"/>
    <w:rsid w:val="00914A0D"/>
    <w:rsid w:val="0093491F"/>
    <w:rsid w:val="00945A64"/>
    <w:rsid w:val="009520C5"/>
    <w:rsid w:val="0097007B"/>
    <w:rsid w:val="009728C2"/>
    <w:rsid w:val="00982973"/>
    <w:rsid w:val="00992CFB"/>
    <w:rsid w:val="009A07D2"/>
    <w:rsid w:val="009A25B3"/>
    <w:rsid w:val="009B1F2B"/>
    <w:rsid w:val="009B2AEA"/>
    <w:rsid w:val="009C358F"/>
    <w:rsid w:val="009E1004"/>
    <w:rsid w:val="009E2537"/>
    <w:rsid w:val="009E45C4"/>
    <w:rsid w:val="009F474F"/>
    <w:rsid w:val="009F660F"/>
    <w:rsid w:val="00A22DDB"/>
    <w:rsid w:val="00A2331E"/>
    <w:rsid w:val="00A23401"/>
    <w:rsid w:val="00A43530"/>
    <w:rsid w:val="00A612A5"/>
    <w:rsid w:val="00A626AE"/>
    <w:rsid w:val="00A6562F"/>
    <w:rsid w:val="00A769C1"/>
    <w:rsid w:val="00A95A6F"/>
    <w:rsid w:val="00A9738F"/>
    <w:rsid w:val="00AA488D"/>
    <w:rsid w:val="00AA7C0D"/>
    <w:rsid w:val="00AB1A54"/>
    <w:rsid w:val="00AC10CF"/>
    <w:rsid w:val="00AD3AB1"/>
    <w:rsid w:val="00AD59C6"/>
    <w:rsid w:val="00AE22E6"/>
    <w:rsid w:val="00AE4F5E"/>
    <w:rsid w:val="00AE695A"/>
    <w:rsid w:val="00AE70E9"/>
    <w:rsid w:val="00B00826"/>
    <w:rsid w:val="00B03B8A"/>
    <w:rsid w:val="00B30C9A"/>
    <w:rsid w:val="00B35688"/>
    <w:rsid w:val="00B479DB"/>
    <w:rsid w:val="00B51965"/>
    <w:rsid w:val="00B56862"/>
    <w:rsid w:val="00BA70F9"/>
    <w:rsid w:val="00BC7BF2"/>
    <w:rsid w:val="00BF0349"/>
    <w:rsid w:val="00C10CCD"/>
    <w:rsid w:val="00C22829"/>
    <w:rsid w:val="00C27466"/>
    <w:rsid w:val="00C375F3"/>
    <w:rsid w:val="00C42138"/>
    <w:rsid w:val="00C45C38"/>
    <w:rsid w:val="00C47F10"/>
    <w:rsid w:val="00C60348"/>
    <w:rsid w:val="00C81AED"/>
    <w:rsid w:val="00C9072B"/>
    <w:rsid w:val="00C92712"/>
    <w:rsid w:val="00C97F17"/>
    <w:rsid w:val="00CA04C2"/>
    <w:rsid w:val="00CB2B94"/>
    <w:rsid w:val="00CC131F"/>
    <w:rsid w:val="00CD59E6"/>
    <w:rsid w:val="00CE72E0"/>
    <w:rsid w:val="00D14458"/>
    <w:rsid w:val="00D250A5"/>
    <w:rsid w:val="00D364B8"/>
    <w:rsid w:val="00D40D12"/>
    <w:rsid w:val="00D42CB1"/>
    <w:rsid w:val="00D43A81"/>
    <w:rsid w:val="00D539FD"/>
    <w:rsid w:val="00D675B9"/>
    <w:rsid w:val="00D702F0"/>
    <w:rsid w:val="00D901F6"/>
    <w:rsid w:val="00DA108E"/>
    <w:rsid w:val="00DA5A1D"/>
    <w:rsid w:val="00DB1706"/>
    <w:rsid w:val="00DB3350"/>
    <w:rsid w:val="00DD357D"/>
    <w:rsid w:val="00DF574E"/>
    <w:rsid w:val="00E21B67"/>
    <w:rsid w:val="00E628AD"/>
    <w:rsid w:val="00E65151"/>
    <w:rsid w:val="00E821EB"/>
    <w:rsid w:val="00E83254"/>
    <w:rsid w:val="00E91170"/>
    <w:rsid w:val="00E93315"/>
    <w:rsid w:val="00E97A1C"/>
    <w:rsid w:val="00EA076C"/>
    <w:rsid w:val="00EA2D66"/>
    <w:rsid w:val="00EC3708"/>
    <w:rsid w:val="00ED02C2"/>
    <w:rsid w:val="00ED38D3"/>
    <w:rsid w:val="00F1045C"/>
    <w:rsid w:val="00F265D3"/>
    <w:rsid w:val="00F275F0"/>
    <w:rsid w:val="00F323C9"/>
    <w:rsid w:val="00F3607C"/>
    <w:rsid w:val="00F379C2"/>
    <w:rsid w:val="00F41D40"/>
    <w:rsid w:val="00F556DD"/>
    <w:rsid w:val="00F56749"/>
    <w:rsid w:val="00F60295"/>
    <w:rsid w:val="00F62CC8"/>
    <w:rsid w:val="00F6748E"/>
    <w:rsid w:val="00F74BEC"/>
    <w:rsid w:val="00FB4C94"/>
    <w:rsid w:val="00FC5A8A"/>
    <w:rsid w:val="00FD27AC"/>
    <w:rsid w:val="00FD2BA7"/>
    <w:rsid w:val="00FE193B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1C"/>
    <w:pPr>
      <w:ind w:firstLine="709"/>
      <w:jc w:val="both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B4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B4"/>
    <w:pPr>
      <w:suppressAutoHyphens/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0755B4"/>
    <w:pPr>
      <w:keepNext/>
      <w:jc w:val="center"/>
      <w:outlineLvl w:val="2"/>
    </w:pPr>
    <w:rPr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B4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2B40"/>
    <w:rPr>
      <w:b/>
      <w:bCs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626A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E2B40"/>
    <w:rPr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E2B40"/>
    <w:rPr>
      <w:b/>
      <w:bCs/>
      <w:sz w:val="28"/>
      <w:szCs w:val="28"/>
    </w:rPr>
  </w:style>
  <w:style w:type="paragraph" w:customStyle="1" w:styleId="a">
    <w:name w:val="Кому"/>
    <w:basedOn w:val="Normal"/>
    <w:uiPriority w:val="99"/>
    <w:rsid w:val="000755B4"/>
    <w:pPr>
      <w:ind w:firstLine="0"/>
      <w:jc w:val="left"/>
    </w:pPr>
    <w:rPr>
      <w:rFonts w:ascii="Baltica" w:hAnsi="Baltica" w:cs="Baltica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755B4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626AE"/>
    <w:rPr>
      <w:rFonts w:ascii="Cambria" w:hAnsi="Cambria" w:cs="Cambria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0755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E2B40"/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0755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26AE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0755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26AE"/>
    <w:rPr>
      <w:sz w:val="2"/>
      <w:szCs w:val="2"/>
    </w:rPr>
  </w:style>
  <w:style w:type="paragraph" w:styleId="NormalWeb">
    <w:name w:val="Normal (Web)"/>
    <w:basedOn w:val="Normal"/>
    <w:uiPriority w:val="99"/>
    <w:rsid w:val="002243F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2243FA"/>
    <w:rPr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2243FA"/>
  </w:style>
  <w:style w:type="paragraph" w:customStyle="1" w:styleId="ConsPlusNormal">
    <w:name w:val="ConsPlusNormal"/>
    <w:uiPriority w:val="99"/>
    <w:rsid w:val="00680C6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80C6A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styleId="PageNumber">
    <w:name w:val="page number"/>
    <w:basedOn w:val="DefaultParagraphFont"/>
    <w:uiPriority w:val="99"/>
    <w:rsid w:val="00F602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60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54.nalo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rozovo.iskitim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18</Pages>
  <Words>5961</Words>
  <Characters>-32766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Орлова</dc:creator>
  <cp:keywords/>
  <dc:description/>
  <cp:lastModifiedBy>Customer</cp:lastModifiedBy>
  <cp:revision>55</cp:revision>
  <cp:lastPrinted>2015-03-18T13:51:00Z</cp:lastPrinted>
  <dcterms:created xsi:type="dcterms:W3CDTF">2013-11-13T09:00:00Z</dcterms:created>
  <dcterms:modified xsi:type="dcterms:W3CDTF">2015-03-18T13:52:00Z</dcterms:modified>
</cp:coreProperties>
</file>