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F43" w:rsidRDefault="001D0F43" w:rsidP="006B795E">
      <w:pPr>
        <w:keepNext/>
        <w:jc w:val="center"/>
        <w:outlineLvl w:val="2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 МОРОЗОВСКОГО СЕЛЬСОВЕТА</w:t>
      </w:r>
    </w:p>
    <w:p w:rsidR="001D0F43" w:rsidRDefault="001D0F43" w:rsidP="006B795E">
      <w:pPr>
        <w:keepNext/>
        <w:jc w:val="center"/>
        <w:outlineLvl w:val="2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Искитимского района Новосибирской области</w:t>
      </w:r>
    </w:p>
    <w:p w:rsidR="001D0F43" w:rsidRDefault="001D0F43" w:rsidP="006B795E">
      <w:pPr>
        <w:ind w:firstLine="709"/>
        <w:jc w:val="both"/>
        <w:rPr>
          <w:sz w:val="28"/>
          <w:szCs w:val="28"/>
        </w:rPr>
      </w:pPr>
    </w:p>
    <w:p w:rsidR="001D0F43" w:rsidRPr="004E22A3" w:rsidRDefault="001D0F43" w:rsidP="006B795E">
      <w:pPr>
        <w:keepNext/>
        <w:jc w:val="center"/>
        <w:outlineLvl w:val="0"/>
        <w:rPr>
          <w:b/>
          <w:bCs/>
          <w:sz w:val="28"/>
          <w:szCs w:val="28"/>
        </w:rPr>
      </w:pPr>
      <w:r w:rsidRPr="004E22A3">
        <w:rPr>
          <w:b/>
          <w:bCs/>
          <w:sz w:val="28"/>
          <w:szCs w:val="28"/>
        </w:rPr>
        <w:t>П О С Т А Н О В Л Е Н И Е</w:t>
      </w:r>
    </w:p>
    <w:p w:rsidR="001D0F43" w:rsidRDefault="001D0F43" w:rsidP="006B795E">
      <w:pPr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Прямоугольник 1" o:spid="_x0000_s1026" style="position:absolute;left:0;text-align:left;margin-left:149.15pt;margin-top:9.1pt;width:90pt;height:27pt;z-index:-251658240;visibility:visible" strokecolor="white">
            <v:textbox>
              <w:txbxContent>
                <w:p w:rsidR="001D0F43" w:rsidRDefault="001D0F43" w:rsidP="006B795E"/>
              </w:txbxContent>
            </v:textbox>
          </v:rect>
        </w:pict>
      </w:r>
    </w:p>
    <w:p w:rsidR="001D0F43" w:rsidRDefault="001D0F43" w:rsidP="006B795E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30.05.2014</w:t>
      </w:r>
      <w:r>
        <w:rPr>
          <w:sz w:val="28"/>
          <w:szCs w:val="28"/>
        </w:rPr>
        <w:t xml:space="preserve">  №  </w:t>
      </w:r>
      <w:r w:rsidRPr="00AF7519">
        <w:rPr>
          <w:sz w:val="28"/>
          <w:szCs w:val="28"/>
          <w:u w:val="single"/>
        </w:rPr>
        <w:t>96</w:t>
      </w:r>
    </w:p>
    <w:p w:rsidR="001D0F43" w:rsidRDefault="001D0F43" w:rsidP="006B795E">
      <w:pPr>
        <w:keepNext/>
        <w:jc w:val="center"/>
        <w:outlineLvl w:val="3"/>
        <w:rPr>
          <w:sz w:val="22"/>
          <w:szCs w:val="22"/>
        </w:rPr>
      </w:pPr>
      <w:r>
        <w:rPr>
          <w:sz w:val="22"/>
          <w:szCs w:val="22"/>
        </w:rPr>
        <w:t>с.Морозово</w:t>
      </w:r>
    </w:p>
    <w:p w:rsidR="001D0F43" w:rsidRDefault="001D0F43" w:rsidP="006B795E">
      <w:pPr>
        <w:pStyle w:val="ConsPlusTitle"/>
        <w:widowControl/>
        <w:ind w:right="4135"/>
        <w:rPr>
          <w:b w:val="0"/>
          <w:bCs w:val="0"/>
          <w:sz w:val="28"/>
          <w:szCs w:val="28"/>
        </w:rPr>
      </w:pPr>
    </w:p>
    <w:p w:rsidR="001D0F43" w:rsidRPr="004E22A3" w:rsidRDefault="001D0F43" w:rsidP="006B795E">
      <w:r w:rsidRPr="004E22A3">
        <w:t>Об утверждении Плана проведения</w:t>
      </w:r>
    </w:p>
    <w:p w:rsidR="001D0F43" w:rsidRPr="004E22A3" w:rsidRDefault="001D0F43" w:rsidP="006B795E">
      <w:r w:rsidRPr="004E22A3">
        <w:t xml:space="preserve">месячника безопасности людей на водных </w:t>
      </w:r>
    </w:p>
    <w:p w:rsidR="001D0F43" w:rsidRPr="004E22A3" w:rsidRDefault="001D0F43" w:rsidP="006B795E">
      <w:r w:rsidRPr="004E22A3">
        <w:t>объектах в  Морозовском сельсовете</w:t>
      </w:r>
    </w:p>
    <w:p w:rsidR="001D0F43" w:rsidRPr="004E22A3" w:rsidRDefault="001D0F43" w:rsidP="006B795E">
      <w:r w:rsidRPr="004E22A3">
        <w:t>в период купального сезона 2014 года</w:t>
      </w:r>
    </w:p>
    <w:p w:rsidR="001D0F43" w:rsidRDefault="001D0F43" w:rsidP="006B795E">
      <w:pPr>
        <w:jc w:val="center"/>
        <w:rPr>
          <w:sz w:val="28"/>
          <w:szCs w:val="28"/>
        </w:rPr>
      </w:pPr>
    </w:p>
    <w:p w:rsidR="001D0F43" w:rsidRDefault="001D0F43" w:rsidP="006B795E">
      <w:pPr>
        <w:jc w:val="center"/>
        <w:rPr>
          <w:sz w:val="28"/>
          <w:szCs w:val="28"/>
        </w:rPr>
      </w:pPr>
    </w:p>
    <w:p w:rsidR="001D0F43" w:rsidRDefault="001D0F43" w:rsidP="006B79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 исполнение Федерального закона от 06.10.2003 № 131-ФЗ «Об общих принципах организации местного самоуправления в Российской Федерации»,  в целях улучшения профилактической и организационной работы по охране жизни людей на водоемах, расположенных на территории Морозовского сельсовета,</w:t>
      </w:r>
    </w:p>
    <w:p w:rsidR="001D0F43" w:rsidRDefault="001D0F43" w:rsidP="006B795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D0F43" w:rsidRDefault="001D0F43" w:rsidP="006B795E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проведения месячника безопасности людей на водных объектах в Морозовском сельсовете в период купального сезона 2014 года (приложение).</w:t>
      </w:r>
    </w:p>
    <w:p w:rsidR="001D0F43" w:rsidRDefault="001D0F43" w:rsidP="006B795E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«Искитимская газета» и на официальном сайте Морозовского сельсовета.</w:t>
      </w:r>
    </w:p>
    <w:p w:rsidR="001D0F43" w:rsidRDefault="001D0F43" w:rsidP="006B795E">
      <w:pPr>
        <w:jc w:val="both"/>
        <w:rPr>
          <w:sz w:val="28"/>
          <w:szCs w:val="28"/>
        </w:rPr>
      </w:pPr>
      <w:r>
        <w:rPr>
          <w:sz w:val="28"/>
          <w:szCs w:val="28"/>
        </w:rPr>
        <w:t>3.  Контроль за исполнением постановления оставляю за собой.</w:t>
      </w: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  <w:r>
        <w:rPr>
          <w:sz w:val="28"/>
          <w:szCs w:val="28"/>
        </w:rPr>
        <w:t>Глава Морозовского сельсовета                                                 П.И.Балашев</w:t>
      </w: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rPr>
          <w:sz w:val="28"/>
          <w:szCs w:val="28"/>
        </w:rPr>
      </w:pPr>
    </w:p>
    <w:p w:rsidR="001D0F43" w:rsidRDefault="001D0F43" w:rsidP="006B795E">
      <w:pPr>
        <w:jc w:val="right"/>
      </w:pPr>
    </w:p>
    <w:p w:rsidR="001D0F43" w:rsidRPr="000841A8" w:rsidRDefault="001D0F43" w:rsidP="006B795E">
      <w:pPr>
        <w:jc w:val="right"/>
        <w:rPr>
          <w:sz w:val="22"/>
          <w:szCs w:val="22"/>
        </w:rPr>
      </w:pPr>
      <w:bookmarkStart w:id="0" w:name="_GoBack"/>
      <w:bookmarkEnd w:id="0"/>
      <w:r w:rsidRPr="000841A8">
        <w:rPr>
          <w:sz w:val="22"/>
          <w:szCs w:val="22"/>
        </w:rPr>
        <w:t>Приложение к постановлению</w:t>
      </w:r>
    </w:p>
    <w:p w:rsidR="001D0F43" w:rsidRPr="000841A8" w:rsidRDefault="001D0F43" w:rsidP="006B795E">
      <w:pPr>
        <w:jc w:val="right"/>
        <w:rPr>
          <w:sz w:val="22"/>
          <w:szCs w:val="22"/>
        </w:rPr>
      </w:pPr>
      <w:r w:rsidRPr="000841A8">
        <w:rPr>
          <w:sz w:val="22"/>
          <w:szCs w:val="22"/>
        </w:rPr>
        <w:t xml:space="preserve">администрации Морозовского </w:t>
      </w:r>
    </w:p>
    <w:p w:rsidR="001D0F43" w:rsidRPr="000841A8" w:rsidRDefault="001D0F43" w:rsidP="006B795E">
      <w:pPr>
        <w:jc w:val="right"/>
        <w:rPr>
          <w:sz w:val="22"/>
          <w:szCs w:val="22"/>
        </w:rPr>
      </w:pPr>
      <w:r w:rsidRPr="000841A8">
        <w:rPr>
          <w:sz w:val="22"/>
          <w:szCs w:val="22"/>
        </w:rPr>
        <w:t>сельсовета</w:t>
      </w:r>
    </w:p>
    <w:p w:rsidR="001D0F43" w:rsidRPr="000841A8" w:rsidRDefault="001D0F43" w:rsidP="006B795E">
      <w:pPr>
        <w:jc w:val="right"/>
        <w:rPr>
          <w:sz w:val="22"/>
          <w:szCs w:val="22"/>
        </w:rPr>
      </w:pPr>
      <w:r w:rsidRPr="000841A8">
        <w:rPr>
          <w:sz w:val="22"/>
          <w:szCs w:val="22"/>
        </w:rPr>
        <w:t>от 30.05.2014 № 96</w:t>
      </w:r>
    </w:p>
    <w:p w:rsidR="001D0F43" w:rsidRPr="000841A8" w:rsidRDefault="001D0F43" w:rsidP="006B795E">
      <w:pPr>
        <w:jc w:val="right"/>
        <w:rPr>
          <w:sz w:val="22"/>
          <w:szCs w:val="22"/>
        </w:rPr>
      </w:pPr>
    </w:p>
    <w:p w:rsidR="001D0F43" w:rsidRPr="000841A8" w:rsidRDefault="001D0F43" w:rsidP="006B795E">
      <w:pPr>
        <w:jc w:val="center"/>
        <w:rPr>
          <w:sz w:val="22"/>
          <w:szCs w:val="22"/>
        </w:rPr>
      </w:pPr>
      <w:r w:rsidRPr="000841A8">
        <w:rPr>
          <w:sz w:val="22"/>
          <w:szCs w:val="22"/>
        </w:rPr>
        <w:t>ПЛАН</w:t>
      </w:r>
    </w:p>
    <w:p w:rsidR="001D0F43" w:rsidRPr="000841A8" w:rsidRDefault="001D0F43" w:rsidP="006B795E">
      <w:pPr>
        <w:jc w:val="center"/>
        <w:rPr>
          <w:sz w:val="22"/>
          <w:szCs w:val="22"/>
        </w:rPr>
      </w:pPr>
      <w:r w:rsidRPr="000841A8">
        <w:rPr>
          <w:sz w:val="22"/>
          <w:szCs w:val="22"/>
        </w:rPr>
        <w:t>Проведения месячника безопасности людей на водных объектах в Морозовском сельсовете в период купального сезона 2014 года</w:t>
      </w:r>
    </w:p>
    <w:p w:rsidR="001D0F43" w:rsidRPr="000841A8" w:rsidRDefault="001D0F43" w:rsidP="006B795E">
      <w:pPr>
        <w:jc w:val="center"/>
        <w:rPr>
          <w:sz w:val="22"/>
          <w:szCs w:val="22"/>
        </w:rPr>
      </w:pPr>
      <w:r w:rsidRPr="000841A8">
        <w:rPr>
          <w:sz w:val="22"/>
          <w:szCs w:val="22"/>
        </w:rPr>
        <w:t>(30.05.2014 по 15.09.2014)</w:t>
      </w:r>
    </w:p>
    <w:tbl>
      <w:tblPr>
        <w:tblW w:w="10065" w:type="dxa"/>
        <w:tblInd w:w="-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139"/>
        <w:gridCol w:w="1984"/>
        <w:gridCol w:w="1962"/>
        <w:gridCol w:w="1440"/>
      </w:tblGrid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№ п/п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Наименование проводимых мероприятий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Отметка об исполнении</w:t>
            </w:r>
          </w:p>
        </w:tc>
      </w:tr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1.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both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Принятие нормативного правового акта и разработка плана мероприятий по охране жизни людей на водоемах, расположенных на территории Морозовского сельсовета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до 1 июня</w:t>
            </w: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 xml:space="preserve">Глава </w:t>
            </w: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</w:tr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2.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both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Выставление запрещающих знаков «Купание запрещено» в местах массового (неорганизованного) отдыха людей на водных объектах Морозовского сельсовета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Май-июль</w:t>
            </w: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 xml:space="preserve">Глава </w:t>
            </w: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</w:tr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3.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both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Организация работы спасательных постов на пляжах и в местах массового (неорганизованного) отдыха людей на водных объектах Морозовского сельсовета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Июнь-август</w:t>
            </w: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 xml:space="preserve">Глава </w:t>
            </w: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</w:tr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4.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both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Информирование населения о правилах безопасного поведения (отдыха) людей на пляжах и в местах массового (неорганизованного) отдыха людей на водных объектах Морозовского сельсовета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Май-август</w:t>
            </w: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 xml:space="preserve">Специалист администрации </w:t>
            </w: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</w:tr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5.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both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 xml:space="preserve">Организация распространения тематических материалов по предупреждению несчастных случаев на водных объектах (плакаты, памятки, листовки) в местах массового (неорганизованного) отдыха людей на водных объектах Морозовского сельсовета 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Май-август</w:t>
            </w: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 xml:space="preserve">Глава </w:t>
            </w: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</w:tr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6.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both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Направление для обучения матросов-спасателей на базе ПСО филиала ГКУ НСО «УМЦ по ГО и ЧС НСО»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Май-июнь</w:t>
            </w: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 xml:space="preserve">Глава </w:t>
            </w: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</w:tr>
      <w:tr w:rsidR="001D0F43" w:rsidRPr="000841A8" w:rsidTr="000841A8">
        <w:tc>
          <w:tcPr>
            <w:tcW w:w="5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7</w:t>
            </w:r>
          </w:p>
        </w:tc>
        <w:tc>
          <w:tcPr>
            <w:tcW w:w="4139" w:type="dxa"/>
          </w:tcPr>
          <w:p w:rsidR="001D0F43" w:rsidRPr="000841A8" w:rsidRDefault="001D0F43" w:rsidP="00837D30">
            <w:pPr>
              <w:jc w:val="both"/>
              <w:rPr>
                <w:sz w:val="22"/>
                <w:szCs w:val="22"/>
              </w:rPr>
            </w:pPr>
            <w:r w:rsidRPr="000841A8">
              <w:rPr>
                <w:sz w:val="22"/>
                <w:szCs w:val="22"/>
              </w:rPr>
              <w:t>Представление отчета по итогам выполнения мероприятий месячника безопасности людей на водных объектах в Морозовском сельсовете в период купального сезона 2014 года</w:t>
            </w:r>
          </w:p>
        </w:tc>
        <w:tc>
          <w:tcPr>
            <w:tcW w:w="1984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D0F43" w:rsidRPr="000841A8" w:rsidRDefault="001D0F43" w:rsidP="00837D3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0F43" w:rsidRPr="000841A8" w:rsidRDefault="001D0F43" w:rsidP="006B795E">
      <w:pPr>
        <w:jc w:val="center"/>
        <w:rPr>
          <w:sz w:val="22"/>
          <w:szCs w:val="22"/>
        </w:rPr>
      </w:pPr>
    </w:p>
    <w:sectPr w:rsidR="001D0F43" w:rsidRPr="000841A8" w:rsidSect="00FE3A5E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979"/>
    <w:rsid w:val="000841A8"/>
    <w:rsid w:val="001D0F43"/>
    <w:rsid w:val="00210B0F"/>
    <w:rsid w:val="0031219E"/>
    <w:rsid w:val="004E22A3"/>
    <w:rsid w:val="00523183"/>
    <w:rsid w:val="006B795E"/>
    <w:rsid w:val="00705C7A"/>
    <w:rsid w:val="00837D30"/>
    <w:rsid w:val="0084624E"/>
    <w:rsid w:val="009C0979"/>
    <w:rsid w:val="00AF7519"/>
    <w:rsid w:val="00EA5D19"/>
    <w:rsid w:val="00FE3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95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B79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AF751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3A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3A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6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395</Words>
  <Characters>2257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5</cp:revision>
  <cp:lastPrinted>2014-06-02T10:57:00Z</cp:lastPrinted>
  <dcterms:created xsi:type="dcterms:W3CDTF">2014-06-02T10:10:00Z</dcterms:created>
  <dcterms:modified xsi:type="dcterms:W3CDTF">2014-06-03T02:33:00Z</dcterms:modified>
</cp:coreProperties>
</file>