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07" w:rsidRPr="008807E8" w:rsidRDefault="00F60207" w:rsidP="008807E8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8807E8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АДМИНИСТРАЦИЯ МОРОЗОВСКОГО СЕЛЬСОВЕТА</w:t>
      </w:r>
    </w:p>
    <w:p w:rsidR="00F60207" w:rsidRPr="008807E8" w:rsidRDefault="00F60207" w:rsidP="008807E8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8807E8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F60207" w:rsidRPr="008807E8" w:rsidRDefault="00F60207" w:rsidP="00880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0207" w:rsidRPr="00A6715D" w:rsidRDefault="00F60207" w:rsidP="008807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671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F60207" w:rsidRPr="008807E8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Rectangle 3" o:spid="_x0000_s1026" style="position:absolute;left:0;text-align:left;margin-left:149.15pt;margin-top:9.1pt;width:90pt;height:27pt;z-index:-251658240;visibility:visible" strokecolor="white">
            <v:textbox>
              <w:txbxContent>
                <w:p w:rsidR="00F60207" w:rsidRDefault="00F60207" w:rsidP="008807E8"/>
              </w:txbxContent>
            </v:textbox>
          </v:rect>
        </w:pict>
      </w:r>
    </w:p>
    <w:p w:rsidR="00F60207" w:rsidRPr="008807E8" w:rsidRDefault="00F60207" w:rsidP="008807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30</w:t>
      </w:r>
      <w:r w:rsidRPr="008807E8">
        <w:rPr>
          <w:rFonts w:ascii="Times New Roman" w:hAnsi="Times New Roman" w:cs="Times New Roman"/>
          <w:sz w:val="28"/>
          <w:szCs w:val="28"/>
          <w:u w:val="single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5</w:t>
      </w:r>
      <w:r w:rsidRPr="008807E8">
        <w:rPr>
          <w:rFonts w:ascii="Times New Roman" w:hAnsi="Times New Roman" w:cs="Times New Roman"/>
          <w:sz w:val="28"/>
          <w:szCs w:val="28"/>
          <w:u w:val="single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4</w:t>
      </w:r>
      <w:r w:rsidRPr="008807E8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807E8">
        <w:rPr>
          <w:rFonts w:ascii="Times New Roman" w:hAnsi="Times New Roman" w:cs="Times New Roman"/>
          <w:sz w:val="28"/>
          <w:szCs w:val="28"/>
          <w:lang w:eastAsia="ru-RU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97</w:t>
      </w:r>
      <w:r w:rsidRPr="008807E8"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:rsidR="00F60207" w:rsidRPr="008807E8" w:rsidRDefault="00F60207" w:rsidP="008807E8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lang w:eastAsia="ru-RU"/>
        </w:rPr>
      </w:pPr>
      <w:r w:rsidRPr="008807E8">
        <w:rPr>
          <w:rFonts w:ascii="Times New Roman" w:hAnsi="Times New Roman" w:cs="Times New Roman"/>
          <w:lang w:eastAsia="ru-RU"/>
        </w:rPr>
        <w:t>с.Морозово</w:t>
      </w:r>
    </w:p>
    <w:p w:rsidR="00F60207" w:rsidRPr="008807E8" w:rsidRDefault="00F60207" w:rsidP="00880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0207" w:rsidRPr="00A6715D" w:rsidRDefault="00F60207" w:rsidP="0088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 xml:space="preserve">О б установлении особого противопожарного  </w:t>
      </w:r>
    </w:p>
    <w:p w:rsidR="00F60207" w:rsidRPr="00A6715D" w:rsidRDefault="00F60207" w:rsidP="0088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режима  на территории Морозовского сельсовета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0207" w:rsidRPr="00A6715D" w:rsidRDefault="00F60207" w:rsidP="008161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 xml:space="preserve">          В связи с  повышением пожарной опасности, а также руководствуясь ст.30 Федерального закона от 21.12.1994 № 69-ФЗ (ред. от 29.12.2010) «О пожарной безопасности»,</w:t>
      </w:r>
    </w:p>
    <w:p w:rsidR="00F60207" w:rsidRPr="00A6715D" w:rsidRDefault="00F60207" w:rsidP="0088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ПОСТАНОВЛЯЮ:</w:t>
      </w:r>
    </w:p>
    <w:p w:rsidR="00F60207" w:rsidRDefault="00F60207" w:rsidP="008807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 xml:space="preserve"> Установить на территории Морозовского сельсовета  особый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противопожарный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 xml:space="preserve">режим с 2 июня </w:t>
      </w:r>
      <w:r>
        <w:rPr>
          <w:rFonts w:ascii="Times New Roman" w:hAnsi="Times New Roman" w:cs="Times New Roman"/>
          <w:sz w:val="24"/>
          <w:szCs w:val="24"/>
          <w:lang w:eastAsia="ru-RU"/>
        </w:rPr>
        <w:t>до особого распоряжения.</w:t>
      </w:r>
    </w:p>
    <w:p w:rsidR="00F60207" w:rsidRDefault="00F60207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Усилить на период действия особого противопожарного режима составы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оперативных рабочих групп, в целях проведения дополнительных профилактических мероприятий в жилом секторе, уделяя особое внимание гражданам, относящимся к социально-неблагополучной и социально-незащищенной категории.</w:t>
      </w:r>
    </w:p>
    <w:p w:rsidR="00F60207" w:rsidRDefault="00F60207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Продолжить работу по выявлению мест проживания граждан, нуждающихся в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ремонте печного отопления и электрооборудования в целях оказания материальной помощи на устранение нарушений требований пожарной безопасности.</w:t>
      </w:r>
    </w:p>
    <w:p w:rsidR="00F60207" w:rsidRDefault="00F60207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Размещать материалы по пропаганде мер пожарной безопасности на объектах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общего пользования населением (клуб, магазины, школа) в виде листовок.</w:t>
      </w:r>
    </w:p>
    <w:p w:rsidR="00F60207" w:rsidRDefault="00F60207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Старостам населенных пунктов срок не позднее 10.06.2014 провести собрания с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населением, на которых довести информацию о пожарах и мерах пожарной безопасности в указанный период, осуществить распространение листовок (памяток о мерах пожарной безопасности) среди граждан.</w:t>
      </w:r>
    </w:p>
    <w:p w:rsidR="00F60207" w:rsidRDefault="00F60207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Рекомендовать руководителям предприятий, организаций всех форм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собственности, осуществляющих свою деятельность на территории поселения организовать и провести до 10.06.2014 внеочередной инструктаж с работниками о мерах пожарной безопасности в быту.</w:t>
      </w:r>
    </w:p>
    <w:p w:rsidR="00F60207" w:rsidRDefault="00F60207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Рекомендовать специалисту органа социальной защиты населения во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взаимодействии со специалистом сельсовета провести внеочередные противопожарные инструктажи с одинокими пенсионерами, инвалидами, многодетными семьями, проживающими на территории муниципального образования.</w:t>
      </w:r>
    </w:p>
    <w:p w:rsidR="00F60207" w:rsidRDefault="00F60207" w:rsidP="002311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Специалисту сельсовета,  курирующему направление деятельности по</w:t>
      </w:r>
    </w:p>
    <w:p w:rsidR="00F60207" w:rsidRPr="00A6715D" w:rsidRDefault="00F60207" w:rsidP="00A67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обеспечению первичных мер пожарной безопасности:</w:t>
      </w:r>
    </w:p>
    <w:p w:rsidR="00F60207" w:rsidRPr="00A6715D" w:rsidRDefault="00F60207" w:rsidP="00322A5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- продолжить дальнейшее проведение противопожарных инструктажей граждан,</w:t>
      </w:r>
    </w:p>
    <w:p w:rsidR="00F60207" w:rsidRPr="00A6715D" w:rsidRDefault="00F60207" w:rsidP="00322A5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- оказывать старостам населенных пунктов необходимую методическую помощь в вопросах информирования населения,</w:t>
      </w:r>
    </w:p>
    <w:p w:rsidR="00F60207" w:rsidRPr="00A6715D" w:rsidRDefault="00F60207" w:rsidP="00322A5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- обеспечить сбор и обобщение информации о результатах проведенной работы по профилактике пожаров в рамках данного постановления, а также предоставление обобщенной информации в ЕДДС Искитимского района.</w:t>
      </w:r>
    </w:p>
    <w:p w:rsidR="00F60207" w:rsidRPr="00A6715D" w:rsidRDefault="00F60207" w:rsidP="00935F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Опубликовать данное постановление в газете «Искитимская газета» и на официальном сайте Морозовского сельсовета. </w:t>
      </w:r>
    </w:p>
    <w:p w:rsidR="00F60207" w:rsidRPr="00A6715D" w:rsidRDefault="00F60207" w:rsidP="00935F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>Контроль за исполнением постановления оставляю за собой.</w:t>
      </w:r>
    </w:p>
    <w:p w:rsidR="00F60207" w:rsidRPr="00A6715D" w:rsidRDefault="00F60207" w:rsidP="00880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0207" w:rsidRPr="00091ABD" w:rsidRDefault="00F60207" w:rsidP="00091AB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6715D">
        <w:rPr>
          <w:rFonts w:ascii="Times New Roman" w:hAnsi="Times New Roman" w:cs="Times New Roman"/>
          <w:sz w:val="24"/>
          <w:szCs w:val="24"/>
          <w:lang w:eastAsia="ru-RU"/>
        </w:rPr>
        <w:t xml:space="preserve">Глава Морозовского сельсовета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П.И.Балашев</w:t>
      </w:r>
    </w:p>
    <w:p w:rsidR="00F60207" w:rsidRPr="00A6715D" w:rsidRDefault="00F60207">
      <w:pPr>
        <w:rPr>
          <w:sz w:val="24"/>
          <w:szCs w:val="24"/>
        </w:rPr>
      </w:pPr>
    </w:p>
    <w:p w:rsidR="00F60207" w:rsidRPr="00A6715D" w:rsidRDefault="00F60207">
      <w:pPr>
        <w:rPr>
          <w:sz w:val="24"/>
          <w:szCs w:val="24"/>
        </w:rPr>
      </w:pPr>
    </w:p>
    <w:p w:rsidR="00F60207" w:rsidRPr="00A6715D" w:rsidRDefault="00F60207">
      <w:pPr>
        <w:rPr>
          <w:sz w:val="24"/>
          <w:szCs w:val="24"/>
        </w:rPr>
      </w:pPr>
    </w:p>
    <w:p w:rsidR="00F60207" w:rsidRPr="00A6715D" w:rsidRDefault="00F60207">
      <w:pPr>
        <w:rPr>
          <w:sz w:val="24"/>
          <w:szCs w:val="24"/>
        </w:rPr>
      </w:pPr>
    </w:p>
    <w:p w:rsidR="00F60207" w:rsidRPr="00A6715D" w:rsidRDefault="00F60207">
      <w:pPr>
        <w:rPr>
          <w:sz w:val="24"/>
          <w:szCs w:val="24"/>
        </w:rPr>
      </w:pPr>
    </w:p>
    <w:p w:rsidR="00F60207" w:rsidRPr="00A6715D" w:rsidRDefault="00F60207">
      <w:pPr>
        <w:rPr>
          <w:sz w:val="24"/>
          <w:szCs w:val="24"/>
        </w:rPr>
      </w:pPr>
    </w:p>
    <w:p w:rsidR="00F60207" w:rsidRDefault="00F60207"/>
    <w:p w:rsidR="00F60207" w:rsidRDefault="00F60207"/>
    <w:p w:rsidR="00F60207" w:rsidRDefault="00F60207"/>
    <w:p w:rsidR="00F60207" w:rsidRDefault="00F60207"/>
    <w:p w:rsidR="00F60207" w:rsidRDefault="00F60207">
      <w:bookmarkStart w:id="0" w:name="_GoBack"/>
      <w:bookmarkEnd w:id="0"/>
    </w:p>
    <w:sectPr w:rsidR="00F60207" w:rsidSect="009E0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40A7E"/>
    <w:multiLevelType w:val="hybridMultilevel"/>
    <w:tmpl w:val="5FDCD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D48"/>
    <w:rsid w:val="00091ABD"/>
    <w:rsid w:val="001472E0"/>
    <w:rsid w:val="001C67D4"/>
    <w:rsid w:val="001E45F0"/>
    <w:rsid w:val="002311B8"/>
    <w:rsid w:val="00322A5E"/>
    <w:rsid w:val="003571BC"/>
    <w:rsid w:val="00431C87"/>
    <w:rsid w:val="00593937"/>
    <w:rsid w:val="005D0DD7"/>
    <w:rsid w:val="005D1D48"/>
    <w:rsid w:val="008161E2"/>
    <w:rsid w:val="0084624E"/>
    <w:rsid w:val="008807E8"/>
    <w:rsid w:val="00935F05"/>
    <w:rsid w:val="009E00B1"/>
    <w:rsid w:val="00A6715D"/>
    <w:rsid w:val="00B17348"/>
    <w:rsid w:val="00E46422"/>
    <w:rsid w:val="00E5737C"/>
    <w:rsid w:val="00F3113A"/>
    <w:rsid w:val="00F6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B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4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4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4642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408</Words>
  <Characters>2329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5</cp:revision>
  <cp:lastPrinted>2014-06-02T11:53:00Z</cp:lastPrinted>
  <dcterms:created xsi:type="dcterms:W3CDTF">2014-06-02T11:53:00Z</dcterms:created>
  <dcterms:modified xsi:type="dcterms:W3CDTF">2014-06-03T02:39:00Z</dcterms:modified>
</cp:coreProperties>
</file>